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0" w:type="dxa"/>
        <w:tblLayout w:type="fixed"/>
        <w:tblCellMar>
          <w:left w:w="0" w:type="dxa"/>
          <w:right w:w="0" w:type="dxa"/>
        </w:tblCellMar>
        <w:tblLook w:val="01E0" w:firstRow="1" w:lastRow="1" w:firstColumn="1" w:lastColumn="1" w:noHBand="0" w:noVBand="0"/>
      </w:tblPr>
      <w:tblGrid>
        <w:gridCol w:w="2410"/>
        <w:gridCol w:w="1418"/>
        <w:gridCol w:w="5812"/>
      </w:tblGrid>
      <w:tr w:rsidR="00F03DA6">
        <w:trPr>
          <w:trHeight w:hRule="exact" w:val="2835"/>
        </w:trPr>
        <w:tc>
          <w:tcPr>
            <w:tcW w:w="9640" w:type="dxa"/>
            <w:gridSpan w:val="3"/>
          </w:tcPr>
          <w:p w:rsidR="00F03DA6" w:rsidRDefault="00F80FDA" w:rsidP="00DB42AE">
            <w:pPr>
              <w:pStyle w:val="Rovnice"/>
              <w:tabs>
                <w:tab w:val="clear" w:pos="4253"/>
                <w:tab w:val="clear" w:pos="8505"/>
              </w:tabs>
              <w:spacing w:after="0" w:line="240" w:lineRule="auto"/>
              <w:jc w:val="center"/>
              <w:rPr>
                <w:rFonts w:ascii="Arial Narrow" w:hAnsi="Arial Narrow" w:cs="Arial Narrow"/>
                <w:bCs w:val="0"/>
                <w:iCs w:val="0"/>
              </w:rPr>
            </w:pPr>
            <w:r>
              <w:rPr>
                <w:noProof/>
              </w:rPr>
              <w:drawing>
                <wp:inline distT="0" distB="0" distL="0" distR="0">
                  <wp:extent cx="3300095" cy="1280160"/>
                  <wp:effectExtent l="0" t="0" r="0" b="0"/>
                  <wp:docPr id="1" name="obrázek 1" descr="Logo__SSPU_2016_Ba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_SSPU_2016_Barv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00095" cy="1280160"/>
                          </a:xfrm>
                          <a:prstGeom prst="rect">
                            <a:avLst/>
                          </a:prstGeom>
                          <a:noFill/>
                          <a:ln>
                            <a:noFill/>
                          </a:ln>
                        </pic:spPr>
                      </pic:pic>
                    </a:graphicData>
                  </a:graphic>
                </wp:inline>
              </w:drawing>
            </w:r>
          </w:p>
        </w:tc>
      </w:tr>
      <w:tr w:rsidR="00F03DA6">
        <w:trPr>
          <w:trHeight w:val="1415"/>
        </w:trPr>
        <w:tc>
          <w:tcPr>
            <w:tcW w:w="9640" w:type="dxa"/>
            <w:gridSpan w:val="3"/>
            <w:vAlign w:val="center"/>
          </w:tcPr>
          <w:p w:rsidR="00F03DA6" w:rsidRPr="00C91564" w:rsidRDefault="00811BD3" w:rsidP="009807D3">
            <w:pPr>
              <w:spacing w:before="600" w:after="0" w:line="240" w:lineRule="auto"/>
              <w:jc w:val="center"/>
              <w:rPr>
                <w:rFonts w:ascii="Arial Narrow" w:hAnsi="Arial Narrow" w:cs="Arial Narrow"/>
                <w:b/>
                <w:bCs/>
                <w:caps/>
                <w:sz w:val="48"/>
                <w:szCs w:val="48"/>
              </w:rPr>
            </w:pPr>
            <w:r>
              <w:rPr>
                <w:rFonts w:ascii="Arial Narrow" w:hAnsi="Arial Narrow" w:cs="Arial Narrow"/>
                <w:b/>
                <w:bCs/>
                <w:caps/>
                <w:sz w:val="48"/>
                <w:szCs w:val="48"/>
              </w:rPr>
              <w:t>Závěrečná studijní</w:t>
            </w:r>
            <w:r w:rsidR="00C91564" w:rsidRPr="00C91564">
              <w:rPr>
                <w:rFonts w:ascii="Arial Narrow" w:hAnsi="Arial Narrow" w:cs="Arial Narrow"/>
                <w:b/>
                <w:bCs/>
                <w:caps/>
                <w:sz w:val="48"/>
                <w:szCs w:val="48"/>
              </w:rPr>
              <w:t xml:space="preserve"> práce</w:t>
            </w:r>
          </w:p>
          <w:p w:rsidR="00C91564" w:rsidRPr="00811BD3" w:rsidRDefault="00C91564">
            <w:pPr>
              <w:spacing w:after="0" w:line="240" w:lineRule="auto"/>
              <w:jc w:val="center"/>
              <w:rPr>
                <w:rFonts w:ascii="Arial Narrow" w:hAnsi="Arial Narrow" w:cs="Arial Narrow"/>
                <w:b/>
                <w:bCs/>
                <w:sz w:val="36"/>
                <w:szCs w:val="36"/>
              </w:rPr>
            </w:pPr>
            <w:r w:rsidRPr="00811BD3">
              <w:rPr>
                <w:rFonts w:ascii="Arial Narrow" w:hAnsi="Arial Narrow" w:cs="Arial Narrow"/>
                <w:b/>
                <w:bCs/>
                <w:sz w:val="36"/>
                <w:szCs w:val="36"/>
              </w:rPr>
              <w:t>dokumentace</w:t>
            </w:r>
          </w:p>
        </w:tc>
      </w:tr>
      <w:tr w:rsidR="00C91564">
        <w:trPr>
          <w:trHeight w:hRule="exact" w:val="1591"/>
        </w:trPr>
        <w:tc>
          <w:tcPr>
            <w:tcW w:w="9640" w:type="dxa"/>
            <w:gridSpan w:val="3"/>
            <w:vAlign w:val="center"/>
          </w:tcPr>
          <w:p w:rsidR="00FC1F9B" w:rsidRPr="00C91564" w:rsidRDefault="00DC7565" w:rsidP="00B615CD">
            <w:pPr>
              <w:spacing w:after="0" w:line="240" w:lineRule="auto"/>
              <w:jc w:val="center"/>
              <w:rPr>
                <w:rFonts w:ascii="Arial Narrow" w:hAnsi="Arial Narrow" w:cs="Arial Narrow"/>
                <w:b/>
                <w:bCs/>
                <w:sz w:val="44"/>
                <w:szCs w:val="44"/>
              </w:rPr>
            </w:pPr>
            <w:r>
              <w:rPr>
                <w:rFonts w:ascii="Arial Narrow" w:hAnsi="Arial Narrow" w:cs="Arial Narrow"/>
                <w:b/>
                <w:bCs/>
                <w:sz w:val="44"/>
                <w:szCs w:val="44"/>
              </w:rPr>
              <w:t>Server/Klient objednávkový systém v</w:t>
            </w:r>
            <w:r w:rsidR="00B615CD">
              <w:rPr>
                <w:rFonts w:ascii="Arial Narrow" w:hAnsi="Arial Narrow" w:cs="Arial Narrow"/>
                <w:b/>
                <w:bCs/>
                <w:sz w:val="44"/>
                <w:szCs w:val="44"/>
              </w:rPr>
              <w:t> C#</w:t>
            </w:r>
          </w:p>
        </w:tc>
      </w:tr>
      <w:tr w:rsidR="00F03DA6">
        <w:trPr>
          <w:trHeight w:hRule="exact" w:val="567"/>
        </w:trPr>
        <w:tc>
          <w:tcPr>
            <w:tcW w:w="9640" w:type="dxa"/>
            <w:gridSpan w:val="3"/>
          </w:tcPr>
          <w:p w:rsidR="00F03DA6" w:rsidRPr="00C91564" w:rsidRDefault="00D72F3B" w:rsidP="00C91564">
            <w:pPr>
              <w:spacing w:after="0" w:line="240" w:lineRule="auto"/>
              <w:jc w:val="center"/>
              <w:rPr>
                <w:rFonts w:ascii="Arial Narrow" w:hAnsi="Arial Narrow" w:cs="Arial Narrow"/>
              </w:rPr>
            </w:pPr>
            <w:r>
              <w:rPr>
                <w:rFonts w:ascii="Arial Narrow" w:hAnsi="Arial Narrow" w:cs="Arial Narrow"/>
                <w:sz w:val="40"/>
                <w:szCs w:val="40"/>
              </w:rPr>
              <w:t>Lukáš Moravec</w:t>
            </w:r>
          </w:p>
        </w:tc>
      </w:tr>
      <w:tr w:rsidR="00C91564">
        <w:trPr>
          <w:trHeight w:val="4781"/>
        </w:trPr>
        <w:tc>
          <w:tcPr>
            <w:tcW w:w="9640" w:type="dxa"/>
            <w:gridSpan w:val="3"/>
            <w:vAlign w:val="center"/>
          </w:tcPr>
          <w:p w:rsidR="00FC1F9B" w:rsidRPr="00E41AE1" w:rsidRDefault="00FC1F9B" w:rsidP="00E41AE1">
            <w:pPr>
              <w:spacing w:after="0" w:line="240" w:lineRule="auto"/>
              <w:jc w:val="center"/>
              <w:rPr>
                <w:rFonts w:ascii="Arial Narrow" w:hAnsi="Arial Narrow" w:cs="Arial Narrow"/>
                <w:sz w:val="40"/>
                <w:szCs w:val="40"/>
                <w:lang w:val="en-US"/>
              </w:rPr>
            </w:pPr>
          </w:p>
        </w:tc>
      </w:tr>
      <w:tr w:rsidR="00F03DA6" w:rsidTr="005D5EFD">
        <w:trPr>
          <w:trHeight w:hRule="exact" w:val="108"/>
        </w:trPr>
        <w:tc>
          <w:tcPr>
            <w:tcW w:w="3828" w:type="dxa"/>
            <w:gridSpan w:val="2"/>
          </w:tcPr>
          <w:p w:rsidR="00F03DA6" w:rsidRDefault="00F03DA6">
            <w:pPr>
              <w:spacing w:after="0" w:line="240" w:lineRule="auto"/>
              <w:rPr>
                <w:rFonts w:ascii="Arial Narrow" w:hAnsi="Arial Narrow" w:cs="Arial Narrow"/>
              </w:rPr>
            </w:pPr>
          </w:p>
        </w:tc>
        <w:tc>
          <w:tcPr>
            <w:tcW w:w="5812" w:type="dxa"/>
          </w:tcPr>
          <w:p w:rsidR="00F03DA6" w:rsidRDefault="00F03DA6">
            <w:pPr>
              <w:spacing w:after="0" w:line="240" w:lineRule="auto"/>
              <w:rPr>
                <w:rFonts w:ascii="Arial Narrow" w:hAnsi="Arial Narrow" w:cs="Arial Narrow"/>
              </w:rPr>
            </w:pPr>
          </w:p>
        </w:tc>
      </w:tr>
      <w:tr w:rsidR="005D5EFD" w:rsidTr="005D5EFD">
        <w:trPr>
          <w:trHeight w:hRule="exact" w:val="930"/>
        </w:trPr>
        <w:tc>
          <w:tcPr>
            <w:tcW w:w="2410" w:type="dxa"/>
            <w:vAlign w:val="center"/>
          </w:tcPr>
          <w:p w:rsidR="005D5EFD" w:rsidRDefault="005D5EFD" w:rsidP="005D5EFD">
            <w:pPr>
              <w:spacing w:after="0" w:line="240" w:lineRule="auto"/>
              <w:ind w:left="397" w:right="284"/>
              <w:rPr>
                <w:rFonts w:ascii="Arial Narrow" w:hAnsi="Arial Narrow" w:cs="Arial Narrow"/>
                <w:sz w:val="28"/>
                <w:szCs w:val="28"/>
              </w:rPr>
            </w:pPr>
            <w:r>
              <w:rPr>
                <w:rFonts w:ascii="Arial Narrow" w:hAnsi="Arial Narrow" w:cs="Arial Narrow"/>
                <w:b/>
                <w:bCs/>
                <w:sz w:val="28"/>
                <w:szCs w:val="28"/>
              </w:rPr>
              <w:t>Obor:</w:t>
            </w:r>
            <w:r w:rsidRPr="00C91564">
              <w:rPr>
                <w:rFonts w:ascii="Arial Narrow" w:hAnsi="Arial Narrow" w:cs="Arial Narrow"/>
                <w:sz w:val="28"/>
                <w:szCs w:val="28"/>
              </w:rPr>
              <w:t xml:space="preserve"> </w:t>
            </w:r>
          </w:p>
          <w:p w:rsidR="005D5EFD" w:rsidRDefault="005D5EFD" w:rsidP="005D5EFD">
            <w:pPr>
              <w:spacing w:after="0" w:line="240" w:lineRule="auto"/>
              <w:ind w:left="397" w:right="284"/>
              <w:rPr>
                <w:rFonts w:ascii="Arial Narrow" w:hAnsi="Arial Narrow" w:cs="Arial Narrow"/>
                <w:sz w:val="28"/>
                <w:szCs w:val="28"/>
              </w:rPr>
            </w:pPr>
          </w:p>
        </w:tc>
        <w:tc>
          <w:tcPr>
            <w:tcW w:w="7230" w:type="dxa"/>
            <w:gridSpan w:val="2"/>
            <w:vAlign w:val="center"/>
          </w:tcPr>
          <w:p w:rsidR="005D5EFD" w:rsidRPr="00E219C1" w:rsidRDefault="005D5EFD" w:rsidP="005D5EFD">
            <w:pPr>
              <w:spacing w:after="0" w:line="240" w:lineRule="auto"/>
              <w:ind w:left="397" w:right="284"/>
              <w:jc w:val="left"/>
              <w:rPr>
                <w:rFonts w:ascii="Arial Narrow" w:hAnsi="Arial Narrow" w:cs="Arial Narrow"/>
                <w:sz w:val="28"/>
                <w:szCs w:val="28"/>
              </w:rPr>
            </w:pPr>
            <w:bookmarkStart w:id="0" w:name="Rozevírací2"/>
            <w:r w:rsidRPr="005D5EFD">
              <w:rPr>
                <w:rFonts w:ascii="Arial Narrow" w:hAnsi="Arial Narrow" w:cs="Arial Narrow"/>
                <w:sz w:val="28"/>
                <w:szCs w:val="28"/>
              </w:rPr>
              <w:t xml:space="preserve">18-20-M/01 INFORMAČNÍ TECHNOLOGIE </w:t>
            </w:r>
            <w:r>
              <w:rPr>
                <w:rFonts w:ascii="Arial Narrow" w:hAnsi="Arial Narrow" w:cs="Arial Narrow"/>
                <w:sz w:val="28"/>
                <w:szCs w:val="28"/>
              </w:rPr>
              <w:br/>
            </w:r>
            <w:r w:rsidRPr="005D5EFD">
              <w:rPr>
                <w:rFonts w:ascii="Arial Narrow" w:hAnsi="Arial Narrow" w:cs="Arial Narrow"/>
                <w:sz w:val="28"/>
                <w:szCs w:val="28"/>
              </w:rPr>
              <w:t xml:space="preserve">se zaměřením na počítačové sítě a programování </w:t>
            </w:r>
            <w:bookmarkEnd w:id="0"/>
          </w:p>
        </w:tc>
      </w:tr>
      <w:tr w:rsidR="005D5EFD" w:rsidTr="005D5EFD">
        <w:trPr>
          <w:trHeight w:hRule="exact" w:val="930"/>
        </w:trPr>
        <w:tc>
          <w:tcPr>
            <w:tcW w:w="2410" w:type="dxa"/>
            <w:vAlign w:val="center"/>
          </w:tcPr>
          <w:p w:rsidR="005D5EFD" w:rsidRDefault="005D5EFD" w:rsidP="005D5EFD">
            <w:pPr>
              <w:spacing w:line="240" w:lineRule="auto"/>
              <w:ind w:left="397" w:right="284"/>
              <w:rPr>
                <w:rFonts w:ascii="Arial Narrow" w:hAnsi="Arial Narrow" w:cs="Arial Narrow"/>
                <w:b/>
                <w:bCs/>
                <w:sz w:val="28"/>
                <w:szCs w:val="28"/>
              </w:rPr>
            </w:pPr>
            <w:r>
              <w:rPr>
                <w:rFonts w:ascii="Arial Narrow" w:hAnsi="Arial Narrow" w:cs="Arial Narrow"/>
                <w:b/>
                <w:bCs/>
                <w:sz w:val="28"/>
                <w:szCs w:val="28"/>
              </w:rPr>
              <w:t>Třída:</w:t>
            </w:r>
          </w:p>
          <w:p w:rsidR="005D5EFD" w:rsidRDefault="005D5EFD" w:rsidP="005D5EFD">
            <w:pPr>
              <w:spacing w:after="0" w:line="240" w:lineRule="auto"/>
              <w:ind w:left="397" w:right="284"/>
              <w:rPr>
                <w:rFonts w:ascii="Arial Narrow" w:hAnsi="Arial Narrow" w:cs="Arial Narrow"/>
                <w:b/>
                <w:bCs/>
                <w:sz w:val="28"/>
                <w:szCs w:val="28"/>
              </w:rPr>
            </w:pPr>
            <w:r>
              <w:rPr>
                <w:rFonts w:ascii="Arial Narrow" w:hAnsi="Arial Narrow" w:cs="Arial Narrow"/>
                <w:b/>
                <w:bCs/>
                <w:sz w:val="28"/>
                <w:szCs w:val="28"/>
              </w:rPr>
              <w:t>Školní rok:</w:t>
            </w:r>
          </w:p>
        </w:tc>
        <w:tc>
          <w:tcPr>
            <w:tcW w:w="7230" w:type="dxa"/>
            <w:gridSpan w:val="2"/>
            <w:vAlign w:val="center"/>
          </w:tcPr>
          <w:p w:rsidR="005D5EFD" w:rsidRDefault="005D5EFD" w:rsidP="005D5EFD">
            <w:pPr>
              <w:spacing w:line="240" w:lineRule="auto"/>
              <w:ind w:left="397" w:right="284"/>
              <w:jc w:val="left"/>
              <w:rPr>
                <w:rFonts w:ascii="Arial Narrow" w:hAnsi="Arial Narrow" w:cs="Arial Narrow"/>
                <w:sz w:val="28"/>
                <w:szCs w:val="28"/>
              </w:rPr>
            </w:pPr>
            <w:r>
              <w:rPr>
                <w:rFonts w:ascii="Arial Narrow" w:hAnsi="Arial Narrow" w:cs="Arial Narrow"/>
                <w:sz w:val="28"/>
                <w:szCs w:val="28"/>
              </w:rPr>
              <w:t>IT4</w:t>
            </w:r>
          </w:p>
          <w:p w:rsidR="005D5EFD" w:rsidRPr="005D5EFD" w:rsidRDefault="005D5EFD" w:rsidP="00A258E5">
            <w:pPr>
              <w:spacing w:after="0" w:line="240" w:lineRule="auto"/>
              <w:ind w:left="397" w:right="284"/>
              <w:jc w:val="left"/>
              <w:rPr>
                <w:rFonts w:ascii="Arial Narrow" w:hAnsi="Arial Narrow" w:cs="Arial Narrow"/>
                <w:sz w:val="28"/>
                <w:szCs w:val="28"/>
              </w:rPr>
            </w:pPr>
            <w:r>
              <w:rPr>
                <w:rFonts w:ascii="Arial Narrow" w:hAnsi="Arial Narrow" w:cs="Arial Narrow"/>
                <w:sz w:val="28"/>
                <w:szCs w:val="28"/>
              </w:rPr>
              <w:t>201</w:t>
            </w:r>
            <w:r w:rsidR="00A258E5">
              <w:rPr>
                <w:rFonts w:ascii="Arial Narrow" w:hAnsi="Arial Narrow" w:cs="Arial Narrow"/>
                <w:sz w:val="28"/>
                <w:szCs w:val="28"/>
              </w:rPr>
              <w:t>7</w:t>
            </w:r>
            <w:r>
              <w:rPr>
                <w:rFonts w:ascii="Arial Narrow" w:hAnsi="Arial Narrow" w:cs="Arial Narrow"/>
                <w:sz w:val="28"/>
                <w:szCs w:val="28"/>
              </w:rPr>
              <w:t>/201</w:t>
            </w:r>
            <w:r w:rsidR="00A258E5">
              <w:rPr>
                <w:rFonts w:ascii="Arial Narrow" w:hAnsi="Arial Narrow" w:cs="Arial Narrow"/>
                <w:sz w:val="28"/>
                <w:szCs w:val="28"/>
              </w:rPr>
              <w:t>8</w:t>
            </w:r>
          </w:p>
        </w:tc>
      </w:tr>
    </w:tbl>
    <w:p w:rsidR="00F03DA6" w:rsidRDefault="00F03DA6">
      <w:pPr>
        <w:sectPr w:rsidR="00F03DA6">
          <w:footerReference w:type="default" r:id="rId9"/>
          <w:headerReference w:type="first" r:id="rId10"/>
          <w:pgSz w:w="11907" w:h="16840" w:code="9"/>
          <w:pgMar w:top="1134" w:right="851" w:bottom="851" w:left="1418" w:header="709" w:footer="709" w:gutter="0"/>
          <w:pgNumType w:start="1"/>
          <w:cols w:space="708"/>
          <w:titlePg/>
        </w:sectPr>
      </w:pPr>
    </w:p>
    <w:p w:rsidR="004A12E0" w:rsidRDefault="00896E56" w:rsidP="00C90F33">
      <w:pPr>
        <w:pStyle w:val="Heading4"/>
      </w:pPr>
      <w:r>
        <w:br w:type="page"/>
      </w:r>
    </w:p>
    <w:p w:rsidR="00363F30" w:rsidRPr="00363F30" w:rsidRDefault="00363F30" w:rsidP="00363F30"/>
    <w:p w:rsidR="004A12E0" w:rsidRPr="00F80FDA" w:rsidRDefault="008B6730" w:rsidP="00320CEC">
      <w:pPr>
        <w:spacing w:before="8520"/>
        <w:jc w:val="left"/>
        <w:rPr>
          <w:rStyle w:val="Pokec"/>
          <w:color w:val="auto"/>
        </w:rPr>
      </w:pPr>
      <w:r w:rsidRPr="008B6730">
        <w:rPr>
          <w:rStyle w:val="Pokec"/>
          <w:color w:val="auto"/>
        </w:rPr>
        <w:t xml:space="preserve">Prohlašuji, že jsem závěrečnou práci vypracoval samostatně a uvedl veškeré použité </w:t>
      </w:r>
      <w:r>
        <w:rPr>
          <w:rStyle w:val="Pokec"/>
          <w:color w:val="auto"/>
        </w:rPr>
        <w:br/>
      </w:r>
      <w:r w:rsidRPr="008B6730">
        <w:rPr>
          <w:rStyle w:val="Pokec"/>
          <w:color w:val="auto"/>
        </w:rPr>
        <w:t>informační zdroje</w:t>
      </w:r>
      <w:r w:rsidR="004A12E0" w:rsidRPr="008B6730">
        <w:rPr>
          <w:rStyle w:val="Pokec"/>
          <w:color w:val="auto"/>
        </w:rPr>
        <w:t>.</w:t>
      </w:r>
    </w:p>
    <w:p w:rsidR="00320CEC" w:rsidRPr="00F80FDA" w:rsidRDefault="00320CEC" w:rsidP="00320CEC">
      <w:pPr>
        <w:jc w:val="left"/>
        <w:rPr>
          <w:rStyle w:val="Pokec"/>
          <w:color w:val="auto"/>
        </w:rPr>
      </w:pPr>
      <w:r w:rsidRPr="00320CEC">
        <w:rPr>
          <w:rStyle w:val="Pokec"/>
          <w:color w:val="auto"/>
        </w:rPr>
        <w:t xml:space="preserve">Souhlasím, aby tato </w:t>
      </w:r>
      <w:r>
        <w:rPr>
          <w:rStyle w:val="Pokec"/>
          <w:color w:val="auto"/>
        </w:rPr>
        <w:t>studijní</w:t>
      </w:r>
      <w:r w:rsidRPr="00320CEC">
        <w:rPr>
          <w:rStyle w:val="Pokec"/>
          <w:color w:val="auto"/>
        </w:rPr>
        <w:t xml:space="preserve"> práce byla použita k</w:t>
      </w:r>
      <w:r>
        <w:rPr>
          <w:rStyle w:val="Pokec"/>
          <w:color w:val="auto"/>
        </w:rPr>
        <w:t xml:space="preserve"> </w:t>
      </w:r>
      <w:r w:rsidRPr="00320CEC">
        <w:rPr>
          <w:rStyle w:val="Pokec"/>
          <w:color w:val="auto"/>
        </w:rPr>
        <w:t>výukovým účelům</w:t>
      </w:r>
      <w:r>
        <w:rPr>
          <w:rStyle w:val="Pokec"/>
          <w:color w:val="auto"/>
        </w:rPr>
        <w:t xml:space="preserve"> na Střední průmyslové </w:t>
      </w:r>
      <w:r>
        <w:rPr>
          <w:rStyle w:val="Pokec"/>
          <w:color w:val="auto"/>
        </w:rPr>
        <w:br/>
        <w:t xml:space="preserve">a umělecké škole v Opavě, Praskova </w:t>
      </w:r>
      <w:r>
        <w:t>399/8.</w:t>
      </w:r>
    </w:p>
    <w:p w:rsidR="008B6730" w:rsidRPr="00F80FDA" w:rsidRDefault="008B6730" w:rsidP="008B6730">
      <w:pPr>
        <w:spacing w:before="120"/>
        <w:jc w:val="left"/>
        <w:rPr>
          <w:rStyle w:val="Pokec"/>
          <w:color w:val="auto"/>
        </w:rPr>
      </w:pPr>
      <w:r>
        <w:rPr>
          <w:rStyle w:val="Pokec"/>
          <w:color w:val="auto"/>
        </w:rPr>
        <w:t xml:space="preserve">V Opavě </w:t>
      </w:r>
      <w:r>
        <w:rPr>
          <w:rStyle w:val="Pokec"/>
          <w:color w:val="auto"/>
        </w:rPr>
        <w:tab/>
        <w:t>31. 12. 201</w:t>
      </w:r>
      <w:r w:rsidR="00DC7565">
        <w:rPr>
          <w:rStyle w:val="Pokec"/>
          <w:color w:val="auto"/>
        </w:rPr>
        <w:t>7</w:t>
      </w:r>
    </w:p>
    <w:p w:rsidR="00294C06" w:rsidRPr="008B6730" w:rsidRDefault="004A12E0" w:rsidP="008B6730">
      <w:pPr>
        <w:pBdr>
          <w:top w:val="single" w:sz="4" w:space="1" w:color="auto"/>
        </w:pBdr>
        <w:ind w:left="4963" w:firstLine="709"/>
        <w:rPr>
          <w:i/>
        </w:rPr>
      </w:pPr>
      <w:r w:rsidRPr="008B6730">
        <w:rPr>
          <w:rStyle w:val="Pokec"/>
          <w:i/>
          <w:color w:val="auto"/>
        </w:rPr>
        <w:t xml:space="preserve">podpis </w:t>
      </w:r>
      <w:r w:rsidR="008B6730" w:rsidRPr="008B6730">
        <w:rPr>
          <w:rStyle w:val="Pokec"/>
          <w:i/>
          <w:color w:val="auto"/>
        </w:rPr>
        <w:t>autora práce</w:t>
      </w:r>
    </w:p>
    <w:p w:rsidR="00F03DA6" w:rsidRPr="005F3335" w:rsidRDefault="00896E56" w:rsidP="005F3335">
      <w:pPr>
        <w:rPr>
          <w:b/>
          <w:sz w:val="28"/>
          <w:szCs w:val="28"/>
        </w:rPr>
      </w:pPr>
      <w:bookmarkStart w:id="1" w:name="_Toc37577728"/>
      <w:r>
        <w:rPr>
          <w:b/>
          <w:sz w:val="28"/>
          <w:szCs w:val="28"/>
        </w:rPr>
        <w:br w:type="page"/>
      </w:r>
      <w:r w:rsidR="00F03DA6" w:rsidRPr="005F3335">
        <w:rPr>
          <w:b/>
          <w:sz w:val="28"/>
          <w:szCs w:val="28"/>
        </w:rPr>
        <w:lastRenderedPageBreak/>
        <w:t>A</w:t>
      </w:r>
      <w:bookmarkEnd w:id="1"/>
      <w:r w:rsidR="00D12AB2">
        <w:rPr>
          <w:b/>
          <w:sz w:val="28"/>
          <w:szCs w:val="28"/>
        </w:rPr>
        <w:t>NOTACE</w:t>
      </w:r>
    </w:p>
    <w:p w:rsidR="00267E8C" w:rsidRDefault="00DB3588">
      <w:r>
        <w:t>Realizací projektu se stal systém</w:t>
      </w:r>
      <w:r w:rsidR="004139B9">
        <w:t xml:space="preserve"> předobjednávek restaurací rychlého občerstvení, který by zkrátil d</w:t>
      </w:r>
      <w:r w:rsidR="00515A35">
        <w:t>obu čekání na samotné objednání</w:t>
      </w:r>
      <w:r w:rsidR="004139B9">
        <w:t xml:space="preserve"> či výdej jídla.</w:t>
      </w:r>
      <w:r w:rsidR="00BA215E">
        <w:t xml:space="preserve"> Projekt se skládá ze serverové části, která využívá softwarové platformy Mono pro .N</w:t>
      </w:r>
      <w:r w:rsidR="007F2A7E">
        <w:t>ET</w:t>
      </w:r>
      <w:r w:rsidR="00BA215E">
        <w:t xml:space="preserve"> </w:t>
      </w:r>
      <w:r w:rsidR="007614A9">
        <w:t>Framework psané v jazyce C# a G</w:t>
      </w:r>
      <w:r w:rsidR="005B3F94">
        <w:t>TK</w:t>
      </w:r>
      <w:r w:rsidR="007614A9">
        <w:t># pro tvorbu uživatelského rozhraní, a klientské části.</w:t>
      </w:r>
      <w:r w:rsidR="005B3F94">
        <w:t xml:space="preserve"> Klient</w:t>
      </w:r>
      <w:r w:rsidR="002D01E2">
        <w:t xml:space="preserve"> má v sobě zabudovanou platební bránu, aby mohla být objednávka zaplacena předem.</w:t>
      </w:r>
      <w:r w:rsidR="005B3F94">
        <w:t xml:space="preserve"> </w:t>
      </w:r>
      <w:r w:rsidR="006D26AF">
        <w:t>Byl vytvořen</w:t>
      </w:r>
      <w:r w:rsidR="005B3F94">
        <w:t xml:space="preserve"> </w:t>
      </w:r>
      <w:r w:rsidR="00A2339E">
        <w:t>pomocí</w:t>
      </w:r>
      <w:r w:rsidR="007B5001">
        <w:t xml:space="preserve"> Ionic</w:t>
      </w:r>
      <w:r w:rsidR="00A2339E">
        <w:t xml:space="preserve"> Frameworku</w:t>
      </w:r>
      <w:r w:rsidR="007B5001">
        <w:t xml:space="preserve">, </w:t>
      </w:r>
      <w:r w:rsidR="004008E1">
        <w:t>který</w:t>
      </w:r>
      <w:r w:rsidR="007B5001">
        <w:t xml:space="preserve"> využívá webové technologie k tvorbě hybridní</w:t>
      </w:r>
      <w:r w:rsidR="00B328B4">
        <w:t>ch</w:t>
      </w:r>
      <w:r w:rsidR="00E46AB6">
        <w:t>, adaptivních</w:t>
      </w:r>
      <w:r w:rsidR="00B328B4">
        <w:t xml:space="preserve"> mobilních aplikací</w:t>
      </w:r>
      <w:r w:rsidR="0043466E">
        <w:t>.</w:t>
      </w:r>
      <w:r w:rsidR="002D01E2">
        <w:t xml:space="preserve"> </w:t>
      </w:r>
      <w:r w:rsidR="002F74B4">
        <w:t xml:space="preserve"> </w:t>
      </w:r>
      <w:r w:rsidR="00D8141C">
        <w:t xml:space="preserve">Informace o </w:t>
      </w:r>
      <w:r w:rsidR="0086051F">
        <w:t>uživatelích a detailech objednávek jsou uloženy v databázovém systému MySQL.</w:t>
      </w:r>
      <w:r w:rsidR="006271F3">
        <w:t xml:space="preserve"> Součástí serveru je i možnost vytvořit si vlastní jídelní lístek s možností exportu.</w:t>
      </w:r>
      <w:r w:rsidR="005823EA">
        <w:t xml:space="preserve"> </w:t>
      </w:r>
      <w:r w:rsidR="00A30C38">
        <w:t>Uživatel na straně klienta si může vymyslet své vlastní menu z aktuální nabídky na serveru.</w:t>
      </w:r>
    </w:p>
    <w:p w:rsidR="00F03DA6" w:rsidRDefault="00F03DA6">
      <w:pPr>
        <w:rPr>
          <w:rStyle w:val="Pokec"/>
        </w:rPr>
      </w:pPr>
    </w:p>
    <w:p w:rsidR="00F03DA6" w:rsidRDefault="00F03DA6"/>
    <w:p w:rsidR="005F3335" w:rsidRDefault="005F3335"/>
    <w:p w:rsidR="001E33B9" w:rsidRDefault="001E33B9"/>
    <w:p w:rsidR="002A6292" w:rsidRDefault="001E33B9" w:rsidP="002A6292">
      <w:pPr>
        <w:spacing w:after="0" w:line="240" w:lineRule="auto"/>
        <w:jc w:val="left"/>
      </w:pPr>
      <w:r>
        <w:br w:type="page"/>
      </w:r>
    </w:p>
    <w:p w:rsidR="002A6292" w:rsidRPr="002A6292" w:rsidRDefault="002A6292" w:rsidP="009B42F3">
      <w:pPr>
        <w:pStyle w:val="TOC1"/>
        <w:rPr>
          <w:rFonts w:eastAsiaTheme="minorEastAsia"/>
          <w:noProof/>
        </w:rPr>
      </w:pPr>
      <w:r w:rsidRPr="002A6292">
        <w:lastRenderedPageBreak/>
        <w:fldChar w:fldCharType="begin"/>
      </w:r>
      <w:r w:rsidRPr="002A6292">
        <w:instrText xml:space="preserve"> TOC \o "1-3" \h \z \u </w:instrText>
      </w:r>
      <w:r w:rsidRPr="002A6292">
        <w:fldChar w:fldCharType="separate"/>
      </w:r>
      <w:hyperlink w:anchor="_Toc501285902" w:history="1">
        <w:r w:rsidRPr="002A6292">
          <w:rPr>
            <w:rStyle w:val="Hyperlink"/>
            <w:rFonts w:ascii="Times New Roman" w:hAnsi="Times New Roman" w:cs="Times New Roman"/>
            <w:noProof/>
            <w:sz w:val="24"/>
            <w:szCs w:val="24"/>
          </w:rPr>
          <w:t>Úvod</w:t>
        </w:r>
        <w:r w:rsidRPr="002A6292">
          <w:rPr>
            <w:noProof/>
            <w:webHidden/>
          </w:rPr>
          <w:tab/>
        </w:r>
        <w:r w:rsidRPr="002A6292">
          <w:rPr>
            <w:noProof/>
            <w:webHidden/>
          </w:rPr>
          <w:fldChar w:fldCharType="begin"/>
        </w:r>
        <w:r w:rsidRPr="002A6292">
          <w:rPr>
            <w:noProof/>
            <w:webHidden/>
          </w:rPr>
          <w:instrText xml:space="preserve"> PAGEREF _Toc501285902 \h </w:instrText>
        </w:r>
        <w:r w:rsidRPr="002A6292">
          <w:rPr>
            <w:noProof/>
            <w:webHidden/>
          </w:rPr>
        </w:r>
        <w:r w:rsidRPr="002A6292">
          <w:rPr>
            <w:noProof/>
            <w:webHidden/>
          </w:rPr>
          <w:fldChar w:fldCharType="separate"/>
        </w:r>
        <w:r w:rsidR="00F06D94">
          <w:rPr>
            <w:noProof/>
            <w:webHidden/>
          </w:rPr>
          <w:t>5</w:t>
        </w:r>
        <w:r w:rsidRPr="002A6292">
          <w:rPr>
            <w:noProof/>
            <w:webHidden/>
          </w:rPr>
          <w:fldChar w:fldCharType="end"/>
        </w:r>
      </w:hyperlink>
    </w:p>
    <w:p w:rsidR="002A6292" w:rsidRPr="002A6292" w:rsidRDefault="001D2002" w:rsidP="009B42F3">
      <w:pPr>
        <w:pStyle w:val="TOC1"/>
        <w:rPr>
          <w:rFonts w:eastAsiaTheme="minorEastAsia"/>
          <w:noProof/>
        </w:rPr>
      </w:pPr>
      <w:hyperlink w:anchor="_Toc501285903" w:history="1">
        <w:r w:rsidR="002A6292" w:rsidRPr="002A6292">
          <w:rPr>
            <w:rStyle w:val="Hyperlink"/>
            <w:rFonts w:ascii="Times New Roman" w:hAnsi="Times New Roman" w:cs="Times New Roman"/>
            <w:noProof/>
            <w:sz w:val="24"/>
            <w:szCs w:val="24"/>
          </w:rPr>
          <w:t>1</w:t>
        </w:r>
        <w:r w:rsidR="002A6292" w:rsidRPr="002A6292">
          <w:rPr>
            <w:rFonts w:eastAsiaTheme="minorEastAsia"/>
            <w:noProof/>
          </w:rPr>
          <w:tab/>
        </w:r>
        <w:r w:rsidR="002A6292" w:rsidRPr="002A6292">
          <w:rPr>
            <w:rStyle w:val="Hyperlink"/>
            <w:rFonts w:ascii="Times New Roman" w:hAnsi="Times New Roman" w:cs="Times New Roman"/>
            <w:noProof/>
            <w:sz w:val="24"/>
            <w:szCs w:val="24"/>
          </w:rPr>
          <w:t>Teoretická a metodická východiska</w:t>
        </w:r>
        <w:r w:rsidR="002A6292" w:rsidRPr="002A6292">
          <w:rPr>
            <w:noProof/>
            <w:webHidden/>
          </w:rPr>
          <w:tab/>
        </w:r>
        <w:r w:rsidR="002A6292" w:rsidRPr="002A6292">
          <w:rPr>
            <w:noProof/>
            <w:webHidden/>
          </w:rPr>
          <w:fldChar w:fldCharType="begin"/>
        </w:r>
        <w:r w:rsidR="002A6292" w:rsidRPr="002A6292">
          <w:rPr>
            <w:noProof/>
            <w:webHidden/>
          </w:rPr>
          <w:instrText xml:space="preserve"> PAGEREF _Toc501285903 \h </w:instrText>
        </w:r>
        <w:r w:rsidR="002A6292" w:rsidRPr="002A6292">
          <w:rPr>
            <w:noProof/>
            <w:webHidden/>
          </w:rPr>
        </w:r>
        <w:r w:rsidR="002A6292" w:rsidRPr="002A6292">
          <w:rPr>
            <w:noProof/>
            <w:webHidden/>
          </w:rPr>
          <w:fldChar w:fldCharType="separate"/>
        </w:r>
        <w:r w:rsidR="00F06D94">
          <w:rPr>
            <w:noProof/>
            <w:webHidden/>
          </w:rPr>
          <w:t>6</w:t>
        </w:r>
        <w:r w:rsidR="002A6292" w:rsidRPr="002A6292">
          <w:rPr>
            <w:noProof/>
            <w:webHidden/>
          </w:rPr>
          <w:fldChar w:fldCharType="end"/>
        </w:r>
      </w:hyperlink>
    </w:p>
    <w:p w:rsidR="002A6292" w:rsidRPr="002A6292" w:rsidRDefault="001D2002">
      <w:pPr>
        <w:pStyle w:val="TOC2"/>
        <w:tabs>
          <w:tab w:val="left" w:pos="720"/>
          <w:tab w:val="right" w:leader="dot" w:pos="8778"/>
        </w:tabs>
        <w:rPr>
          <w:rFonts w:ascii="Times New Roman" w:eastAsiaTheme="minorEastAsia" w:hAnsi="Times New Roman" w:cs="Times New Roman"/>
          <w:smallCaps w:val="0"/>
          <w:noProof/>
          <w:sz w:val="24"/>
          <w:szCs w:val="24"/>
        </w:rPr>
      </w:pPr>
      <w:hyperlink w:anchor="_Toc501285904" w:history="1">
        <w:r w:rsidR="002A6292" w:rsidRPr="002A6292">
          <w:rPr>
            <w:rStyle w:val="Hyperlink"/>
            <w:rFonts w:ascii="Times New Roman" w:hAnsi="Times New Roman" w:cs="Times New Roman"/>
            <w:noProof/>
            <w:sz w:val="24"/>
            <w:szCs w:val="24"/>
          </w:rPr>
          <w:t>1.1</w:t>
        </w:r>
        <w:r w:rsidR="002A6292" w:rsidRPr="002A6292">
          <w:rPr>
            <w:rFonts w:ascii="Times New Roman" w:eastAsiaTheme="minorEastAsia" w:hAnsi="Times New Roman" w:cs="Times New Roman"/>
            <w:smallCaps w:val="0"/>
            <w:noProof/>
            <w:sz w:val="24"/>
            <w:szCs w:val="24"/>
          </w:rPr>
          <w:tab/>
        </w:r>
        <w:r w:rsidR="002A6292" w:rsidRPr="002A6292">
          <w:rPr>
            <w:rStyle w:val="Hyperlink"/>
            <w:rFonts w:ascii="Times New Roman" w:hAnsi="Times New Roman" w:cs="Times New Roman"/>
            <w:noProof/>
            <w:sz w:val="24"/>
            <w:szCs w:val="24"/>
          </w:rPr>
          <w:t>Způsoby Internetové komunikace</w:t>
        </w:r>
        <w:r w:rsidR="002A6292" w:rsidRPr="002A6292">
          <w:rPr>
            <w:rFonts w:ascii="Times New Roman" w:hAnsi="Times New Roman" w:cs="Times New Roman"/>
            <w:noProof/>
            <w:webHidden/>
            <w:sz w:val="24"/>
            <w:szCs w:val="24"/>
          </w:rPr>
          <w:tab/>
        </w:r>
        <w:r w:rsidR="002A6292" w:rsidRPr="002A6292">
          <w:rPr>
            <w:rFonts w:ascii="Times New Roman" w:hAnsi="Times New Roman" w:cs="Times New Roman"/>
            <w:noProof/>
            <w:webHidden/>
            <w:sz w:val="24"/>
            <w:szCs w:val="24"/>
          </w:rPr>
          <w:fldChar w:fldCharType="begin"/>
        </w:r>
        <w:r w:rsidR="002A6292" w:rsidRPr="002A6292">
          <w:rPr>
            <w:rFonts w:ascii="Times New Roman" w:hAnsi="Times New Roman" w:cs="Times New Roman"/>
            <w:noProof/>
            <w:webHidden/>
            <w:sz w:val="24"/>
            <w:szCs w:val="24"/>
          </w:rPr>
          <w:instrText xml:space="preserve"> PAGEREF _Toc501285904 \h </w:instrText>
        </w:r>
        <w:r w:rsidR="002A6292" w:rsidRPr="002A6292">
          <w:rPr>
            <w:rFonts w:ascii="Times New Roman" w:hAnsi="Times New Roman" w:cs="Times New Roman"/>
            <w:noProof/>
            <w:webHidden/>
            <w:sz w:val="24"/>
            <w:szCs w:val="24"/>
          </w:rPr>
        </w:r>
        <w:r w:rsidR="002A6292" w:rsidRPr="002A6292">
          <w:rPr>
            <w:rFonts w:ascii="Times New Roman" w:hAnsi="Times New Roman" w:cs="Times New Roman"/>
            <w:noProof/>
            <w:webHidden/>
            <w:sz w:val="24"/>
            <w:szCs w:val="24"/>
          </w:rPr>
          <w:fldChar w:fldCharType="separate"/>
        </w:r>
        <w:r w:rsidR="00F06D94">
          <w:rPr>
            <w:rFonts w:ascii="Times New Roman" w:hAnsi="Times New Roman" w:cs="Times New Roman"/>
            <w:noProof/>
            <w:webHidden/>
            <w:sz w:val="24"/>
            <w:szCs w:val="24"/>
          </w:rPr>
          <w:t>6</w:t>
        </w:r>
        <w:r w:rsidR="002A6292" w:rsidRPr="002A6292">
          <w:rPr>
            <w:rFonts w:ascii="Times New Roman" w:hAnsi="Times New Roman" w:cs="Times New Roman"/>
            <w:noProof/>
            <w:webHidden/>
            <w:sz w:val="24"/>
            <w:szCs w:val="24"/>
          </w:rPr>
          <w:fldChar w:fldCharType="end"/>
        </w:r>
      </w:hyperlink>
    </w:p>
    <w:p w:rsidR="002A6292" w:rsidRPr="002A6292" w:rsidRDefault="001D2002">
      <w:pPr>
        <w:pStyle w:val="TOC3"/>
        <w:tabs>
          <w:tab w:val="left" w:pos="1200"/>
          <w:tab w:val="right" w:leader="dot" w:pos="8778"/>
        </w:tabs>
        <w:rPr>
          <w:rFonts w:ascii="Times New Roman" w:eastAsiaTheme="minorEastAsia" w:hAnsi="Times New Roman" w:cs="Times New Roman"/>
          <w:i w:val="0"/>
          <w:iCs w:val="0"/>
          <w:noProof/>
          <w:sz w:val="24"/>
          <w:szCs w:val="24"/>
        </w:rPr>
      </w:pPr>
      <w:hyperlink w:anchor="_Toc501285906" w:history="1">
        <w:r w:rsidR="002A6292" w:rsidRPr="002A6292">
          <w:rPr>
            <w:rStyle w:val="Hyperlink"/>
            <w:rFonts w:ascii="Times New Roman" w:hAnsi="Times New Roman" w:cs="Times New Roman"/>
            <w:i w:val="0"/>
            <w:noProof/>
            <w:sz w:val="24"/>
            <w:szCs w:val="24"/>
            <w14:scene3d>
              <w14:camera w14:prst="orthographicFront"/>
              <w14:lightRig w14:rig="threePt" w14:dir="t">
                <w14:rot w14:lat="0" w14:lon="0" w14:rev="0"/>
              </w14:lightRig>
            </w14:scene3d>
          </w:rPr>
          <w:t>1.1.1</w:t>
        </w:r>
        <w:r w:rsidR="002A6292" w:rsidRPr="002A6292">
          <w:rPr>
            <w:rFonts w:ascii="Times New Roman" w:eastAsiaTheme="minorEastAsia" w:hAnsi="Times New Roman" w:cs="Times New Roman"/>
            <w:i w:val="0"/>
            <w:iCs w:val="0"/>
            <w:noProof/>
            <w:sz w:val="24"/>
            <w:szCs w:val="24"/>
          </w:rPr>
          <w:tab/>
        </w:r>
        <w:r w:rsidR="002A6292" w:rsidRPr="002A6292">
          <w:rPr>
            <w:rStyle w:val="Hyperlink"/>
            <w:rFonts w:ascii="Times New Roman" w:hAnsi="Times New Roman" w:cs="Times New Roman"/>
            <w:i w:val="0"/>
            <w:noProof/>
            <w:sz w:val="24"/>
            <w:szCs w:val="24"/>
          </w:rPr>
          <w:t>XML RPC</w:t>
        </w:r>
        <w:r w:rsidR="002A6292" w:rsidRPr="002A6292">
          <w:rPr>
            <w:rFonts w:ascii="Times New Roman" w:hAnsi="Times New Roman" w:cs="Times New Roman"/>
            <w:i w:val="0"/>
            <w:noProof/>
            <w:webHidden/>
            <w:sz w:val="24"/>
            <w:szCs w:val="24"/>
          </w:rPr>
          <w:tab/>
        </w:r>
        <w:r w:rsidR="002A6292" w:rsidRPr="002A6292">
          <w:rPr>
            <w:rFonts w:ascii="Times New Roman" w:hAnsi="Times New Roman" w:cs="Times New Roman"/>
            <w:i w:val="0"/>
            <w:noProof/>
            <w:webHidden/>
            <w:sz w:val="24"/>
            <w:szCs w:val="24"/>
          </w:rPr>
          <w:fldChar w:fldCharType="begin"/>
        </w:r>
        <w:r w:rsidR="002A6292" w:rsidRPr="002A6292">
          <w:rPr>
            <w:rFonts w:ascii="Times New Roman" w:hAnsi="Times New Roman" w:cs="Times New Roman"/>
            <w:i w:val="0"/>
            <w:noProof/>
            <w:webHidden/>
            <w:sz w:val="24"/>
            <w:szCs w:val="24"/>
          </w:rPr>
          <w:instrText xml:space="preserve"> PAGEREF _Toc501285906 \h </w:instrText>
        </w:r>
        <w:r w:rsidR="002A6292" w:rsidRPr="002A6292">
          <w:rPr>
            <w:rFonts w:ascii="Times New Roman" w:hAnsi="Times New Roman" w:cs="Times New Roman"/>
            <w:i w:val="0"/>
            <w:noProof/>
            <w:webHidden/>
            <w:sz w:val="24"/>
            <w:szCs w:val="24"/>
          </w:rPr>
        </w:r>
        <w:r w:rsidR="002A6292" w:rsidRPr="002A6292">
          <w:rPr>
            <w:rFonts w:ascii="Times New Roman" w:hAnsi="Times New Roman" w:cs="Times New Roman"/>
            <w:i w:val="0"/>
            <w:noProof/>
            <w:webHidden/>
            <w:sz w:val="24"/>
            <w:szCs w:val="24"/>
          </w:rPr>
          <w:fldChar w:fldCharType="separate"/>
        </w:r>
        <w:r w:rsidR="00F06D94">
          <w:rPr>
            <w:rFonts w:ascii="Times New Roman" w:hAnsi="Times New Roman" w:cs="Times New Roman"/>
            <w:i w:val="0"/>
            <w:noProof/>
            <w:webHidden/>
            <w:sz w:val="24"/>
            <w:szCs w:val="24"/>
          </w:rPr>
          <w:t>6</w:t>
        </w:r>
        <w:r w:rsidR="002A6292" w:rsidRPr="002A6292">
          <w:rPr>
            <w:rFonts w:ascii="Times New Roman" w:hAnsi="Times New Roman" w:cs="Times New Roman"/>
            <w:i w:val="0"/>
            <w:noProof/>
            <w:webHidden/>
            <w:sz w:val="24"/>
            <w:szCs w:val="24"/>
          </w:rPr>
          <w:fldChar w:fldCharType="end"/>
        </w:r>
      </w:hyperlink>
    </w:p>
    <w:p w:rsidR="002A6292" w:rsidRPr="002A6292" w:rsidRDefault="001D2002">
      <w:pPr>
        <w:pStyle w:val="TOC3"/>
        <w:tabs>
          <w:tab w:val="left" w:pos="1200"/>
          <w:tab w:val="right" w:leader="dot" w:pos="8778"/>
        </w:tabs>
        <w:rPr>
          <w:rFonts w:ascii="Times New Roman" w:eastAsiaTheme="minorEastAsia" w:hAnsi="Times New Roman" w:cs="Times New Roman"/>
          <w:i w:val="0"/>
          <w:iCs w:val="0"/>
          <w:noProof/>
          <w:sz w:val="24"/>
          <w:szCs w:val="24"/>
        </w:rPr>
      </w:pPr>
      <w:hyperlink w:anchor="_Toc501285907" w:history="1">
        <w:r w:rsidR="002A6292" w:rsidRPr="002A6292">
          <w:rPr>
            <w:rStyle w:val="Hyperlink"/>
            <w:rFonts w:ascii="Times New Roman" w:hAnsi="Times New Roman" w:cs="Times New Roman"/>
            <w:i w:val="0"/>
            <w:noProof/>
            <w:sz w:val="24"/>
            <w:szCs w:val="24"/>
            <w14:scene3d>
              <w14:camera w14:prst="orthographicFront"/>
              <w14:lightRig w14:rig="threePt" w14:dir="t">
                <w14:rot w14:lat="0" w14:lon="0" w14:rev="0"/>
              </w14:lightRig>
            </w14:scene3d>
          </w:rPr>
          <w:t>1.1.2</w:t>
        </w:r>
        <w:r w:rsidR="002A6292" w:rsidRPr="002A6292">
          <w:rPr>
            <w:rFonts w:ascii="Times New Roman" w:eastAsiaTheme="minorEastAsia" w:hAnsi="Times New Roman" w:cs="Times New Roman"/>
            <w:i w:val="0"/>
            <w:iCs w:val="0"/>
            <w:noProof/>
            <w:sz w:val="24"/>
            <w:szCs w:val="24"/>
          </w:rPr>
          <w:tab/>
        </w:r>
        <w:r w:rsidR="002A6292" w:rsidRPr="002A6292">
          <w:rPr>
            <w:rStyle w:val="Hyperlink"/>
            <w:rFonts w:ascii="Times New Roman" w:hAnsi="Times New Roman" w:cs="Times New Roman"/>
            <w:i w:val="0"/>
            <w:noProof/>
            <w:sz w:val="24"/>
            <w:szCs w:val="24"/>
          </w:rPr>
          <w:t>SOAP</w:t>
        </w:r>
        <w:r w:rsidR="002A6292" w:rsidRPr="002A6292">
          <w:rPr>
            <w:rFonts w:ascii="Times New Roman" w:hAnsi="Times New Roman" w:cs="Times New Roman"/>
            <w:i w:val="0"/>
            <w:noProof/>
            <w:webHidden/>
            <w:sz w:val="24"/>
            <w:szCs w:val="24"/>
          </w:rPr>
          <w:tab/>
        </w:r>
        <w:r w:rsidR="002A6292" w:rsidRPr="002A6292">
          <w:rPr>
            <w:rFonts w:ascii="Times New Roman" w:hAnsi="Times New Roman" w:cs="Times New Roman"/>
            <w:i w:val="0"/>
            <w:noProof/>
            <w:webHidden/>
            <w:sz w:val="24"/>
            <w:szCs w:val="24"/>
          </w:rPr>
          <w:fldChar w:fldCharType="begin"/>
        </w:r>
        <w:r w:rsidR="002A6292" w:rsidRPr="002A6292">
          <w:rPr>
            <w:rFonts w:ascii="Times New Roman" w:hAnsi="Times New Roman" w:cs="Times New Roman"/>
            <w:i w:val="0"/>
            <w:noProof/>
            <w:webHidden/>
            <w:sz w:val="24"/>
            <w:szCs w:val="24"/>
          </w:rPr>
          <w:instrText xml:space="preserve"> PAGEREF _Toc501285907 \h </w:instrText>
        </w:r>
        <w:r w:rsidR="002A6292" w:rsidRPr="002A6292">
          <w:rPr>
            <w:rFonts w:ascii="Times New Roman" w:hAnsi="Times New Roman" w:cs="Times New Roman"/>
            <w:i w:val="0"/>
            <w:noProof/>
            <w:webHidden/>
            <w:sz w:val="24"/>
            <w:szCs w:val="24"/>
          </w:rPr>
        </w:r>
        <w:r w:rsidR="002A6292" w:rsidRPr="002A6292">
          <w:rPr>
            <w:rFonts w:ascii="Times New Roman" w:hAnsi="Times New Roman" w:cs="Times New Roman"/>
            <w:i w:val="0"/>
            <w:noProof/>
            <w:webHidden/>
            <w:sz w:val="24"/>
            <w:szCs w:val="24"/>
          </w:rPr>
          <w:fldChar w:fldCharType="separate"/>
        </w:r>
        <w:r w:rsidR="00F06D94">
          <w:rPr>
            <w:rFonts w:ascii="Times New Roman" w:hAnsi="Times New Roman" w:cs="Times New Roman"/>
            <w:i w:val="0"/>
            <w:noProof/>
            <w:webHidden/>
            <w:sz w:val="24"/>
            <w:szCs w:val="24"/>
          </w:rPr>
          <w:t>6</w:t>
        </w:r>
        <w:r w:rsidR="002A6292" w:rsidRPr="002A6292">
          <w:rPr>
            <w:rFonts w:ascii="Times New Roman" w:hAnsi="Times New Roman" w:cs="Times New Roman"/>
            <w:i w:val="0"/>
            <w:noProof/>
            <w:webHidden/>
            <w:sz w:val="24"/>
            <w:szCs w:val="24"/>
          </w:rPr>
          <w:fldChar w:fldCharType="end"/>
        </w:r>
      </w:hyperlink>
    </w:p>
    <w:p w:rsidR="002A6292" w:rsidRPr="002A6292" w:rsidRDefault="001D2002">
      <w:pPr>
        <w:pStyle w:val="TOC3"/>
        <w:tabs>
          <w:tab w:val="left" w:pos="1200"/>
          <w:tab w:val="right" w:leader="dot" w:pos="8778"/>
        </w:tabs>
        <w:rPr>
          <w:rFonts w:ascii="Times New Roman" w:eastAsiaTheme="minorEastAsia" w:hAnsi="Times New Roman" w:cs="Times New Roman"/>
          <w:i w:val="0"/>
          <w:iCs w:val="0"/>
          <w:noProof/>
          <w:sz w:val="24"/>
          <w:szCs w:val="24"/>
        </w:rPr>
      </w:pPr>
      <w:hyperlink w:anchor="_Toc501285908" w:history="1">
        <w:r w:rsidR="002A6292" w:rsidRPr="002A6292">
          <w:rPr>
            <w:rStyle w:val="Hyperlink"/>
            <w:rFonts w:ascii="Times New Roman" w:hAnsi="Times New Roman" w:cs="Times New Roman"/>
            <w:i w:val="0"/>
            <w:noProof/>
            <w:sz w:val="24"/>
            <w:szCs w:val="24"/>
            <w14:scene3d>
              <w14:camera w14:prst="orthographicFront"/>
              <w14:lightRig w14:rig="threePt" w14:dir="t">
                <w14:rot w14:lat="0" w14:lon="0" w14:rev="0"/>
              </w14:lightRig>
            </w14:scene3d>
          </w:rPr>
          <w:t>1.1.3</w:t>
        </w:r>
        <w:r w:rsidR="002A6292" w:rsidRPr="002A6292">
          <w:rPr>
            <w:rFonts w:ascii="Times New Roman" w:eastAsiaTheme="minorEastAsia" w:hAnsi="Times New Roman" w:cs="Times New Roman"/>
            <w:i w:val="0"/>
            <w:iCs w:val="0"/>
            <w:noProof/>
            <w:sz w:val="24"/>
            <w:szCs w:val="24"/>
          </w:rPr>
          <w:tab/>
        </w:r>
        <w:r w:rsidR="002A6292" w:rsidRPr="002A6292">
          <w:rPr>
            <w:rStyle w:val="Hyperlink"/>
            <w:rFonts w:ascii="Times New Roman" w:hAnsi="Times New Roman" w:cs="Times New Roman"/>
            <w:i w:val="0"/>
            <w:noProof/>
            <w:sz w:val="24"/>
            <w:szCs w:val="24"/>
          </w:rPr>
          <w:t>REST</w:t>
        </w:r>
        <w:r w:rsidR="002A6292" w:rsidRPr="002A6292">
          <w:rPr>
            <w:rFonts w:ascii="Times New Roman" w:hAnsi="Times New Roman" w:cs="Times New Roman"/>
            <w:i w:val="0"/>
            <w:noProof/>
            <w:webHidden/>
            <w:sz w:val="24"/>
            <w:szCs w:val="24"/>
          </w:rPr>
          <w:tab/>
        </w:r>
        <w:r w:rsidR="002A6292" w:rsidRPr="002A6292">
          <w:rPr>
            <w:rFonts w:ascii="Times New Roman" w:hAnsi="Times New Roman" w:cs="Times New Roman"/>
            <w:i w:val="0"/>
            <w:noProof/>
            <w:webHidden/>
            <w:sz w:val="24"/>
            <w:szCs w:val="24"/>
          </w:rPr>
          <w:fldChar w:fldCharType="begin"/>
        </w:r>
        <w:r w:rsidR="002A6292" w:rsidRPr="002A6292">
          <w:rPr>
            <w:rFonts w:ascii="Times New Roman" w:hAnsi="Times New Roman" w:cs="Times New Roman"/>
            <w:i w:val="0"/>
            <w:noProof/>
            <w:webHidden/>
            <w:sz w:val="24"/>
            <w:szCs w:val="24"/>
          </w:rPr>
          <w:instrText xml:space="preserve"> PAGEREF _Toc501285908 \h </w:instrText>
        </w:r>
        <w:r w:rsidR="002A6292" w:rsidRPr="002A6292">
          <w:rPr>
            <w:rFonts w:ascii="Times New Roman" w:hAnsi="Times New Roman" w:cs="Times New Roman"/>
            <w:i w:val="0"/>
            <w:noProof/>
            <w:webHidden/>
            <w:sz w:val="24"/>
            <w:szCs w:val="24"/>
          </w:rPr>
        </w:r>
        <w:r w:rsidR="002A6292" w:rsidRPr="002A6292">
          <w:rPr>
            <w:rFonts w:ascii="Times New Roman" w:hAnsi="Times New Roman" w:cs="Times New Roman"/>
            <w:i w:val="0"/>
            <w:noProof/>
            <w:webHidden/>
            <w:sz w:val="24"/>
            <w:szCs w:val="24"/>
          </w:rPr>
          <w:fldChar w:fldCharType="separate"/>
        </w:r>
        <w:r w:rsidR="00F06D94">
          <w:rPr>
            <w:rFonts w:ascii="Times New Roman" w:hAnsi="Times New Roman" w:cs="Times New Roman"/>
            <w:i w:val="0"/>
            <w:noProof/>
            <w:webHidden/>
            <w:sz w:val="24"/>
            <w:szCs w:val="24"/>
          </w:rPr>
          <w:t>6</w:t>
        </w:r>
        <w:r w:rsidR="002A6292" w:rsidRPr="002A6292">
          <w:rPr>
            <w:rFonts w:ascii="Times New Roman" w:hAnsi="Times New Roman" w:cs="Times New Roman"/>
            <w:i w:val="0"/>
            <w:noProof/>
            <w:webHidden/>
            <w:sz w:val="24"/>
            <w:szCs w:val="24"/>
          </w:rPr>
          <w:fldChar w:fldCharType="end"/>
        </w:r>
      </w:hyperlink>
    </w:p>
    <w:p w:rsidR="002A6292" w:rsidRPr="002A6292" w:rsidRDefault="001D2002">
      <w:pPr>
        <w:pStyle w:val="TOC2"/>
        <w:tabs>
          <w:tab w:val="left" w:pos="720"/>
          <w:tab w:val="right" w:leader="dot" w:pos="8778"/>
        </w:tabs>
        <w:rPr>
          <w:rFonts w:ascii="Times New Roman" w:eastAsiaTheme="minorEastAsia" w:hAnsi="Times New Roman" w:cs="Times New Roman"/>
          <w:smallCaps w:val="0"/>
          <w:noProof/>
          <w:sz w:val="24"/>
          <w:szCs w:val="24"/>
        </w:rPr>
      </w:pPr>
      <w:hyperlink w:anchor="_Toc501285909" w:history="1">
        <w:r w:rsidR="002A6292" w:rsidRPr="002A6292">
          <w:rPr>
            <w:rStyle w:val="Hyperlink"/>
            <w:rFonts w:ascii="Times New Roman" w:hAnsi="Times New Roman" w:cs="Times New Roman"/>
            <w:noProof/>
            <w:sz w:val="24"/>
            <w:szCs w:val="24"/>
          </w:rPr>
          <w:t>1.2</w:t>
        </w:r>
        <w:r w:rsidR="002A6292" w:rsidRPr="002A6292">
          <w:rPr>
            <w:rFonts w:ascii="Times New Roman" w:eastAsiaTheme="minorEastAsia" w:hAnsi="Times New Roman" w:cs="Times New Roman"/>
            <w:smallCaps w:val="0"/>
            <w:noProof/>
            <w:sz w:val="24"/>
            <w:szCs w:val="24"/>
          </w:rPr>
          <w:tab/>
        </w:r>
        <w:r w:rsidR="002A6292" w:rsidRPr="002A6292">
          <w:rPr>
            <w:rStyle w:val="Hyperlink"/>
            <w:rFonts w:ascii="Times New Roman" w:hAnsi="Times New Roman" w:cs="Times New Roman"/>
            <w:noProof/>
            <w:sz w:val="24"/>
            <w:szCs w:val="24"/>
          </w:rPr>
          <w:t>MVVM architektura</w:t>
        </w:r>
        <w:r w:rsidR="002A6292" w:rsidRPr="002A6292">
          <w:rPr>
            <w:rFonts w:ascii="Times New Roman" w:hAnsi="Times New Roman" w:cs="Times New Roman"/>
            <w:noProof/>
            <w:webHidden/>
            <w:sz w:val="24"/>
            <w:szCs w:val="24"/>
          </w:rPr>
          <w:tab/>
        </w:r>
        <w:r w:rsidR="002A6292" w:rsidRPr="002A6292">
          <w:rPr>
            <w:rFonts w:ascii="Times New Roman" w:hAnsi="Times New Roman" w:cs="Times New Roman"/>
            <w:noProof/>
            <w:webHidden/>
            <w:sz w:val="24"/>
            <w:szCs w:val="24"/>
          </w:rPr>
          <w:fldChar w:fldCharType="begin"/>
        </w:r>
        <w:r w:rsidR="002A6292" w:rsidRPr="002A6292">
          <w:rPr>
            <w:rFonts w:ascii="Times New Roman" w:hAnsi="Times New Roman" w:cs="Times New Roman"/>
            <w:noProof/>
            <w:webHidden/>
            <w:sz w:val="24"/>
            <w:szCs w:val="24"/>
          </w:rPr>
          <w:instrText xml:space="preserve"> PAGEREF _Toc501285909 \h </w:instrText>
        </w:r>
        <w:r w:rsidR="002A6292" w:rsidRPr="002A6292">
          <w:rPr>
            <w:rFonts w:ascii="Times New Roman" w:hAnsi="Times New Roman" w:cs="Times New Roman"/>
            <w:noProof/>
            <w:webHidden/>
            <w:sz w:val="24"/>
            <w:szCs w:val="24"/>
          </w:rPr>
        </w:r>
        <w:r w:rsidR="002A6292" w:rsidRPr="002A6292">
          <w:rPr>
            <w:rFonts w:ascii="Times New Roman" w:hAnsi="Times New Roman" w:cs="Times New Roman"/>
            <w:noProof/>
            <w:webHidden/>
            <w:sz w:val="24"/>
            <w:szCs w:val="24"/>
          </w:rPr>
          <w:fldChar w:fldCharType="separate"/>
        </w:r>
        <w:r w:rsidR="00F06D94">
          <w:rPr>
            <w:rFonts w:ascii="Times New Roman" w:hAnsi="Times New Roman" w:cs="Times New Roman"/>
            <w:noProof/>
            <w:webHidden/>
            <w:sz w:val="24"/>
            <w:szCs w:val="24"/>
          </w:rPr>
          <w:t>6</w:t>
        </w:r>
        <w:r w:rsidR="002A6292" w:rsidRPr="002A6292">
          <w:rPr>
            <w:rFonts w:ascii="Times New Roman" w:hAnsi="Times New Roman" w:cs="Times New Roman"/>
            <w:noProof/>
            <w:webHidden/>
            <w:sz w:val="24"/>
            <w:szCs w:val="24"/>
          </w:rPr>
          <w:fldChar w:fldCharType="end"/>
        </w:r>
      </w:hyperlink>
    </w:p>
    <w:p w:rsidR="002A6292" w:rsidRPr="002A6292" w:rsidRDefault="001D2002">
      <w:pPr>
        <w:pStyle w:val="TOC3"/>
        <w:tabs>
          <w:tab w:val="left" w:pos="1200"/>
          <w:tab w:val="right" w:leader="dot" w:pos="8778"/>
        </w:tabs>
        <w:rPr>
          <w:rFonts w:ascii="Times New Roman" w:eastAsiaTheme="minorEastAsia" w:hAnsi="Times New Roman" w:cs="Times New Roman"/>
          <w:i w:val="0"/>
          <w:iCs w:val="0"/>
          <w:noProof/>
          <w:sz w:val="24"/>
          <w:szCs w:val="24"/>
        </w:rPr>
      </w:pPr>
      <w:hyperlink w:anchor="_Toc501285910" w:history="1">
        <w:r w:rsidR="002A6292" w:rsidRPr="002A6292">
          <w:rPr>
            <w:rStyle w:val="Hyperlink"/>
            <w:rFonts w:ascii="Times New Roman" w:hAnsi="Times New Roman" w:cs="Times New Roman"/>
            <w:i w:val="0"/>
            <w:noProof/>
            <w:sz w:val="24"/>
            <w:szCs w:val="24"/>
            <w14:scene3d>
              <w14:camera w14:prst="orthographicFront"/>
              <w14:lightRig w14:rig="threePt" w14:dir="t">
                <w14:rot w14:lat="0" w14:lon="0" w14:rev="0"/>
              </w14:lightRig>
            </w14:scene3d>
          </w:rPr>
          <w:t>1.2.1</w:t>
        </w:r>
        <w:r w:rsidR="002A6292" w:rsidRPr="002A6292">
          <w:rPr>
            <w:rFonts w:ascii="Times New Roman" w:eastAsiaTheme="minorEastAsia" w:hAnsi="Times New Roman" w:cs="Times New Roman"/>
            <w:i w:val="0"/>
            <w:iCs w:val="0"/>
            <w:noProof/>
            <w:sz w:val="24"/>
            <w:szCs w:val="24"/>
          </w:rPr>
          <w:tab/>
        </w:r>
        <w:r w:rsidR="002A6292" w:rsidRPr="002A6292">
          <w:rPr>
            <w:rStyle w:val="Hyperlink"/>
            <w:rFonts w:ascii="Times New Roman" w:hAnsi="Times New Roman" w:cs="Times New Roman"/>
            <w:i w:val="0"/>
            <w:noProof/>
            <w:sz w:val="24"/>
            <w:szCs w:val="24"/>
          </w:rPr>
          <w:t>Model</w:t>
        </w:r>
        <w:r w:rsidR="002A6292" w:rsidRPr="002A6292">
          <w:rPr>
            <w:rFonts w:ascii="Times New Roman" w:hAnsi="Times New Roman" w:cs="Times New Roman"/>
            <w:i w:val="0"/>
            <w:noProof/>
            <w:webHidden/>
            <w:sz w:val="24"/>
            <w:szCs w:val="24"/>
          </w:rPr>
          <w:tab/>
        </w:r>
        <w:r w:rsidR="002A6292" w:rsidRPr="002A6292">
          <w:rPr>
            <w:rFonts w:ascii="Times New Roman" w:hAnsi="Times New Roman" w:cs="Times New Roman"/>
            <w:i w:val="0"/>
            <w:noProof/>
            <w:webHidden/>
            <w:sz w:val="24"/>
            <w:szCs w:val="24"/>
          </w:rPr>
          <w:fldChar w:fldCharType="begin"/>
        </w:r>
        <w:r w:rsidR="002A6292" w:rsidRPr="002A6292">
          <w:rPr>
            <w:rFonts w:ascii="Times New Roman" w:hAnsi="Times New Roman" w:cs="Times New Roman"/>
            <w:i w:val="0"/>
            <w:noProof/>
            <w:webHidden/>
            <w:sz w:val="24"/>
            <w:szCs w:val="24"/>
          </w:rPr>
          <w:instrText xml:space="preserve"> PAGEREF _Toc501285910 \h </w:instrText>
        </w:r>
        <w:r w:rsidR="002A6292" w:rsidRPr="002A6292">
          <w:rPr>
            <w:rFonts w:ascii="Times New Roman" w:hAnsi="Times New Roman" w:cs="Times New Roman"/>
            <w:i w:val="0"/>
            <w:noProof/>
            <w:webHidden/>
            <w:sz w:val="24"/>
            <w:szCs w:val="24"/>
          </w:rPr>
        </w:r>
        <w:r w:rsidR="002A6292" w:rsidRPr="002A6292">
          <w:rPr>
            <w:rFonts w:ascii="Times New Roman" w:hAnsi="Times New Roman" w:cs="Times New Roman"/>
            <w:i w:val="0"/>
            <w:noProof/>
            <w:webHidden/>
            <w:sz w:val="24"/>
            <w:szCs w:val="24"/>
          </w:rPr>
          <w:fldChar w:fldCharType="separate"/>
        </w:r>
        <w:r w:rsidR="00F06D94">
          <w:rPr>
            <w:rFonts w:ascii="Times New Roman" w:hAnsi="Times New Roman" w:cs="Times New Roman"/>
            <w:i w:val="0"/>
            <w:noProof/>
            <w:webHidden/>
            <w:sz w:val="24"/>
            <w:szCs w:val="24"/>
          </w:rPr>
          <w:t>6</w:t>
        </w:r>
        <w:r w:rsidR="002A6292" w:rsidRPr="002A6292">
          <w:rPr>
            <w:rFonts w:ascii="Times New Roman" w:hAnsi="Times New Roman" w:cs="Times New Roman"/>
            <w:i w:val="0"/>
            <w:noProof/>
            <w:webHidden/>
            <w:sz w:val="24"/>
            <w:szCs w:val="24"/>
          </w:rPr>
          <w:fldChar w:fldCharType="end"/>
        </w:r>
      </w:hyperlink>
    </w:p>
    <w:p w:rsidR="002A6292" w:rsidRPr="002A6292" w:rsidRDefault="001D2002">
      <w:pPr>
        <w:pStyle w:val="TOC3"/>
        <w:tabs>
          <w:tab w:val="left" w:pos="1200"/>
          <w:tab w:val="right" w:leader="dot" w:pos="8778"/>
        </w:tabs>
        <w:rPr>
          <w:rFonts w:ascii="Times New Roman" w:eastAsiaTheme="minorEastAsia" w:hAnsi="Times New Roman" w:cs="Times New Roman"/>
          <w:i w:val="0"/>
          <w:iCs w:val="0"/>
          <w:noProof/>
          <w:sz w:val="24"/>
          <w:szCs w:val="24"/>
        </w:rPr>
      </w:pPr>
      <w:hyperlink w:anchor="_Toc501285911" w:history="1">
        <w:r w:rsidR="002A6292" w:rsidRPr="002A6292">
          <w:rPr>
            <w:rStyle w:val="Hyperlink"/>
            <w:rFonts w:ascii="Times New Roman" w:hAnsi="Times New Roman" w:cs="Times New Roman"/>
            <w:i w:val="0"/>
            <w:noProof/>
            <w:sz w:val="24"/>
            <w:szCs w:val="24"/>
            <w14:scene3d>
              <w14:camera w14:prst="orthographicFront"/>
              <w14:lightRig w14:rig="threePt" w14:dir="t">
                <w14:rot w14:lat="0" w14:lon="0" w14:rev="0"/>
              </w14:lightRig>
            </w14:scene3d>
          </w:rPr>
          <w:t>1.2.2</w:t>
        </w:r>
        <w:r w:rsidR="002A6292" w:rsidRPr="002A6292">
          <w:rPr>
            <w:rFonts w:ascii="Times New Roman" w:eastAsiaTheme="minorEastAsia" w:hAnsi="Times New Roman" w:cs="Times New Roman"/>
            <w:i w:val="0"/>
            <w:iCs w:val="0"/>
            <w:noProof/>
            <w:sz w:val="24"/>
            <w:szCs w:val="24"/>
          </w:rPr>
          <w:tab/>
        </w:r>
        <w:r w:rsidR="002A6292" w:rsidRPr="002A6292">
          <w:rPr>
            <w:rStyle w:val="Hyperlink"/>
            <w:rFonts w:ascii="Times New Roman" w:hAnsi="Times New Roman" w:cs="Times New Roman"/>
            <w:i w:val="0"/>
            <w:noProof/>
            <w:sz w:val="24"/>
            <w:szCs w:val="24"/>
          </w:rPr>
          <w:t>View</w:t>
        </w:r>
        <w:r w:rsidR="002A6292" w:rsidRPr="002A6292">
          <w:rPr>
            <w:rFonts w:ascii="Times New Roman" w:hAnsi="Times New Roman" w:cs="Times New Roman"/>
            <w:i w:val="0"/>
            <w:noProof/>
            <w:webHidden/>
            <w:sz w:val="24"/>
            <w:szCs w:val="24"/>
          </w:rPr>
          <w:tab/>
        </w:r>
        <w:r w:rsidR="002A6292" w:rsidRPr="002A6292">
          <w:rPr>
            <w:rFonts w:ascii="Times New Roman" w:hAnsi="Times New Roman" w:cs="Times New Roman"/>
            <w:i w:val="0"/>
            <w:noProof/>
            <w:webHidden/>
            <w:sz w:val="24"/>
            <w:szCs w:val="24"/>
          </w:rPr>
          <w:fldChar w:fldCharType="begin"/>
        </w:r>
        <w:r w:rsidR="002A6292" w:rsidRPr="002A6292">
          <w:rPr>
            <w:rFonts w:ascii="Times New Roman" w:hAnsi="Times New Roman" w:cs="Times New Roman"/>
            <w:i w:val="0"/>
            <w:noProof/>
            <w:webHidden/>
            <w:sz w:val="24"/>
            <w:szCs w:val="24"/>
          </w:rPr>
          <w:instrText xml:space="preserve"> PAGEREF _Toc501285911 \h </w:instrText>
        </w:r>
        <w:r w:rsidR="002A6292" w:rsidRPr="002A6292">
          <w:rPr>
            <w:rFonts w:ascii="Times New Roman" w:hAnsi="Times New Roman" w:cs="Times New Roman"/>
            <w:i w:val="0"/>
            <w:noProof/>
            <w:webHidden/>
            <w:sz w:val="24"/>
            <w:szCs w:val="24"/>
          </w:rPr>
        </w:r>
        <w:r w:rsidR="002A6292" w:rsidRPr="002A6292">
          <w:rPr>
            <w:rFonts w:ascii="Times New Roman" w:hAnsi="Times New Roman" w:cs="Times New Roman"/>
            <w:i w:val="0"/>
            <w:noProof/>
            <w:webHidden/>
            <w:sz w:val="24"/>
            <w:szCs w:val="24"/>
          </w:rPr>
          <w:fldChar w:fldCharType="separate"/>
        </w:r>
        <w:r w:rsidR="00F06D94">
          <w:rPr>
            <w:rFonts w:ascii="Times New Roman" w:hAnsi="Times New Roman" w:cs="Times New Roman"/>
            <w:i w:val="0"/>
            <w:noProof/>
            <w:webHidden/>
            <w:sz w:val="24"/>
            <w:szCs w:val="24"/>
          </w:rPr>
          <w:t>7</w:t>
        </w:r>
        <w:r w:rsidR="002A6292" w:rsidRPr="002A6292">
          <w:rPr>
            <w:rFonts w:ascii="Times New Roman" w:hAnsi="Times New Roman" w:cs="Times New Roman"/>
            <w:i w:val="0"/>
            <w:noProof/>
            <w:webHidden/>
            <w:sz w:val="24"/>
            <w:szCs w:val="24"/>
          </w:rPr>
          <w:fldChar w:fldCharType="end"/>
        </w:r>
      </w:hyperlink>
    </w:p>
    <w:p w:rsidR="002A6292" w:rsidRPr="002A6292" w:rsidRDefault="001D2002">
      <w:pPr>
        <w:pStyle w:val="TOC3"/>
        <w:tabs>
          <w:tab w:val="left" w:pos="1200"/>
          <w:tab w:val="right" w:leader="dot" w:pos="8778"/>
        </w:tabs>
        <w:rPr>
          <w:rFonts w:ascii="Times New Roman" w:eastAsiaTheme="minorEastAsia" w:hAnsi="Times New Roman" w:cs="Times New Roman"/>
          <w:i w:val="0"/>
          <w:iCs w:val="0"/>
          <w:noProof/>
          <w:sz w:val="24"/>
          <w:szCs w:val="24"/>
        </w:rPr>
      </w:pPr>
      <w:hyperlink w:anchor="_Toc501285912" w:history="1">
        <w:r w:rsidR="002A6292" w:rsidRPr="002A6292">
          <w:rPr>
            <w:rStyle w:val="Hyperlink"/>
            <w:rFonts w:ascii="Times New Roman" w:hAnsi="Times New Roman" w:cs="Times New Roman"/>
            <w:i w:val="0"/>
            <w:noProof/>
            <w:sz w:val="24"/>
            <w:szCs w:val="24"/>
            <w14:scene3d>
              <w14:camera w14:prst="orthographicFront"/>
              <w14:lightRig w14:rig="threePt" w14:dir="t">
                <w14:rot w14:lat="0" w14:lon="0" w14:rev="0"/>
              </w14:lightRig>
            </w14:scene3d>
          </w:rPr>
          <w:t>1.2.3</w:t>
        </w:r>
        <w:r w:rsidR="002A6292" w:rsidRPr="002A6292">
          <w:rPr>
            <w:rFonts w:ascii="Times New Roman" w:eastAsiaTheme="minorEastAsia" w:hAnsi="Times New Roman" w:cs="Times New Roman"/>
            <w:i w:val="0"/>
            <w:iCs w:val="0"/>
            <w:noProof/>
            <w:sz w:val="24"/>
            <w:szCs w:val="24"/>
          </w:rPr>
          <w:tab/>
        </w:r>
        <w:r w:rsidR="002A6292" w:rsidRPr="002A6292">
          <w:rPr>
            <w:rStyle w:val="Hyperlink"/>
            <w:rFonts w:ascii="Times New Roman" w:hAnsi="Times New Roman" w:cs="Times New Roman"/>
            <w:i w:val="0"/>
            <w:noProof/>
            <w:sz w:val="24"/>
            <w:szCs w:val="24"/>
          </w:rPr>
          <w:t>View model</w:t>
        </w:r>
        <w:r w:rsidR="002A6292" w:rsidRPr="002A6292">
          <w:rPr>
            <w:rFonts w:ascii="Times New Roman" w:hAnsi="Times New Roman" w:cs="Times New Roman"/>
            <w:i w:val="0"/>
            <w:noProof/>
            <w:webHidden/>
            <w:sz w:val="24"/>
            <w:szCs w:val="24"/>
          </w:rPr>
          <w:tab/>
        </w:r>
        <w:r w:rsidR="002A6292" w:rsidRPr="002A6292">
          <w:rPr>
            <w:rFonts w:ascii="Times New Roman" w:hAnsi="Times New Roman" w:cs="Times New Roman"/>
            <w:i w:val="0"/>
            <w:noProof/>
            <w:webHidden/>
            <w:sz w:val="24"/>
            <w:szCs w:val="24"/>
          </w:rPr>
          <w:fldChar w:fldCharType="begin"/>
        </w:r>
        <w:r w:rsidR="002A6292" w:rsidRPr="002A6292">
          <w:rPr>
            <w:rFonts w:ascii="Times New Roman" w:hAnsi="Times New Roman" w:cs="Times New Roman"/>
            <w:i w:val="0"/>
            <w:noProof/>
            <w:webHidden/>
            <w:sz w:val="24"/>
            <w:szCs w:val="24"/>
          </w:rPr>
          <w:instrText xml:space="preserve"> PAGEREF _Toc501285912 \h </w:instrText>
        </w:r>
        <w:r w:rsidR="002A6292" w:rsidRPr="002A6292">
          <w:rPr>
            <w:rFonts w:ascii="Times New Roman" w:hAnsi="Times New Roman" w:cs="Times New Roman"/>
            <w:i w:val="0"/>
            <w:noProof/>
            <w:webHidden/>
            <w:sz w:val="24"/>
            <w:szCs w:val="24"/>
          </w:rPr>
        </w:r>
        <w:r w:rsidR="002A6292" w:rsidRPr="002A6292">
          <w:rPr>
            <w:rFonts w:ascii="Times New Roman" w:hAnsi="Times New Roman" w:cs="Times New Roman"/>
            <w:i w:val="0"/>
            <w:noProof/>
            <w:webHidden/>
            <w:sz w:val="24"/>
            <w:szCs w:val="24"/>
          </w:rPr>
          <w:fldChar w:fldCharType="separate"/>
        </w:r>
        <w:r w:rsidR="00F06D94">
          <w:rPr>
            <w:rFonts w:ascii="Times New Roman" w:hAnsi="Times New Roman" w:cs="Times New Roman"/>
            <w:i w:val="0"/>
            <w:noProof/>
            <w:webHidden/>
            <w:sz w:val="24"/>
            <w:szCs w:val="24"/>
          </w:rPr>
          <w:t>7</w:t>
        </w:r>
        <w:r w:rsidR="002A6292" w:rsidRPr="002A6292">
          <w:rPr>
            <w:rFonts w:ascii="Times New Roman" w:hAnsi="Times New Roman" w:cs="Times New Roman"/>
            <w:i w:val="0"/>
            <w:noProof/>
            <w:webHidden/>
            <w:sz w:val="24"/>
            <w:szCs w:val="24"/>
          </w:rPr>
          <w:fldChar w:fldCharType="end"/>
        </w:r>
      </w:hyperlink>
    </w:p>
    <w:p w:rsidR="002A6292" w:rsidRPr="002A6292" w:rsidRDefault="001D2002" w:rsidP="009B42F3">
      <w:pPr>
        <w:pStyle w:val="TOC1"/>
        <w:rPr>
          <w:rFonts w:eastAsiaTheme="minorEastAsia"/>
          <w:noProof/>
        </w:rPr>
      </w:pPr>
      <w:hyperlink w:anchor="_Toc501285913" w:history="1">
        <w:r w:rsidR="002A6292" w:rsidRPr="002A6292">
          <w:rPr>
            <w:rStyle w:val="Hyperlink"/>
            <w:rFonts w:ascii="Times New Roman" w:hAnsi="Times New Roman" w:cs="Times New Roman"/>
            <w:noProof/>
            <w:sz w:val="24"/>
            <w:szCs w:val="24"/>
          </w:rPr>
          <w:t>2</w:t>
        </w:r>
        <w:r w:rsidR="002A6292" w:rsidRPr="002A6292">
          <w:rPr>
            <w:rFonts w:eastAsiaTheme="minorEastAsia"/>
            <w:noProof/>
          </w:rPr>
          <w:tab/>
        </w:r>
        <w:r w:rsidR="002A6292" w:rsidRPr="002A6292">
          <w:rPr>
            <w:rStyle w:val="Hyperlink"/>
            <w:rFonts w:ascii="Times New Roman" w:hAnsi="Times New Roman" w:cs="Times New Roman"/>
            <w:noProof/>
            <w:sz w:val="24"/>
            <w:szCs w:val="24"/>
          </w:rPr>
          <w:t>Využité technologie</w:t>
        </w:r>
        <w:r w:rsidR="002A6292" w:rsidRPr="002A6292">
          <w:rPr>
            <w:noProof/>
            <w:webHidden/>
          </w:rPr>
          <w:tab/>
        </w:r>
        <w:r w:rsidR="002A6292" w:rsidRPr="002A6292">
          <w:rPr>
            <w:noProof/>
            <w:webHidden/>
          </w:rPr>
          <w:fldChar w:fldCharType="begin"/>
        </w:r>
        <w:r w:rsidR="002A6292" w:rsidRPr="002A6292">
          <w:rPr>
            <w:noProof/>
            <w:webHidden/>
          </w:rPr>
          <w:instrText xml:space="preserve"> PAGEREF _Toc501285913 \h </w:instrText>
        </w:r>
        <w:r w:rsidR="002A6292" w:rsidRPr="002A6292">
          <w:rPr>
            <w:noProof/>
            <w:webHidden/>
          </w:rPr>
        </w:r>
        <w:r w:rsidR="002A6292" w:rsidRPr="002A6292">
          <w:rPr>
            <w:noProof/>
            <w:webHidden/>
          </w:rPr>
          <w:fldChar w:fldCharType="separate"/>
        </w:r>
        <w:r w:rsidR="00F06D94">
          <w:rPr>
            <w:noProof/>
            <w:webHidden/>
          </w:rPr>
          <w:t>7</w:t>
        </w:r>
        <w:r w:rsidR="002A6292" w:rsidRPr="002A6292">
          <w:rPr>
            <w:noProof/>
            <w:webHidden/>
          </w:rPr>
          <w:fldChar w:fldCharType="end"/>
        </w:r>
      </w:hyperlink>
    </w:p>
    <w:p w:rsidR="002A6292" w:rsidRPr="002A6292" w:rsidRDefault="001D2002">
      <w:pPr>
        <w:pStyle w:val="TOC2"/>
        <w:tabs>
          <w:tab w:val="left" w:pos="720"/>
          <w:tab w:val="right" w:leader="dot" w:pos="8778"/>
        </w:tabs>
        <w:rPr>
          <w:rFonts w:ascii="Times New Roman" w:eastAsiaTheme="minorEastAsia" w:hAnsi="Times New Roman" w:cs="Times New Roman"/>
          <w:smallCaps w:val="0"/>
          <w:noProof/>
          <w:sz w:val="24"/>
          <w:szCs w:val="24"/>
        </w:rPr>
      </w:pPr>
      <w:hyperlink w:anchor="_Toc501285914" w:history="1">
        <w:r w:rsidR="002A6292" w:rsidRPr="002A6292">
          <w:rPr>
            <w:rStyle w:val="Hyperlink"/>
            <w:rFonts w:ascii="Times New Roman" w:hAnsi="Times New Roman" w:cs="Times New Roman"/>
            <w:noProof/>
            <w:sz w:val="24"/>
            <w:szCs w:val="24"/>
          </w:rPr>
          <w:t>2.1</w:t>
        </w:r>
        <w:r w:rsidR="002A6292" w:rsidRPr="002A6292">
          <w:rPr>
            <w:rFonts w:ascii="Times New Roman" w:eastAsiaTheme="minorEastAsia" w:hAnsi="Times New Roman" w:cs="Times New Roman"/>
            <w:smallCaps w:val="0"/>
            <w:noProof/>
            <w:sz w:val="24"/>
            <w:szCs w:val="24"/>
          </w:rPr>
          <w:tab/>
        </w:r>
        <w:r w:rsidR="002A6292" w:rsidRPr="002A6292">
          <w:rPr>
            <w:rStyle w:val="Hyperlink"/>
            <w:rFonts w:ascii="Times New Roman" w:hAnsi="Times New Roman" w:cs="Times New Roman"/>
            <w:noProof/>
            <w:sz w:val="24"/>
            <w:szCs w:val="24"/>
          </w:rPr>
          <w:t>Mono</w:t>
        </w:r>
        <w:r w:rsidR="002A6292" w:rsidRPr="002A6292">
          <w:rPr>
            <w:rFonts w:ascii="Times New Roman" w:hAnsi="Times New Roman" w:cs="Times New Roman"/>
            <w:noProof/>
            <w:webHidden/>
            <w:sz w:val="24"/>
            <w:szCs w:val="24"/>
          </w:rPr>
          <w:tab/>
        </w:r>
        <w:r w:rsidR="002A6292" w:rsidRPr="002A6292">
          <w:rPr>
            <w:rFonts w:ascii="Times New Roman" w:hAnsi="Times New Roman" w:cs="Times New Roman"/>
            <w:noProof/>
            <w:webHidden/>
            <w:sz w:val="24"/>
            <w:szCs w:val="24"/>
          </w:rPr>
          <w:fldChar w:fldCharType="begin"/>
        </w:r>
        <w:r w:rsidR="002A6292" w:rsidRPr="002A6292">
          <w:rPr>
            <w:rFonts w:ascii="Times New Roman" w:hAnsi="Times New Roman" w:cs="Times New Roman"/>
            <w:noProof/>
            <w:webHidden/>
            <w:sz w:val="24"/>
            <w:szCs w:val="24"/>
          </w:rPr>
          <w:instrText xml:space="preserve"> PAGEREF _Toc501285914 \h </w:instrText>
        </w:r>
        <w:r w:rsidR="002A6292" w:rsidRPr="002A6292">
          <w:rPr>
            <w:rFonts w:ascii="Times New Roman" w:hAnsi="Times New Roman" w:cs="Times New Roman"/>
            <w:noProof/>
            <w:webHidden/>
            <w:sz w:val="24"/>
            <w:szCs w:val="24"/>
          </w:rPr>
        </w:r>
        <w:r w:rsidR="002A6292" w:rsidRPr="002A6292">
          <w:rPr>
            <w:rFonts w:ascii="Times New Roman" w:hAnsi="Times New Roman" w:cs="Times New Roman"/>
            <w:noProof/>
            <w:webHidden/>
            <w:sz w:val="24"/>
            <w:szCs w:val="24"/>
          </w:rPr>
          <w:fldChar w:fldCharType="separate"/>
        </w:r>
        <w:r w:rsidR="00F06D94">
          <w:rPr>
            <w:rFonts w:ascii="Times New Roman" w:hAnsi="Times New Roman" w:cs="Times New Roman"/>
            <w:noProof/>
            <w:webHidden/>
            <w:sz w:val="24"/>
            <w:szCs w:val="24"/>
          </w:rPr>
          <w:t>8</w:t>
        </w:r>
        <w:r w:rsidR="002A6292" w:rsidRPr="002A6292">
          <w:rPr>
            <w:rFonts w:ascii="Times New Roman" w:hAnsi="Times New Roman" w:cs="Times New Roman"/>
            <w:noProof/>
            <w:webHidden/>
            <w:sz w:val="24"/>
            <w:szCs w:val="24"/>
          </w:rPr>
          <w:fldChar w:fldCharType="end"/>
        </w:r>
      </w:hyperlink>
    </w:p>
    <w:p w:rsidR="002A6292" w:rsidRPr="002A6292" w:rsidRDefault="001D2002">
      <w:pPr>
        <w:pStyle w:val="TOC2"/>
        <w:tabs>
          <w:tab w:val="left" w:pos="720"/>
          <w:tab w:val="right" w:leader="dot" w:pos="8778"/>
        </w:tabs>
        <w:rPr>
          <w:rFonts w:ascii="Times New Roman" w:eastAsiaTheme="minorEastAsia" w:hAnsi="Times New Roman" w:cs="Times New Roman"/>
          <w:smallCaps w:val="0"/>
          <w:noProof/>
          <w:sz w:val="24"/>
          <w:szCs w:val="24"/>
        </w:rPr>
      </w:pPr>
      <w:hyperlink w:anchor="_Toc501285915" w:history="1">
        <w:r w:rsidR="002A6292" w:rsidRPr="002A6292">
          <w:rPr>
            <w:rStyle w:val="Hyperlink"/>
            <w:rFonts w:ascii="Times New Roman" w:hAnsi="Times New Roman" w:cs="Times New Roman"/>
            <w:noProof/>
            <w:sz w:val="24"/>
            <w:szCs w:val="24"/>
          </w:rPr>
          <w:t>2.2</w:t>
        </w:r>
        <w:r w:rsidR="002A6292" w:rsidRPr="002A6292">
          <w:rPr>
            <w:rFonts w:ascii="Times New Roman" w:eastAsiaTheme="minorEastAsia" w:hAnsi="Times New Roman" w:cs="Times New Roman"/>
            <w:smallCaps w:val="0"/>
            <w:noProof/>
            <w:sz w:val="24"/>
            <w:szCs w:val="24"/>
          </w:rPr>
          <w:tab/>
        </w:r>
        <w:r w:rsidR="002A6292" w:rsidRPr="002A6292">
          <w:rPr>
            <w:rStyle w:val="Hyperlink"/>
            <w:rFonts w:ascii="Times New Roman" w:hAnsi="Times New Roman" w:cs="Times New Roman"/>
            <w:noProof/>
            <w:sz w:val="24"/>
            <w:szCs w:val="24"/>
          </w:rPr>
          <w:t>Entity Framework</w:t>
        </w:r>
        <w:r w:rsidR="002A6292" w:rsidRPr="002A6292">
          <w:rPr>
            <w:rFonts w:ascii="Times New Roman" w:hAnsi="Times New Roman" w:cs="Times New Roman"/>
            <w:noProof/>
            <w:webHidden/>
            <w:sz w:val="24"/>
            <w:szCs w:val="24"/>
          </w:rPr>
          <w:tab/>
        </w:r>
        <w:r w:rsidR="002A6292" w:rsidRPr="002A6292">
          <w:rPr>
            <w:rFonts w:ascii="Times New Roman" w:hAnsi="Times New Roman" w:cs="Times New Roman"/>
            <w:noProof/>
            <w:webHidden/>
            <w:sz w:val="24"/>
            <w:szCs w:val="24"/>
          </w:rPr>
          <w:fldChar w:fldCharType="begin"/>
        </w:r>
        <w:r w:rsidR="002A6292" w:rsidRPr="002A6292">
          <w:rPr>
            <w:rFonts w:ascii="Times New Roman" w:hAnsi="Times New Roman" w:cs="Times New Roman"/>
            <w:noProof/>
            <w:webHidden/>
            <w:sz w:val="24"/>
            <w:szCs w:val="24"/>
          </w:rPr>
          <w:instrText xml:space="preserve"> PAGEREF _Toc501285915 \h </w:instrText>
        </w:r>
        <w:r w:rsidR="002A6292" w:rsidRPr="002A6292">
          <w:rPr>
            <w:rFonts w:ascii="Times New Roman" w:hAnsi="Times New Roman" w:cs="Times New Roman"/>
            <w:noProof/>
            <w:webHidden/>
            <w:sz w:val="24"/>
            <w:szCs w:val="24"/>
          </w:rPr>
        </w:r>
        <w:r w:rsidR="002A6292" w:rsidRPr="002A6292">
          <w:rPr>
            <w:rFonts w:ascii="Times New Roman" w:hAnsi="Times New Roman" w:cs="Times New Roman"/>
            <w:noProof/>
            <w:webHidden/>
            <w:sz w:val="24"/>
            <w:szCs w:val="24"/>
          </w:rPr>
          <w:fldChar w:fldCharType="separate"/>
        </w:r>
        <w:r w:rsidR="00F06D94">
          <w:rPr>
            <w:rFonts w:ascii="Times New Roman" w:hAnsi="Times New Roman" w:cs="Times New Roman"/>
            <w:noProof/>
            <w:webHidden/>
            <w:sz w:val="24"/>
            <w:szCs w:val="24"/>
          </w:rPr>
          <w:t>8</w:t>
        </w:r>
        <w:r w:rsidR="002A6292" w:rsidRPr="002A6292">
          <w:rPr>
            <w:rFonts w:ascii="Times New Roman" w:hAnsi="Times New Roman" w:cs="Times New Roman"/>
            <w:noProof/>
            <w:webHidden/>
            <w:sz w:val="24"/>
            <w:szCs w:val="24"/>
          </w:rPr>
          <w:fldChar w:fldCharType="end"/>
        </w:r>
      </w:hyperlink>
    </w:p>
    <w:p w:rsidR="002A6292" w:rsidRPr="002A6292" w:rsidRDefault="001D2002">
      <w:pPr>
        <w:pStyle w:val="TOC2"/>
        <w:tabs>
          <w:tab w:val="left" w:pos="720"/>
          <w:tab w:val="right" w:leader="dot" w:pos="8778"/>
        </w:tabs>
        <w:rPr>
          <w:rFonts w:ascii="Times New Roman" w:eastAsiaTheme="minorEastAsia" w:hAnsi="Times New Roman" w:cs="Times New Roman"/>
          <w:smallCaps w:val="0"/>
          <w:noProof/>
          <w:sz w:val="24"/>
          <w:szCs w:val="24"/>
        </w:rPr>
      </w:pPr>
      <w:hyperlink w:anchor="_Toc501285916" w:history="1">
        <w:r w:rsidR="002A6292" w:rsidRPr="002A6292">
          <w:rPr>
            <w:rStyle w:val="Hyperlink"/>
            <w:rFonts w:ascii="Times New Roman" w:hAnsi="Times New Roman" w:cs="Times New Roman"/>
            <w:noProof/>
            <w:sz w:val="24"/>
            <w:szCs w:val="24"/>
          </w:rPr>
          <w:t>2.3</w:t>
        </w:r>
        <w:r w:rsidR="002A6292" w:rsidRPr="002A6292">
          <w:rPr>
            <w:rFonts w:ascii="Times New Roman" w:eastAsiaTheme="minorEastAsia" w:hAnsi="Times New Roman" w:cs="Times New Roman"/>
            <w:smallCaps w:val="0"/>
            <w:noProof/>
            <w:sz w:val="24"/>
            <w:szCs w:val="24"/>
          </w:rPr>
          <w:tab/>
        </w:r>
        <w:r w:rsidR="002A6292" w:rsidRPr="002A6292">
          <w:rPr>
            <w:rStyle w:val="Hyperlink"/>
            <w:rFonts w:ascii="Times New Roman" w:hAnsi="Times New Roman" w:cs="Times New Roman"/>
            <w:noProof/>
            <w:sz w:val="24"/>
            <w:szCs w:val="24"/>
          </w:rPr>
          <w:t>MySQL</w:t>
        </w:r>
        <w:r w:rsidR="002A6292" w:rsidRPr="002A6292">
          <w:rPr>
            <w:rFonts w:ascii="Times New Roman" w:hAnsi="Times New Roman" w:cs="Times New Roman"/>
            <w:noProof/>
            <w:webHidden/>
            <w:sz w:val="24"/>
            <w:szCs w:val="24"/>
          </w:rPr>
          <w:tab/>
        </w:r>
        <w:r w:rsidR="002A6292" w:rsidRPr="002A6292">
          <w:rPr>
            <w:rFonts w:ascii="Times New Roman" w:hAnsi="Times New Roman" w:cs="Times New Roman"/>
            <w:noProof/>
            <w:webHidden/>
            <w:sz w:val="24"/>
            <w:szCs w:val="24"/>
          </w:rPr>
          <w:fldChar w:fldCharType="begin"/>
        </w:r>
        <w:r w:rsidR="002A6292" w:rsidRPr="002A6292">
          <w:rPr>
            <w:rFonts w:ascii="Times New Roman" w:hAnsi="Times New Roman" w:cs="Times New Roman"/>
            <w:noProof/>
            <w:webHidden/>
            <w:sz w:val="24"/>
            <w:szCs w:val="24"/>
          </w:rPr>
          <w:instrText xml:space="preserve"> PAGEREF _Toc501285916 \h </w:instrText>
        </w:r>
        <w:r w:rsidR="002A6292" w:rsidRPr="002A6292">
          <w:rPr>
            <w:rFonts w:ascii="Times New Roman" w:hAnsi="Times New Roman" w:cs="Times New Roman"/>
            <w:noProof/>
            <w:webHidden/>
            <w:sz w:val="24"/>
            <w:szCs w:val="24"/>
          </w:rPr>
        </w:r>
        <w:r w:rsidR="002A6292" w:rsidRPr="002A6292">
          <w:rPr>
            <w:rFonts w:ascii="Times New Roman" w:hAnsi="Times New Roman" w:cs="Times New Roman"/>
            <w:noProof/>
            <w:webHidden/>
            <w:sz w:val="24"/>
            <w:szCs w:val="24"/>
          </w:rPr>
          <w:fldChar w:fldCharType="separate"/>
        </w:r>
        <w:r w:rsidR="00F06D94">
          <w:rPr>
            <w:rFonts w:ascii="Times New Roman" w:hAnsi="Times New Roman" w:cs="Times New Roman"/>
            <w:noProof/>
            <w:webHidden/>
            <w:sz w:val="24"/>
            <w:szCs w:val="24"/>
          </w:rPr>
          <w:t>8</w:t>
        </w:r>
        <w:r w:rsidR="002A6292" w:rsidRPr="002A6292">
          <w:rPr>
            <w:rFonts w:ascii="Times New Roman" w:hAnsi="Times New Roman" w:cs="Times New Roman"/>
            <w:noProof/>
            <w:webHidden/>
            <w:sz w:val="24"/>
            <w:szCs w:val="24"/>
          </w:rPr>
          <w:fldChar w:fldCharType="end"/>
        </w:r>
      </w:hyperlink>
    </w:p>
    <w:p w:rsidR="002A6292" w:rsidRPr="002A6292" w:rsidRDefault="001D2002">
      <w:pPr>
        <w:pStyle w:val="TOC2"/>
        <w:tabs>
          <w:tab w:val="left" w:pos="720"/>
          <w:tab w:val="right" w:leader="dot" w:pos="8778"/>
        </w:tabs>
        <w:rPr>
          <w:rFonts w:ascii="Times New Roman" w:eastAsiaTheme="minorEastAsia" w:hAnsi="Times New Roman" w:cs="Times New Roman"/>
          <w:smallCaps w:val="0"/>
          <w:noProof/>
          <w:sz w:val="24"/>
          <w:szCs w:val="24"/>
        </w:rPr>
      </w:pPr>
      <w:hyperlink w:anchor="_Toc501285917" w:history="1">
        <w:r w:rsidR="002A6292" w:rsidRPr="002A6292">
          <w:rPr>
            <w:rStyle w:val="Hyperlink"/>
            <w:rFonts w:ascii="Times New Roman" w:hAnsi="Times New Roman" w:cs="Times New Roman"/>
            <w:noProof/>
            <w:sz w:val="24"/>
            <w:szCs w:val="24"/>
          </w:rPr>
          <w:t>2.4</w:t>
        </w:r>
        <w:r w:rsidR="002A6292" w:rsidRPr="002A6292">
          <w:rPr>
            <w:rFonts w:ascii="Times New Roman" w:eastAsiaTheme="minorEastAsia" w:hAnsi="Times New Roman" w:cs="Times New Roman"/>
            <w:smallCaps w:val="0"/>
            <w:noProof/>
            <w:sz w:val="24"/>
            <w:szCs w:val="24"/>
          </w:rPr>
          <w:tab/>
        </w:r>
        <w:r w:rsidR="002A6292" w:rsidRPr="002A6292">
          <w:rPr>
            <w:rStyle w:val="Hyperlink"/>
            <w:rFonts w:ascii="Times New Roman" w:hAnsi="Times New Roman" w:cs="Times New Roman"/>
            <w:noProof/>
            <w:sz w:val="24"/>
            <w:szCs w:val="24"/>
          </w:rPr>
          <w:t>Ionic</w:t>
        </w:r>
        <w:r w:rsidR="002A6292" w:rsidRPr="002A6292">
          <w:rPr>
            <w:rFonts w:ascii="Times New Roman" w:hAnsi="Times New Roman" w:cs="Times New Roman"/>
            <w:noProof/>
            <w:webHidden/>
            <w:sz w:val="24"/>
            <w:szCs w:val="24"/>
          </w:rPr>
          <w:tab/>
        </w:r>
        <w:r w:rsidR="002A6292" w:rsidRPr="002A6292">
          <w:rPr>
            <w:rFonts w:ascii="Times New Roman" w:hAnsi="Times New Roman" w:cs="Times New Roman"/>
            <w:noProof/>
            <w:webHidden/>
            <w:sz w:val="24"/>
            <w:szCs w:val="24"/>
          </w:rPr>
          <w:fldChar w:fldCharType="begin"/>
        </w:r>
        <w:r w:rsidR="002A6292" w:rsidRPr="002A6292">
          <w:rPr>
            <w:rFonts w:ascii="Times New Roman" w:hAnsi="Times New Roman" w:cs="Times New Roman"/>
            <w:noProof/>
            <w:webHidden/>
            <w:sz w:val="24"/>
            <w:szCs w:val="24"/>
          </w:rPr>
          <w:instrText xml:space="preserve"> PAGEREF _Toc501285917 \h </w:instrText>
        </w:r>
        <w:r w:rsidR="002A6292" w:rsidRPr="002A6292">
          <w:rPr>
            <w:rFonts w:ascii="Times New Roman" w:hAnsi="Times New Roman" w:cs="Times New Roman"/>
            <w:noProof/>
            <w:webHidden/>
            <w:sz w:val="24"/>
            <w:szCs w:val="24"/>
          </w:rPr>
        </w:r>
        <w:r w:rsidR="002A6292" w:rsidRPr="002A6292">
          <w:rPr>
            <w:rFonts w:ascii="Times New Roman" w:hAnsi="Times New Roman" w:cs="Times New Roman"/>
            <w:noProof/>
            <w:webHidden/>
            <w:sz w:val="24"/>
            <w:szCs w:val="24"/>
          </w:rPr>
          <w:fldChar w:fldCharType="separate"/>
        </w:r>
        <w:r w:rsidR="00F06D94">
          <w:rPr>
            <w:rFonts w:ascii="Times New Roman" w:hAnsi="Times New Roman" w:cs="Times New Roman"/>
            <w:noProof/>
            <w:webHidden/>
            <w:sz w:val="24"/>
            <w:szCs w:val="24"/>
          </w:rPr>
          <w:t>8</w:t>
        </w:r>
        <w:r w:rsidR="002A6292" w:rsidRPr="002A6292">
          <w:rPr>
            <w:rFonts w:ascii="Times New Roman" w:hAnsi="Times New Roman" w:cs="Times New Roman"/>
            <w:noProof/>
            <w:webHidden/>
            <w:sz w:val="24"/>
            <w:szCs w:val="24"/>
          </w:rPr>
          <w:fldChar w:fldCharType="end"/>
        </w:r>
      </w:hyperlink>
    </w:p>
    <w:p w:rsidR="002A6292" w:rsidRPr="002A6292" w:rsidRDefault="001D2002">
      <w:pPr>
        <w:pStyle w:val="TOC3"/>
        <w:tabs>
          <w:tab w:val="left" w:pos="1200"/>
          <w:tab w:val="right" w:leader="dot" w:pos="8778"/>
        </w:tabs>
        <w:rPr>
          <w:rFonts w:ascii="Times New Roman" w:eastAsiaTheme="minorEastAsia" w:hAnsi="Times New Roman" w:cs="Times New Roman"/>
          <w:i w:val="0"/>
          <w:iCs w:val="0"/>
          <w:noProof/>
          <w:sz w:val="24"/>
          <w:szCs w:val="24"/>
        </w:rPr>
      </w:pPr>
      <w:hyperlink w:anchor="_Toc501285918" w:history="1">
        <w:r w:rsidR="002A6292" w:rsidRPr="002A6292">
          <w:rPr>
            <w:rStyle w:val="Hyperlink"/>
            <w:rFonts w:ascii="Times New Roman" w:hAnsi="Times New Roman" w:cs="Times New Roman"/>
            <w:i w:val="0"/>
            <w:noProof/>
            <w:sz w:val="24"/>
            <w:szCs w:val="24"/>
            <w14:scene3d>
              <w14:camera w14:prst="orthographicFront"/>
              <w14:lightRig w14:rig="threePt" w14:dir="t">
                <w14:rot w14:lat="0" w14:lon="0" w14:rev="0"/>
              </w14:lightRig>
            </w14:scene3d>
          </w:rPr>
          <w:t>2.4.1</w:t>
        </w:r>
        <w:r w:rsidR="002A6292" w:rsidRPr="002A6292">
          <w:rPr>
            <w:rFonts w:ascii="Times New Roman" w:eastAsiaTheme="minorEastAsia" w:hAnsi="Times New Roman" w:cs="Times New Roman"/>
            <w:i w:val="0"/>
            <w:iCs w:val="0"/>
            <w:noProof/>
            <w:sz w:val="24"/>
            <w:szCs w:val="24"/>
          </w:rPr>
          <w:tab/>
        </w:r>
        <w:r w:rsidR="002A6292" w:rsidRPr="002A6292">
          <w:rPr>
            <w:rStyle w:val="Hyperlink"/>
            <w:rFonts w:ascii="Times New Roman" w:hAnsi="Times New Roman" w:cs="Times New Roman"/>
            <w:i w:val="0"/>
            <w:noProof/>
            <w:sz w:val="24"/>
            <w:szCs w:val="24"/>
          </w:rPr>
          <w:t>Typescript</w:t>
        </w:r>
        <w:r w:rsidR="002A6292" w:rsidRPr="002A6292">
          <w:rPr>
            <w:rFonts w:ascii="Times New Roman" w:hAnsi="Times New Roman" w:cs="Times New Roman"/>
            <w:i w:val="0"/>
            <w:noProof/>
            <w:webHidden/>
            <w:sz w:val="24"/>
            <w:szCs w:val="24"/>
          </w:rPr>
          <w:tab/>
        </w:r>
        <w:r w:rsidR="002A6292" w:rsidRPr="002A6292">
          <w:rPr>
            <w:rFonts w:ascii="Times New Roman" w:hAnsi="Times New Roman" w:cs="Times New Roman"/>
            <w:i w:val="0"/>
            <w:noProof/>
            <w:webHidden/>
            <w:sz w:val="24"/>
            <w:szCs w:val="24"/>
          </w:rPr>
          <w:fldChar w:fldCharType="begin"/>
        </w:r>
        <w:r w:rsidR="002A6292" w:rsidRPr="002A6292">
          <w:rPr>
            <w:rFonts w:ascii="Times New Roman" w:hAnsi="Times New Roman" w:cs="Times New Roman"/>
            <w:i w:val="0"/>
            <w:noProof/>
            <w:webHidden/>
            <w:sz w:val="24"/>
            <w:szCs w:val="24"/>
          </w:rPr>
          <w:instrText xml:space="preserve"> PAGEREF _Toc501285918 \h </w:instrText>
        </w:r>
        <w:r w:rsidR="002A6292" w:rsidRPr="002A6292">
          <w:rPr>
            <w:rFonts w:ascii="Times New Roman" w:hAnsi="Times New Roman" w:cs="Times New Roman"/>
            <w:i w:val="0"/>
            <w:noProof/>
            <w:webHidden/>
            <w:sz w:val="24"/>
            <w:szCs w:val="24"/>
          </w:rPr>
        </w:r>
        <w:r w:rsidR="002A6292" w:rsidRPr="002A6292">
          <w:rPr>
            <w:rFonts w:ascii="Times New Roman" w:hAnsi="Times New Roman" w:cs="Times New Roman"/>
            <w:i w:val="0"/>
            <w:noProof/>
            <w:webHidden/>
            <w:sz w:val="24"/>
            <w:szCs w:val="24"/>
          </w:rPr>
          <w:fldChar w:fldCharType="separate"/>
        </w:r>
        <w:r w:rsidR="00F06D94">
          <w:rPr>
            <w:rFonts w:ascii="Times New Roman" w:hAnsi="Times New Roman" w:cs="Times New Roman"/>
            <w:i w:val="0"/>
            <w:noProof/>
            <w:webHidden/>
            <w:sz w:val="24"/>
            <w:szCs w:val="24"/>
          </w:rPr>
          <w:t>8</w:t>
        </w:r>
        <w:r w:rsidR="002A6292" w:rsidRPr="002A6292">
          <w:rPr>
            <w:rFonts w:ascii="Times New Roman" w:hAnsi="Times New Roman" w:cs="Times New Roman"/>
            <w:i w:val="0"/>
            <w:noProof/>
            <w:webHidden/>
            <w:sz w:val="24"/>
            <w:szCs w:val="24"/>
          </w:rPr>
          <w:fldChar w:fldCharType="end"/>
        </w:r>
      </w:hyperlink>
    </w:p>
    <w:p w:rsidR="002A6292" w:rsidRPr="002A6292" w:rsidRDefault="001D2002">
      <w:pPr>
        <w:pStyle w:val="TOC3"/>
        <w:tabs>
          <w:tab w:val="left" w:pos="1200"/>
          <w:tab w:val="right" w:leader="dot" w:pos="8778"/>
        </w:tabs>
        <w:rPr>
          <w:rFonts w:ascii="Times New Roman" w:eastAsiaTheme="minorEastAsia" w:hAnsi="Times New Roman" w:cs="Times New Roman"/>
          <w:i w:val="0"/>
          <w:iCs w:val="0"/>
          <w:noProof/>
          <w:sz w:val="24"/>
          <w:szCs w:val="24"/>
        </w:rPr>
      </w:pPr>
      <w:hyperlink w:anchor="_Toc501285919" w:history="1">
        <w:r w:rsidR="002A6292" w:rsidRPr="002A6292">
          <w:rPr>
            <w:rStyle w:val="Hyperlink"/>
            <w:rFonts w:ascii="Times New Roman" w:hAnsi="Times New Roman" w:cs="Times New Roman"/>
            <w:i w:val="0"/>
            <w:noProof/>
            <w:sz w:val="24"/>
            <w:szCs w:val="24"/>
            <w14:scene3d>
              <w14:camera w14:prst="orthographicFront"/>
              <w14:lightRig w14:rig="threePt" w14:dir="t">
                <w14:rot w14:lat="0" w14:lon="0" w14:rev="0"/>
              </w14:lightRig>
            </w14:scene3d>
          </w:rPr>
          <w:t>2.4.2</w:t>
        </w:r>
        <w:r w:rsidR="002A6292" w:rsidRPr="002A6292">
          <w:rPr>
            <w:rFonts w:ascii="Times New Roman" w:eastAsiaTheme="minorEastAsia" w:hAnsi="Times New Roman" w:cs="Times New Roman"/>
            <w:i w:val="0"/>
            <w:iCs w:val="0"/>
            <w:noProof/>
            <w:sz w:val="24"/>
            <w:szCs w:val="24"/>
          </w:rPr>
          <w:tab/>
        </w:r>
        <w:r w:rsidR="002A6292" w:rsidRPr="002A6292">
          <w:rPr>
            <w:rStyle w:val="Hyperlink"/>
            <w:rFonts w:ascii="Times New Roman" w:hAnsi="Times New Roman" w:cs="Times New Roman"/>
            <w:i w:val="0"/>
            <w:noProof/>
            <w:sz w:val="24"/>
            <w:szCs w:val="24"/>
          </w:rPr>
          <w:t>Sass</w:t>
        </w:r>
        <w:r w:rsidR="002A6292" w:rsidRPr="002A6292">
          <w:rPr>
            <w:rFonts w:ascii="Times New Roman" w:hAnsi="Times New Roman" w:cs="Times New Roman"/>
            <w:i w:val="0"/>
            <w:noProof/>
            <w:webHidden/>
            <w:sz w:val="24"/>
            <w:szCs w:val="24"/>
          </w:rPr>
          <w:tab/>
        </w:r>
        <w:r w:rsidR="002A6292" w:rsidRPr="002A6292">
          <w:rPr>
            <w:rFonts w:ascii="Times New Roman" w:hAnsi="Times New Roman" w:cs="Times New Roman"/>
            <w:i w:val="0"/>
            <w:noProof/>
            <w:webHidden/>
            <w:sz w:val="24"/>
            <w:szCs w:val="24"/>
          </w:rPr>
          <w:fldChar w:fldCharType="begin"/>
        </w:r>
        <w:r w:rsidR="002A6292" w:rsidRPr="002A6292">
          <w:rPr>
            <w:rFonts w:ascii="Times New Roman" w:hAnsi="Times New Roman" w:cs="Times New Roman"/>
            <w:i w:val="0"/>
            <w:noProof/>
            <w:webHidden/>
            <w:sz w:val="24"/>
            <w:szCs w:val="24"/>
          </w:rPr>
          <w:instrText xml:space="preserve"> PAGEREF _Toc501285919 \h </w:instrText>
        </w:r>
        <w:r w:rsidR="002A6292" w:rsidRPr="002A6292">
          <w:rPr>
            <w:rFonts w:ascii="Times New Roman" w:hAnsi="Times New Roman" w:cs="Times New Roman"/>
            <w:i w:val="0"/>
            <w:noProof/>
            <w:webHidden/>
            <w:sz w:val="24"/>
            <w:szCs w:val="24"/>
          </w:rPr>
        </w:r>
        <w:r w:rsidR="002A6292" w:rsidRPr="002A6292">
          <w:rPr>
            <w:rFonts w:ascii="Times New Roman" w:hAnsi="Times New Roman" w:cs="Times New Roman"/>
            <w:i w:val="0"/>
            <w:noProof/>
            <w:webHidden/>
            <w:sz w:val="24"/>
            <w:szCs w:val="24"/>
          </w:rPr>
          <w:fldChar w:fldCharType="separate"/>
        </w:r>
        <w:r w:rsidR="00F06D94">
          <w:rPr>
            <w:rFonts w:ascii="Times New Roman" w:hAnsi="Times New Roman" w:cs="Times New Roman"/>
            <w:i w:val="0"/>
            <w:noProof/>
            <w:webHidden/>
            <w:sz w:val="24"/>
            <w:szCs w:val="24"/>
          </w:rPr>
          <w:t>8</w:t>
        </w:r>
        <w:r w:rsidR="002A6292" w:rsidRPr="002A6292">
          <w:rPr>
            <w:rFonts w:ascii="Times New Roman" w:hAnsi="Times New Roman" w:cs="Times New Roman"/>
            <w:i w:val="0"/>
            <w:noProof/>
            <w:webHidden/>
            <w:sz w:val="24"/>
            <w:szCs w:val="24"/>
          </w:rPr>
          <w:fldChar w:fldCharType="end"/>
        </w:r>
      </w:hyperlink>
    </w:p>
    <w:p w:rsidR="002A6292" w:rsidRPr="002A6292" w:rsidRDefault="001D2002">
      <w:pPr>
        <w:pStyle w:val="TOC3"/>
        <w:tabs>
          <w:tab w:val="left" w:pos="1200"/>
          <w:tab w:val="right" w:leader="dot" w:pos="8778"/>
        </w:tabs>
        <w:rPr>
          <w:rFonts w:ascii="Times New Roman" w:eastAsiaTheme="minorEastAsia" w:hAnsi="Times New Roman" w:cs="Times New Roman"/>
          <w:i w:val="0"/>
          <w:iCs w:val="0"/>
          <w:noProof/>
          <w:sz w:val="24"/>
          <w:szCs w:val="24"/>
        </w:rPr>
      </w:pPr>
      <w:hyperlink w:anchor="_Toc501285920" w:history="1">
        <w:r w:rsidR="002A6292" w:rsidRPr="002A6292">
          <w:rPr>
            <w:rStyle w:val="Hyperlink"/>
            <w:rFonts w:ascii="Times New Roman" w:hAnsi="Times New Roman" w:cs="Times New Roman"/>
            <w:i w:val="0"/>
            <w:noProof/>
            <w:sz w:val="24"/>
            <w:szCs w:val="24"/>
            <w14:scene3d>
              <w14:camera w14:prst="orthographicFront"/>
              <w14:lightRig w14:rig="threePt" w14:dir="t">
                <w14:rot w14:lat="0" w14:lon="0" w14:rev="0"/>
              </w14:lightRig>
            </w14:scene3d>
          </w:rPr>
          <w:t>2.4.3</w:t>
        </w:r>
        <w:r w:rsidR="002A6292" w:rsidRPr="002A6292">
          <w:rPr>
            <w:rFonts w:ascii="Times New Roman" w:eastAsiaTheme="minorEastAsia" w:hAnsi="Times New Roman" w:cs="Times New Roman"/>
            <w:i w:val="0"/>
            <w:iCs w:val="0"/>
            <w:noProof/>
            <w:sz w:val="24"/>
            <w:szCs w:val="24"/>
          </w:rPr>
          <w:tab/>
        </w:r>
        <w:r w:rsidR="002A6292" w:rsidRPr="002A6292">
          <w:rPr>
            <w:rStyle w:val="Hyperlink"/>
            <w:rFonts w:ascii="Times New Roman" w:hAnsi="Times New Roman" w:cs="Times New Roman"/>
            <w:i w:val="0"/>
            <w:noProof/>
            <w:sz w:val="24"/>
            <w:szCs w:val="24"/>
          </w:rPr>
          <w:t>HTML5</w:t>
        </w:r>
        <w:r w:rsidR="002A6292" w:rsidRPr="002A6292">
          <w:rPr>
            <w:rFonts w:ascii="Times New Roman" w:hAnsi="Times New Roman" w:cs="Times New Roman"/>
            <w:i w:val="0"/>
            <w:noProof/>
            <w:webHidden/>
            <w:sz w:val="24"/>
            <w:szCs w:val="24"/>
          </w:rPr>
          <w:tab/>
        </w:r>
        <w:r w:rsidR="002A6292" w:rsidRPr="002A6292">
          <w:rPr>
            <w:rFonts w:ascii="Times New Roman" w:hAnsi="Times New Roman" w:cs="Times New Roman"/>
            <w:i w:val="0"/>
            <w:noProof/>
            <w:webHidden/>
            <w:sz w:val="24"/>
            <w:szCs w:val="24"/>
          </w:rPr>
          <w:fldChar w:fldCharType="begin"/>
        </w:r>
        <w:r w:rsidR="002A6292" w:rsidRPr="002A6292">
          <w:rPr>
            <w:rFonts w:ascii="Times New Roman" w:hAnsi="Times New Roman" w:cs="Times New Roman"/>
            <w:i w:val="0"/>
            <w:noProof/>
            <w:webHidden/>
            <w:sz w:val="24"/>
            <w:szCs w:val="24"/>
          </w:rPr>
          <w:instrText xml:space="preserve"> PAGEREF _Toc501285920 \h </w:instrText>
        </w:r>
        <w:r w:rsidR="002A6292" w:rsidRPr="002A6292">
          <w:rPr>
            <w:rFonts w:ascii="Times New Roman" w:hAnsi="Times New Roman" w:cs="Times New Roman"/>
            <w:i w:val="0"/>
            <w:noProof/>
            <w:webHidden/>
            <w:sz w:val="24"/>
            <w:szCs w:val="24"/>
          </w:rPr>
        </w:r>
        <w:r w:rsidR="002A6292" w:rsidRPr="002A6292">
          <w:rPr>
            <w:rFonts w:ascii="Times New Roman" w:hAnsi="Times New Roman" w:cs="Times New Roman"/>
            <w:i w:val="0"/>
            <w:noProof/>
            <w:webHidden/>
            <w:sz w:val="24"/>
            <w:szCs w:val="24"/>
          </w:rPr>
          <w:fldChar w:fldCharType="separate"/>
        </w:r>
        <w:r w:rsidR="00F06D94">
          <w:rPr>
            <w:rFonts w:ascii="Times New Roman" w:hAnsi="Times New Roman" w:cs="Times New Roman"/>
            <w:i w:val="0"/>
            <w:noProof/>
            <w:webHidden/>
            <w:sz w:val="24"/>
            <w:szCs w:val="24"/>
          </w:rPr>
          <w:t>9</w:t>
        </w:r>
        <w:r w:rsidR="002A6292" w:rsidRPr="002A6292">
          <w:rPr>
            <w:rFonts w:ascii="Times New Roman" w:hAnsi="Times New Roman" w:cs="Times New Roman"/>
            <w:i w:val="0"/>
            <w:noProof/>
            <w:webHidden/>
            <w:sz w:val="24"/>
            <w:szCs w:val="24"/>
          </w:rPr>
          <w:fldChar w:fldCharType="end"/>
        </w:r>
      </w:hyperlink>
    </w:p>
    <w:p w:rsidR="002A6292" w:rsidRPr="002A6292" w:rsidRDefault="001D2002">
      <w:pPr>
        <w:pStyle w:val="TOC3"/>
        <w:tabs>
          <w:tab w:val="left" w:pos="1200"/>
          <w:tab w:val="right" w:leader="dot" w:pos="8778"/>
        </w:tabs>
        <w:rPr>
          <w:rFonts w:ascii="Times New Roman" w:eastAsiaTheme="minorEastAsia" w:hAnsi="Times New Roman" w:cs="Times New Roman"/>
          <w:i w:val="0"/>
          <w:iCs w:val="0"/>
          <w:noProof/>
          <w:sz w:val="24"/>
          <w:szCs w:val="24"/>
        </w:rPr>
      </w:pPr>
      <w:hyperlink w:anchor="_Toc501285921" w:history="1">
        <w:r w:rsidR="002A6292" w:rsidRPr="002A6292">
          <w:rPr>
            <w:rStyle w:val="Hyperlink"/>
            <w:rFonts w:ascii="Times New Roman" w:hAnsi="Times New Roman" w:cs="Times New Roman"/>
            <w:i w:val="0"/>
            <w:noProof/>
            <w:sz w:val="24"/>
            <w:szCs w:val="24"/>
            <w14:scene3d>
              <w14:camera w14:prst="orthographicFront"/>
              <w14:lightRig w14:rig="threePt" w14:dir="t">
                <w14:rot w14:lat="0" w14:lon="0" w14:rev="0"/>
              </w14:lightRig>
            </w14:scene3d>
          </w:rPr>
          <w:t>2.4.4</w:t>
        </w:r>
        <w:r w:rsidR="002A6292" w:rsidRPr="002A6292">
          <w:rPr>
            <w:rFonts w:ascii="Times New Roman" w:eastAsiaTheme="minorEastAsia" w:hAnsi="Times New Roman" w:cs="Times New Roman"/>
            <w:i w:val="0"/>
            <w:iCs w:val="0"/>
            <w:noProof/>
            <w:sz w:val="24"/>
            <w:szCs w:val="24"/>
          </w:rPr>
          <w:tab/>
        </w:r>
        <w:r w:rsidR="002A6292" w:rsidRPr="002A6292">
          <w:rPr>
            <w:rStyle w:val="Hyperlink"/>
            <w:rFonts w:ascii="Times New Roman" w:hAnsi="Times New Roman" w:cs="Times New Roman"/>
            <w:i w:val="0"/>
            <w:noProof/>
            <w:sz w:val="24"/>
            <w:szCs w:val="24"/>
          </w:rPr>
          <w:t>AngularJS</w:t>
        </w:r>
        <w:r w:rsidR="002A6292" w:rsidRPr="002A6292">
          <w:rPr>
            <w:rFonts w:ascii="Times New Roman" w:hAnsi="Times New Roman" w:cs="Times New Roman"/>
            <w:i w:val="0"/>
            <w:noProof/>
            <w:webHidden/>
            <w:sz w:val="24"/>
            <w:szCs w:val="24"/>
          </w:rPr>
          <w:tab/>
        </w:r>
        <w:r w:rsidR="002A6292" w:rsidRPr="002A6292">
          <w:rPr>
            <w:rFonts w:ascii="Times New Roman" w:hAnsi="Times New Roman" w:cs="Times New Roman"/>
            <w:i w:val="0"/>
            <w:noProof/>
            <w:webHidden/>
            <w:sz w:val="24"/>
            <w:szCs w:val="24"/>
          </w:rPr>
          <w:fldChar w:fldCharType="begin"/>
        </w:r>
        <w:r w:rsidR="002A6292" w:rsidRPr="002A6292">
          <w:rPr>
            <w:rFonts w:ascii="Times New Roman" w:hAnsi="Times New Roman" w:cs="Times New Roman"/>
            <w:i w:val="0"/>
            <w:noProof/>
            <w:webHidden/>
            <w:sz w:val="24"/>
            <w:szCs w:val="24"/>
          </w:rPr>
          <w:instrText xml:space="preserve"> PAGEREF _Toc501285921 \h </w:instrText>
        </w:r>
        <w:r w:rsidR="002A6292" w:rsidRPr="002A6292">
          <w:rPr>
            <w:rFonts w:ascii="Times New Roman" w:hAnsi="Times New Roman" w:cs="Times New Roman"/>
            <w:i w:val="0"/>
            <w:noProof/>
            <w:webHidden/>
            <w:sz w:val="24"/>
            <w:szCs w:val="24"/>
          </w:rPr>
        </w:r>
        <w:r w:rsidR="002A6292" w:rsidRPr="002A6292">
          <w:rPr>
            <w:rFonts w:ascii="Times New Roman" w:hAnsi="Times New Roman" w:cs="Times New Roman"/>
            <w:i w:val="0"/>
            <w:noProof/>
            <w:webHidden/>
            <w:sz w:val="24"/>
            <w:szCs w:val="24"/>
          </w:rPr>
          <w:fldChar w:fldCharType="separate"/>
        </w:r>
        <w:r w:rsidR="00F06D94">
          <w:rPr>
            <w:rFonts w:ascii="Times New Roman" w:hAnsi="Times New Roman" w:cs="Times New Roman"/>
            <w:i w:val="0"/>
            <w:noProof/>
            <w:webHidden/>
            <w:sz w:val="24"/>
            <w:szCs w:val="24"/>
          </w:rPr>
          <w:t>9</w:t>
        </w:r>
        <w:r w:rsidR="002A6292" w:rsidRPr="002A6292">
          <w:rPr>
            <w:rFonts w:ascii="Times New Roman" w:hAnsi="Times New Roman" w:cs="Times New Roman"/>
            <w:i w:val="0"/>
            <w:noProof/>
            <w:webHidden/>
            <w:sz w:val="24"/>
            <w:szCs w:val="24"/>
          </w:rPr>
          <w:fldChar w:fldCharType="end"/>
        </w:r>
      </w:hyperlink>
    </w:p>
    <w:p w:rsidR="002A6292" w:rsidRPr="002A6292" w:rsidRDefault="001D2002">
      <w:pPr>
        <w:pStyle w:val="TOC2"/>
        <w:tabs>
          <w:tab w:val="left" w:pos="720"/>
          <w:tab w:val="right" w:leader="dot" w:pos="8778"/>
        </w:tabs>
        <w:rPr>
          <w:rFonts w:ascii="Times New Roman" w:eastAsiaTheme="minorEastAsia" w:hAnsi="Times New Roman" w:cs="Times New Roman"/>
          <w:smallCaps w:val="0"/>
          <w:noProof/>
          <w:sz w:val="24"/>
          <w:szCs w:val="24"/>
        </w:rPr>
      </w:pPr>
      <w:hyperlink w:anchor="_Toc501285922" w:history="1">
        <w:r w:rsidR="002A6292" w:rsidRPr="002A6292">
          <w:rPr>
            <w:rStyle w:val="Hyperlink"/>
            <w:rFonts w:ascii="Times New Roman" w:hAnsi="Times New Roman" w:cs="Times New Roman"/>
            <w:noProof/>
            <w:sz w:val="24"/>
            <w:szCs w:val="24"/>
          </w:rPr>
          <w:t>2.5</w:t>
        </w:r>
        <w:r w:rsidR="002A6292" w:rsidRPr="002A6292">
          <w:rPr>
            <w:rFonts w:ascii="Times New Roman" w:eastAsiaTheme="minorEastAsia" w:hAnsi="Times New Roman" w:cs="Times New Roman"/>
            <w:smallCaps w:val="0"/>
            <w:noProof/>
            <w:sz w:val="24"/>
            <w:szCs w:val="24"/>
          </w:rPr>
          <w:tab/>
        </w:r>
        <w:r w:rsidR="002A6292" w:rsidRPr="002A6292">
          <w:rPr>
            <w:rStyle w:val="Hyperlink"/>
            <w:rFonts w:ascii="Times New Roman" w:hAnsi="Times New Roman" w:cs="Times New Roman"/>
            <w:noProof/>
            <w:sz w:val="24"/>
            <w:szCs w:val="24"/>
          </w:rPr>
          <w:t>Braintree Direct</w:t>
        </w:r>
        <w:r w:rsidR="002A6292" w:rsidRPr="002A6292">
          <w:rPr>
            <w:rFonts w:ascii="Times New Roman" w:hAnsi="Times New Roman" w:cs="Times New Roman"/>
            <w:noProof/>
            <w:webHidden/>
            <w:sz w:val="24"/>
            <w:szCs w:val="24"/>
          </w:rPr>
          <w:tab/>
        </w:r>
        <w:r w:rsidR="002A6292" w:rsidRPr="002A6292">
          <w:rPr>
            <w:rFonts w:ascii="Times New Roman" w:hAnsi="Times New Roman" w:cs="Times New Roman"/>
            <w:noProof/>
            <w:webHidden/>
            <w:sz w:val="24"/>
            <w:szCs w:val="24"/>
          </w:rPr>
          <w:fldChar w:fldCharType="begin"/>
        </w:r>
        <w:r w:rsidR="002A6292" w:rsidRPr="002A6292">
          <w:rPr>
            <w:rFonts w:ascii="Times New Roman" w:hAnsi="Times New Roman" w:cs="Times New Roman"/>
            <w:noProof/>
            <w:webHidden/>
            <w:sz w:val="24"/>
            <w:szCs w:val="24"/>
          </w:rPr>
          <w:instrText xml:space="preserve"> PAGEREF _Toc501285922 \h </w:instrText>
        </w:r>
        <w:r w:rsidR="002A6292" w:rsidRPr="002A6292">
          <w:rPr>
            <w:rFonts w:ascii="Times New Roman" w:hAnsi="Times New Roman" w:cs="Times New Roman"/>
            <w:noProof/>
            <w:webHidden/>
            <w:sz w:val="24"/>
            <w:szCs w:val="24"/>
          </w:rPr>
        </w:r>
        <w:r w:rsidR="002A6292" w:rsidRPr="002A6292">
          <w:rPr>
            <w:rFonts w:ascii="Times New Roman" w:hAnsi="Times New Roman" w:cs="Times New Roman"/>
            <w:noProof/>
            <w:webHidden/>
            <w:sz w:val="24"/>
            <w:szCs w:val="24"/>
          </w:rPr>
          <w:fldChar w:fldCharType="separate"/>
        </w:r>
        <w:r w:rsidR="00F06D94">
          <w:rPr>
            <w:rFonts w:ascii="Times New Roman" w:hAnsi="Times New Roman" w:cs="Times New Roman"/>
            <w:noProof/>
            <w:webHidden/>
            <w:sz w:val="24"/>
            <w:szCs w:val="24"/>
          </w:rPr>
          <w:t>9</w:t>
        </w:r>
        <w:r w:rsidR="002A6292" w:rsidRPr="002A6292">
          <w:rPr>
            <w:rFonts w:ascii="Times New Roman" w:hAnsi="Times New Roman" w:cs="Times New Roman"/>
            <w:noProof/>
            <w:webHidden/>
            <w:sz w:val="24"/>
            <w:szCs w:val="24"/>
          </w:rPr>
          <w:fldChar w:fldCharType="end"/>
        </w:r>
      </w:hyperlink>
    </w:p>
    <w:p w:rsidR="002A6292" w:rsidRPr="002A6292" w:rsidRDefault="001D2002" w:rsidP="009B42F3">
      <w:pPr>
        <w:pStyle w:val="TOC1"/>
        <w:rPr>
          <w:rFonts w:eastAsiaTheme="minorEastAsia"/>
          <w:noProof/>
        </w:rPr>
      </w:pPr>
      <w:hyperlink w:anchor="_Toc501285923" w:history="1">
        <w:r w:rsidR="002A6292" w:rsidRPr="002A6292">
          <w:rPr>
            <w:rStyle w:val="Hyperlink"/>
            <w:rFonts w:ascii="Times New Roman" w:hAnsi="Times New Roman" w:cs="Times New Roman"/>
            <w:noProof/>
            <w:sz w:val="24"/>
            <w:szCs w:val="24"/>
          </w:rPr>
          <w:t>3</w:t>
        </w:r>
        <w:r w:rsidR="002A6292" w:rsidRPr="002A6292">
          <w:rPr>
            <w:rFonts w:eastAsiaTheme="minorEastAsia"/>
            <w:noProof/>
          </w:rPr>
          <w:tab/>
        </w:r>
        <w:r w:rsidR="002A6292" w:rsidRPr="002A6292">
          <w:rPr>
            <w:rStyle w:val="Hyperlink"/>
            <w:rFonts w:ascii="Times New Roman" w:hAnsi="Times New Roman" w:cs="Times New Roman"/>
            <w:noProof/>
            <w:sz w:val="24"/>
            <w:szCs w:val="24"/>
          </w:rPr>
          <w:t>popis aplikace – serverová část</w:t>
        </w:r>
        <w:r w:rsidR="002A6292" w:rsidRPr="002A6292">
          <w:rPr>
            <w:noProof/>
            <w:webHidden/>
          </w:rPr>
          <w:tab/>
        </w:r>
        <w:r w:rsidR="002A6292" w:rsidRPr="002A6292">
          <w:rPr>
            <w:noProof/>
            <w:webHidden/>
          </w:rPr>
          <w:fldChar w:fldCharType="begin"/>
        </w:r>
        <w:r w:rsidR="002A6292" w:rsidRPr="002A6292">
          <w:rPr>
            <w:noProof/>
            <w:webHidden/>
          </w:rPr>
          <w:instrText xml:space="preserve"> PAGEREF _Toc501285923 \h </w:instrText>
        </w:r>
        <w:r w:rsidR="002A6292" w:rsidRPr="002A6292">
          <w:rPr>
            <w:noProof/>
            <w:webHidden/>
          </w:rPr>
        </w:r>
        <w:r w:rsidR="002A6292" w:rsidRPr="002A6292">
          <w:rPr>
            <w:noProof/>
            <w:webHidden/>
          </w:rPr>
          <w:fldChar w:fldCharType="separate"/>
        </w:r>
        <w:r w:rsidR="00F06D94">
          <w:rPr>
            <w:noProof/>
            <w:webHidden/>
          </w:rPr>
          <w:t>11</w:t>
        </w:r>
        <w:r w:rsidR="002A6292" w:rsidRPr="002A6292">
          <w:rPr>
            <w:noProof/>
            <w:webHidden/>
          </w:rPr>
          <w:fldChar w:fldCharType="end"/>
        </w:r>
      </w:hyperlink>
    </w:p>
    <w:p w:rsidR="002A6292" w:rsidRPr="002A6292" w:rsidRDefault="001D2002">
      <w:pPr>
        <w:pStyle w:val="TOC2"/>
        <w:tabs>
          <w:tab w:val="left" w:pos="720"/>
          <w:tab w:val="right" w:leader="dot" w:pos="8778"/>
        </w:tabs>
        <w:rPr>
          <w:rFonts w:ascii="Times New Roman" w:eastAsiaTheme="minorEastAsia" w:hAnsi="Times New Roman" w:cs="Times New Roman"/>
          <w:smallCaps w:val="0"/>
          <w:noProof/>
          <w:sz w:val="24"/>
          <w:szCs w:val="24"/>
        </w:rPr>
      </w:pPr>
      <w:hyperlink w:anchor="_Toc501285924" w:history="1">
        <w:r w:rsidR="002A6292" w:rsidRPr="002A6292">
          <w:rPr>
            <w:rStyle w:val="Hyperlink"/>
            <w:rFonts w:ascii="Times New Roman" w:hAnsi="Times New Roman" w:cs="Times New Roman"/>
            <w:noProof/>
            <w:sz w:val="24"/>
            <w:szCs w:val="24"/>
          </w:rPr>
          <w:t>3.1</w:t>
        </w:r>
        <w:r w:rsidR="002A6292" w:rsidRPr="002A6292">
          <w:rPr>
            <w:rFonts w:ascii="Times New Roman" w:eastAsiaTheme="minorEastAsia" w:hAnsi="Times New Roman" w:cs="Times New Roman"/>
            <w:smallCaps w:val="0"/>
            <w:noProof/>
            <w:sz w:val="24"/>
            <w:szCs w:val="24"/>
          </w:rPr>
          <w:tab/>
        </w:r>
        <w:r w:rsidR="002A6292" w:rsidRPr="002A6292">
          <w:rPr>
            <w:rStyle w:val="Hyperlink"/>
            <w:rFonts w:ascii="Times New Roman" w:hAnsi="Times New Roman" w:cs="Times New Roman"/>
            <w:noProof/>
            <w:sz w:val="24"/>
            <w:szCs w:val="24"/>
          </w:rPr>
          <w:t>Adresářová struktura</w:t>
        </w:r>
        <w:r w:rsidR="002A6292" w:rsidRPr="002A6292">
          <w:rPr>
            <w:rFonts w:ascii="Times New Roman" w:hAnsi="Times New Roman" w:cs="Times New Roman"/>
            <w:noProof/>
            <w:webHidden/>
            <w:sz w:val="24"/>
            <w:szCs w:val="24"/>
          </w:rPr>
          <w:tab/>
        </w:r>
        <w:r w:rsidR="002A6292" w:rsidRPr="002A6292">
          <w:rPr>
            <w:rFonts w:ascii="Times New Roman" w:hAnsi="Times New Roman" w:cs="Times New Roman"/>
            <w:noProof/>
            <w:webHidden/>
            <w:sz w:val="24"/>
            <w:szCs w:val="24"/>
          </w:rPr>
          <w:fldChar w:fldCharType="begin"/>
        </w:r>
        <w:r w:rsidR="002A6292" w:rsidRPr="002A6292">
          <w:rPr>
            <w:rFonts w:ascii="Times New Roman" w:hAnsi="Times New Roman" w:cs="Times New Roman"/>
            <w:noProof/>
            <w:webHidden/>
            <w:sz w:val="24"/>
            <w:szCs w:val="24"/>
          </w:rPr>
          <w:instrText xml:space="preserve"> PAGEREF _Toc501285924 \h </w:instrText>
        </w:r>
        <w:r w:rsidR="002A6292" w:rsidRPr="002A6292">
          <w:rPr>
            <w:rFonts w:ascii="Times New Roman" w:hAnsi="Times New Roman" w:cs="Times New Roman"/>
            <w:noProof/>
            <w:webHidden/>
            <w:sz w:val="24"/>
            <w:szCs w:val="24"/>
          </w:rPr>
        </w:r>
        <w:r w:rsidR="002A6292" w:rsidRPr="002A6292">
          <w:rPr>
            <w:rFonts w:ascii="Times New Roman" w:hAnsi="Times New Roman" w:cs="Times New Roman"/>
            <w:noProof/>
            <w:webHidden/>
            <w:sz w:val="24"/>
            <w:szCs w:val="24"/>
          </w:rPr>
          <w:fldChar w:fldCharType="separate"/>
        </w:r>
        <w:r w:rsidR="00F06D94">
          <w:rPr>
            <w:rFonts w:ascii="Times New Roman" w:hAnsi="Times New Roman" w:cs="Times New Roman"/>
            <w:noProof/>
            <w:webHidden/>
            <w:sz w:val="24"/>
            <w:szCs w:val="24"/>
          </w:rPr>
          <w:t>11</w:t>
        </w:r>
        <w:r w:rsidR="002A6292" w:rsidRPr="002A6292">
          <w:rPr>
            <w:rFonts w:ascii="Times New Roman" w:hAnsi="Times New Roman" w:cs="Times New Roman"/>
            <w:noProof/>
            <w:webHidden/>
            <w:sz w:val="24"/>
            <w:szCs w:val="24"/>
          </w:rPr>
          <w:fldChar w:fldCharType="end"/>
        </w:r>
      </w:hyperlink>
    </w:p>
    <w:p w:rsidR="002A6292" w:rsidRPr="002A6292" w:rsidRDefault="001D2002">
      <w:pPr>
        <w:pStyle w:val="TOC2"/>
        <w:tabs>
          <w:tab w:val="left" w:pos="720"/>
          <w:tab w:val="right" w:leader="dot" w:pos="8778"/>
        </w:tabs>
        <w:rPr>
          <w:rFonts w:ascii="Times New Roman" w:eastAsiaTheme="minorEastAsia" w:hAnsi="Times New Roman" w:cs="Times New Roman"/>
          <w:smallCaps w:val="0"/>
          <w:noProof/>
          <w:sz w:val="24"/>
          <w:szCs w:val="24"/>
        </w:rPr>
      </w:pPr>
      <w:hyperlink w:anchor="_Toc501285925" w:history="1">
        <w:r w:rsidR="002A6292" w:rsidRPr="002A6292">
          <w:rPr>
            <w:rStyle w:val="Hyperlink"/>
            <w:rFonts w:ascii="Times New Roman" w:hAnsi="Times New Roman" w:cs="Times New Roman"/>
            <w:noProof/>
            <w:sz w:val="24"/>
            <w:szCs w:val="24"/>
          </w:rPr>
          <w:t>3.2</w:t>
        </w:r>
        <w:r w:rsidR="002A6292" w:rsidRPr="002A6292">
          <w:rPr>
            <w:rFonts w:ascii="Times New Roman" w:eastAsiaTheme="minorEastAsia" w:hAnsi="Times New Roman" w:cs="Times New Roman"/>
            <w:smallCaps w:val="0"/>
            <w:noProof/>
            <w:sz w:val="24"/>
            <w:szCs w:val="24"/>
          </w:rPr>
          <w:tab/>
        </w:r>
        <w:r w:rsidR="002A6292" w:rsidRPr="002A6292">
          <w:rPr>
            <w:rStyle w:val="Hyperlink"/>
            <w:rFonts w:ascii="Times New Roman" w:hAnsi="Times New Roman" w:cs="Times New Roman"/>
            <w:noProof/>
            <w:sz w:val="24"/>
            <w:szCs w:val="24"/>
          </w:rPr>
          <w:t>Databáze</w:t>
        </w:r>
        <w:r w:rsidR="002A6292" w:rsidRPr="002A6292">
          <w:rPr>
            <w:rFonts w:ascii="Times New Roman" w:hAnsi="Times New Roman" w:cs="Times New Roman"/>
            <w:noProof/>
            <w:webHidden/>
            <w:sz w:val="24"/>
            <w:szCs w:val="24"/>
          </w:rPr>
          <w:tab/>
        </w:r>
        <w:r w:rsidR="002A6292" w:rsidRPr="002A6292">
          <w:rPr>
            <w:rFonts w:ascii="Times New Roman" w:hAnsi="Times New Roman" w:cs="Times New Roman"/>
            <w:noProof/>
            <w:webHidden/>
            <w:sz w:val="24"/>
            <w:szCs w:val="24"/>
          </w:rPr>
          <w:fldChar w:fldCharType="begin"/>
        </w:r>
        <w:r w:rsidR="002A6292" w:rsidRPr="002A6292">
          <w:rPr>
            <w:rFonts w:ascii="Times New Roman" w:hAnsi="Times New Roman" w:cs="Times New Roman"/>
            <w:noProof/>
            <w:webHidden/>
            <w:sz w:val="24"/>
            <w:szCs w:val="24"/>
          </w:rPr>
          <w:instrText xml:space="preserve"> PAGEREF _Toc501285925 \h </w:instrText>
        </w:r>
        <w:r w:rsidR="002A6292" w:rsidRPr="002A6292">
          <w:rPr>
            <w:rFonts w:ascii="Times New Roman" w:hAnsi="Times New Roman" w:cs="Times New Roman"/>
            <w:noProof/>
            <w:webHidden/>
            <w:sz w:val="24"/>
            <w:szCs w:val="24"/>
          </w:rPr>
        </w:r>
        <w:r w:rsidR="002A6292" w:rsidRPr="002A6292">
          <w:rPr>
            <w:rFonts w:ascii="Times New Roman" w:hAnsi="Times New Roman" w:cs="Times New Roman"/>
            <w:noProof/>
            <w:webHidden/>
            <w:sz w:val="24"/>
            <w:szCs w:val="24"/>
          </w:rPr>
          <w:fldChar w:fldCharType="separate"/>
        </w:r>
        <w:r w:rsidR="00F06D94">
          <w:rPr>
            <w:rFonts w:ascii="Times New Roman" w:hAnsi="Times New Roman" w:cs="Times New Roman"/>
            <w:noProof/>
            <w:webHidden/>
            <w:sz w:val="24"/>
            <w:szCs w:val="24"/>
          </w:rPr>
          <w:t>12</w:t>
        </w:r>
        <w:r w:rsidR="002A6292" w:rsidRPr="002A6292">
          <w:rPr>
            <w:rFonts w:ascii="Times New Roman" w:hAnsi="Times New Roman" w:cs="Times New Roman"/>
            <w:noProof/>
            <w:webHidden/>
            <w:sz w:val="24"/>
            <w:szCs w:val="24"/>
          </w:rPr>
          <w:fldChar w:fldCharType="end"/>
        </w:r>
      </w:hyperlink>
    </w:p>
    <w:p w:rsidR="002A6292" w:rsidRPr="002A6292" w:rsidRDefault="001D2002">
      <w:pPr>
        <w:pStyle w:val="TOC2"/>
        <w:tabs>
          <w:tab w:val="left" w:pos="720"/>
          <w:tab w:val="right" w:leader="dot" w:pos="8778"/>
        </w:tabs>
        <w:rPr>
          <w:rFonts w:ascii="Times New Roman" w:eastAsiaTheme="minorEastAsia" w:hAnsi="Times New Roman" w:cs="Times New Roman"/>
          <w:smallCaps w:val="0"/>
          <w:noProof/>
          <w:sz w:val="24"/>
          <w:szCs w:val="24"/>
        </w:rPr>
      </w:pPr>
      <w:hyperlink w:anchor="_Toc501285926" w:history="1">
        <w:r w:rsidR="002A6292" w:rsidRPr="002A6292">
          <w:rPr>
            <w:rStyle w:val="Hyperlink"/>
            <w:rFonts w:ascii="Times New Roman" w:hAnsi="Times New Roman" w:cs="Times New Roman"/>
            <w:noProof/>
            <w:sz w:val="24"/>
            <w:szCs w:val="24"/>
          </w:rPr>
          <w:t>3.3</w:t>
        </w:r>
        <w:r w:rsidR="002A6292" w:rsidRPr="002A6292">
          <w:rPr>
            <w:rFonts w:ascii="Times New Roman" w:eastAsiaTheme="minorEastAsia" w:hAnsi="Times New Roman" w:cs="Times New Roman"/>
            <w:smallCaps w:val="0"/>
            <w:noProof/>
            <w:sz w:val="24"/>
            <w:szCs w:val="24"/>
          </w:rPr>
          <w:tab/>
        </w:r>
        <w:r w:rsidR="002A6292" w:rsidRPr="002A6292">
          <w:rPr>
            <w:rStyle w:val="Hyperlink"/>
            <w:rFonts w:ascii="Times New Roman" w:hAnsi="Times New Roman" w:cs="Times New Roman"/>
            <w:noProof/>
            <w:sz w:val="24"/>
            <w:szCs w:val="24"/>
          </w:rPr>
          <w:t>Návrhář menu</w:t>
        </w:r>
        <w:r w:rsidR="002A6292" w:rsidRPr="002A6292">
          <w:rPr>
            <w:rFonts w:ascii="Times New Roman" w:hAnsi="Times New Roman" w:cs="Times New Roman"/>
            <w:noProof/>
            <w:webHidden/>
            <w:sz w:val="24"/>
            <w:szCs w:val="24"/>
          </w:rPr>
          <w:tab/>
        </w:r>
        <w:r w:rsidR="002A6292" w:rsidRPr="002A6292">
          <w:rPr>
            <w:rFonts w:ascii="Times New Roman" w:hAnsi="Times New Roman" w:cs="Times New Roman"/>
            <w:noProof/>
            <w:webHidden/>
            <w:sz w:val="24"/>
            <w:szCs w:val="24"/>
          </w:rPr>
          <w:fldChar w:fldCharType="begin"/>
        </w:r>
        <w:r w:rsidR="002A6292" w:rsidRPr="002A6292">
          <w:rPr>
            <w:rFonts w:ascii="Times New Roman" w:hAnsi="Times New Roman" w:cs="Times New Roman"/>
            <w:noProof/>
            <w:webHidden/>
            <w:sz w:val="24"/>
            <w:szCs w:val="24"/>
          </w:rPr>
          <w:instrText xml:space="preserve"> PAGEREF _Toc501285926 \h </w:instrText>
        </w:r>
        <w:r w:rsidR="002A6292" w:rsidRPr="002A6292">
          <w:rPr>
            <w:rFonts w:ascii="Times New Roman" w:hAnsi="Times New Roman" w:cs="Times New Roman"/>
            <w:noProof/>
            <w:webHidden/>
            <w:sz w:val="24"/>
            <w:szCs w:val="24"/>
          </w:rPr>
        </w:r>
        <w:r w:rsidR="002A6292" w:rsidRPr="002A6292">
          <w:rPr>
            <w:rFonts w:ascii="Times New Roman" w:hAnsi="Times New Roman" w:cs="Times New Roman"/>
            <w:noProof/>
            <w:webHidden/>
            <w:sz w:val="24"/>
            <w:szCs w:val="24"/>
          </w:rPr>
          <w:fldChar w:fldCharType="separate"/>
        </w:r>
        <w:r w:rsidR="00F06D94">
          <w:rPr>
            <w:rFonts w:ascii="Times New Roman" w:hAnsi="Times New Roman" w:cs="Times New Roman"/>
            <w:noProof/>
            <w:webHidden/>
            <w:sz w:val="24"/>
            <w:szCs w:val="24"/>
          </w:rPr>
          <w:t>14</w:t>
        </w:r>
        <w:r w:rsidR="002A6292" w:rsidRPr="002A6292">
          <w:rPr>
            <w:rFonts w:ascii="Times New Roman" w:hAnsi="Times New Roman" w:cs="Times New Roman"/>
            <w:noProof/>
            <w:webHidden/>
            <w:sz w:val="24"/>
            <w:szCs w:val="24"/>
          </w:rPr>
          <w:fldChar w:fldCharType="end"/>
        </w:r>
      </w:hyperlink>
    </w:p>
    <w:p w:rsidR="002A6292" w:rsidRPr="002A6292" w:rsidRDefault="001D2002" w:rsidP="009B42F3">
      <w:pPr>
        <w:pStyle w:val="TOC1"/>
        <w:rPr>
          <w:rFonts w:eastAsiaTheme="minorEastAsia"/>
          <w:noProof/>
        </w:rPr>
      </w:pPr>
      <w:hyperlink w:anchor="_Toc501285927" w:history="1">
        <w:r w:rsidR="002A6292" w:rsidRPr="002A6292">
          <w:rPr>
            <w:rStyle w:val="Hyperlink"/>
            <w:rFonts w:ascii="Times New Roman" w:hAnsi="Times New Roman" w:cs="Times New Roman"/>
            <w:noProof/>
            <w:sz w:val="24"/>
            <w:szCs w:val="24"/>
          </w:rPr>
          <w:t>4</w:t>
        </w:r>
        <w:r w:rsidR="002A6292" w:rsidRPr="002A6292">
          <w:rPr>
            <w:rFonts w:eastAsiaTheme="minorEastAsia"/>
            <w:noProof/>
          </w:rPr>
          <w:tab/>
        </w:r>
        <w:r w:rsidR="002A6292" w:rsidRPr="002A6292">
          <w:rPr>
            <w:rStyle w:val="Hyperlink"/>
            <w:rFonts w:ascii="Times New Roman" w:hAnsi="Times New Roman" w:cs="Times New Roman"/>
            <w:noProof/>
            <w:sz w:val="24"/>
            <w:szCs w:val="24"/>
          </w:rPr>
          <w:t>Popis aplikace – Klientská část</w:t>
        </w:r>
        <w:r w:rsidR="002A6292" w:rsidRPr="002A6292">
          <w:rPr>
            <w:noProof/>
            <w:webHidden/>
          </w:rPr>
          <w:tab/>
        </w:r>
        <w:r w:rsidR="002A6292" w:rsidRPr="002A6292">
          <w:rPr>
            <w:noProof/>
            <w:webHidden/>
          </w:rPr>
          <w:fldChar w:fldCharType="begin"/>
        </w:r>
        <w:r w:rsidR="002A6292" w:rsidRPr="002A6292">
          <w:rPr>
            <w:noProof/>
            <w:webHidden/>
          </w:rPr>
          <w:instrText xml:space="preserve"> PAGEREF _Toc501285927 \h </w:instrText>
        </w:r>
        <w:r w:rsidR="002A6292" w:rsidRPr="002A6292">
          <w:rPr>
            <w:noProof/>
            <w:webHidden/>
          </w:rPr>
        </w:r>
        <w:r w:rsidR="002A6292" w:rsidRPr="002A6292">
          <w:rPr>
            <w:noProof/>
            <w:webHidden/>
          </w:rPr>
          <w:fldChar w:fldCharType="separate"/>
        </w:r>
        <w:r w:rsidR="00F06D94">
          <w:rPr>
            <w:noProof/>
            <w:webHidden/>
          </w:rPr>
          <w:t>15</w:t>
        </w:r>
        <w:r w:rsidR="002A6292" w:rsidRPr="002A6292">
          <w:rPr>
            <w:noProof/>
            <w:webHidden/>
          </w:rPr>
          <w:fldChar w:fldCharType="end"/>
        </w:r>
      </w:hyperlink>
    </w:p>
    <w:p w:rsidR="002A6292" w:rsidRPr="002A6292" w:rsidRDefault="001D2002">
      <w:pPr>
        <w:pStyle w:val="TOC2"/>
        <w:tabs>
          <w:tab w:val="left" w:pos="720"/>
          <w:tab w:val="right" w:leader="dot" w:pos="8778"/>
        </w:tabs>
        <w:rPr>
          <w:rFonts w:ascii="Times New Roman" w:eastAsiaTheme="minorEastAsia" w:hAnsi="Times New Roman" w:cs="Times New Roman"/>
          <w:smallCaps w:val="0"/>
          <w:noProof/>
          <w:sz w:val="24"/>
          <w:szCs w:val="24"/>
        </w:rPr>
      </w:pPr>
      <w:hyperlink w:anchor="_Toc501285928" w:history="1">
        <w:r w:rsidR="002A6292" w:rsidRPr="002A6292">
          <w:rPr>
            <w:rStyle w:val="Hyperlink"/>
            <w:rFonts w:ascii="Times New Roman" w:hAnsi="Times New Roman" w:cs="Times New Roman"/>
            <w:noProof/>
            <w:sz w:val="24"/>
            <w:szCs w:val="24"/>
          </w:rPr>
          <w:t>4.1</w:t>
        </w:r>
        <w:r w:rsidR="002A6292" w:rsidRPr="002A6292">
          <w:rPr>
            <w:rFonts w:ascii="Times New Roman" w:eastAsiaTheme="minorEastAsia" w:hAnsi="Times New Roman" w:cs="Times New Roman"/>
            <w:smallCaps w:val="0"/>
            <w:noProof/>
            <w:sz w:val="24"/>
            <w:szCs w:val="24"/>
          </w:rPr>
          <w:tab/>
        </w:r>
        <w:r w:rsidR="002A6292" w:rsidRPr="002A6292">
          <w:rPr>
            <w:rStyle w:val="Hyperlink"/>
            <w:rFonts w:ascii="Times New Roman" w:hAnsi="Times New Roman" w:cs="Times New Roman"/>
            <w:noProof/>
            <w:sz w:val="24"/>
            <w:szCs w:val="24"/>
          </w:rPr>
          <w:t>Adresářová struktura</w:t>
        </w:r>
        <w:r w:rsidR="002A6292" w:rsidRPr="002A6292">
          <w:rPr>
            <w:rFonts w:ascii="Times New Roman" w:hAnsi="Times New Roman" w:cs="Times New Roman"/>
            <w:noProof/>
            <w:webHidden/>
            <w:sz w:val="24"/>
            <w:szCs w:val="24"/>
          </w:rPr>
          <w:tab/>
        </w:r>
        <w:r w:rsidR="002A6292" w:rsidRPr="002A6292">
          <w:rPr>
            <w:rFonts w:ascii="Times New Roman" w:hAnsi="Times New Roman" w:cs="Times New Roman"/>
            <w:noProof/>
            <w:webHidden/>
            <w:sz w:val="24"/>
            <w:szCs w:val="24"/>
          </w:rPr>
          <w:fldChar w:fldCharType="begin"/>
        </w:r>
        <w:r w:rsidR="002A6292" w:rsidRPr="002A6292">
          <w:rPr>
            <w:rFonts w:ascii="Times New Roman" w:hAnsi="Times New Roman" w:cs="Times New Roman"/>
            <w:noProof/>
            <w:webHidden/>
            <w:sz w:val="24"/>
            <w:szCs w:val="24"/>
          </w:rPr>
          <w:instrText xml:space="preserve"> PAGEREF _Toc501285928 \h </w:instrText>
        </w:r>
        <w:r w:rsidR="002A6292" w:rsidRPr="002A6292">
          <w:rPr>
            <w:rFonts w:ascii="Times New Roman" w:hAnsi="Times New Roman" w:cs="Times New Roman"/>
            <w:noProof/>
            <w:webHidden/>
            <w:sz w:val="24"/>
            <w:szCs w:val="24"/>
          </w:rPr>
        </w:r>
        <w:r w:rsidR="002A6292" w:rsidRPr="002A6292">
          <w:rPr>
            <w:rFonts w:ascii="Times New Roman" w:hAnsi="Times New Roman" w:cs="Times New Roman"/>
            <w:noProof/>
            <w:webHidden/>
            <w:sz w:val="24"/>
            <w:szCs w:val="24"/>
          </w:rPr>
          <w:fldChar w:fldCharType="separate"/>
        </w:r>
        <w:r w:rsidR="00F06D94">
          <w:rPr>
            <w:rFonts w:ascii="Times New Roman" w:hAnsi="Times New Roman" w:cs="Times New Roman"/>
            <w:noProof/>
            <w:webHidden/>
            <w:sz w:val="24"/>
            <w:szCs w:val="24"/>
          </w:rPr>
          <w:t>15</w:t>
        </w:r>
        <w:r w:rsidR="002A6292" w:rsidRPr="002A6292">
          <w:rPr>
            <w:rFonts w:ascii="Times New Roman" w:hAnsi="Times New Roman" w:cs="Times New Roman"/>
            <w:noProof/>
            <w:webHidden/>
            <w:sz w:val="24"/>
            <w:szCs w:val="24"/>
          </w:rPr>
          <w:fldChar w:fldCharType="end"/>
        </w:r>
      </w:hyperlink>
    </w:p>
    <w:p w:rsidR="002A6292" w:rsidRPr="002A6292" w:rsidRDefault="001D2002">
      <w:pPr>
        <w:pStyle w:val="TOC2"/>
        <w:tabs>
          <w:tab w:val="left" w:pos="720"/>
          <w:tab w:val="right" w:leader="dot" w:pos="8778"/>
        </w:tabs>
        <w:rPr>
          <w:rFonts w:ascii="Times New Roman" w:eastAsiaTheme="minorEastAsia" w:hAnsi="Times New Roman" w:cs="Times New Roman"/>
          <w:smallCaps w:val="0"/>
          <w:noProof/>
          <w:sz w:val="24"/>
          <w:szCs w:val="24"/>
        </w:rPr>
      </w:pPr>
      <w:hyperlink w:anchor="_Toc501285929" w:history="1">
        <w:r w:rsidR="002A6292" w:rsidRPr="002A6292">
          <w:rPr>
            <w:rStyle w:val="Hyperlink"/>
            <w:rFonts w:ascii="Times New Roman" w:hAnsi="Times New Roman" w:cs="Times New Roman"/>
            <w:noProof/>
            <w:sz w:val="24"/>
            <w:szCs w:val="24"/>
          </w:rPr>
          <w:t>4.2</w:t>
        </w:r>
        <w:r w:rsidR="002A6292" w:rsidRPr="002A6292">
          <w:rPr>
            <w:rFonts w:ascii="Times New Roman" w:eastAsiaTheme="minorEastAsia" w:hAnsi="Times New Roman" w:cs="Times New Roman"/>
            <w:smallCaps w:val="0"/>
            <w:noProof/>
            <w:sz w:val="24"/>
            <w:szCs w:val="24"/>
          </w:rPr>
          <w:tab/>
        </w:r>
        <w:r w:rsidR="002A6292" w:rsidRPr="002A6292">
          <w:rPr>
            <w:rStyle w:val="Hyperlink"/>
            <w:rFonts w:ascii="Times New Roman" w:hAnsi="Times New Roman" w:cs="Times New Roman"/>
            <w:noProof/>
            <w:sz w:val="24"/>
            <w:szCs w:val="24"/>
          </w:rPr>
          <w:t>Vlastní menu</w:t>
        </w:r>
        <w:r w:rsidR="002A6292" w:rsidRPr="002A6292">
          <w:rPr>
            <w:rFonts w:ascii="Times New Roman" w:hAnsi="Times New Roman" w:cs="Times New Roman"/>
            <w:noProof/>
            <w:webHidden/>
            <w:sz w:val="24"/>
            <w:szCs w:val="24"/>
          </w:rPr>
          <w:tab/>
        </w:r>
        <w:r w:rsidR="002A6292" w:rsidRPr="002A6292">
          <w:rPr>
            <w:rFonts w:ascii="Times New Roman" w:hAnsi="Times New Roman" w:cs="Times New Roman"/>
            <w:noProof/>
            <w:webHidden/>
            <w:sz w:val="24"/>
            <w:szCs w:val="24"/>
          </w:rPr>
          <w:fldChar w:fldCharType="begin"/>
        </w:r>
        <w:r w:rsidR="002A6292" w:rsidRPr="002A6292">
          <w:rPr>
            <w:rFonts w:ascii="Times New Roman" w:hAnsi="Times New Roman" w:cs="Times New Roman"/>
            <w:noProof/>
            <w:webHidden/>
            <w:sz w:val="24"/>
            <w:szCs w:val="24"/>
          </w:rPr>
          <w:instrText xml:space="preserve"> PAGEREF _Toc501285929 \h </w:instrText>
        </w:r>
        <w:r w:rsidR="002A6292" w:rsidRPr="002A6292">
          <w:rPr>
            <w:rFonts w:ascii="Times New Roman" w:hAnsi="Times New Roman" w:cs="Times New Roman"/>
            <w:noProof/>
            <w:webHidden/>
            <w:sz w:val="24"/>
            <w:szCs w:val="24"/>
          </w:rPr>
        </w:r>
        <w:r w:rsidR="002A6292" w:rsidRPr="002A6292">
          <w:rPr>
            <w:rFonts w:ascii="Times New Roman" w:hAnsi="Times New Roman" w:cs="Times New Roman"/>
            <w:noProof/>
            <w:webHidden/>
            <w:sz w:val="24"/>
            <w:szCs w:val="24"/>
          </w:rPr>
          <w:fldChar w:fldCharType="separate"/>
        </w:r>
        <w:r w:rsidR="00F06D94">
          <w:rPr>
            <w:rFonts w:ascii="Times New Roman" w:hAnsi="Times New Roman" w:cs="Times New Roman"/>
            <w:noProof/>
            <w:webHidden/>
            <w:sz w:val="24"/>
            <w:szCs w:val="24"/>
          </w:rPr>
          <w:t>16</w:t>
        </w:r>
        <w:r w:rsidR="002A6292" w:rsidRPr="002A6292">
          <w:rPr>
            <w:rFonts w:ascii="Times New Roman" w:hAnsi="Times New Roman" w:cs="Times New Roman"/>
            <w:noProof/>
            <w:webHidden/>
            <w:sz w:val="24"/>
            <w:szCs w:val="24"/>
          </w:rPr>
          <w:fldChar w:fldCharType="end"/>
        </w:r>
      </w:hyperlink>
    </w:p>
    <w:p w:rsidR="002A6292" w:rsidRPr="002A6292" w:rsidRDefault="001D2002">
      <w:pPr>
        <w:pStyle w:val="TOC2"/>
        <w:tabs>
          <w:tab w:val="left" w:pos="720"/>
          <w:tab w:val="right" w:leader="dot" w:pos="8778"/>
        </w:tabs>
        <w:rPr>
          <w:rFonts w:ascii="Times New Roman" w:eastAsiaTheme="minorEastAsia" w:hAnsi="Times New Roman" w:cs="Times New Roman"/>
          <w:smallCaps w:val="0"/>
          <w:noProof/>
          <w:sz w:val="24"/>
          <w:szCs w:val="24"/>
        </w:rPr>
      </w:pPr>
      <w:hyperlink w:anchor="_Toc501285930" w:history="1">
        <w:r w:rsidR="002A6292" w:rsidRPr="002A6292">
          <w:rPr>
            <w:rStyle w:val="Hyperlink"/>
            <w:rFonts w:ascii="Times New Roman" w:hAnsi="Times New Roman" w:cs="Times New Roman"/>
            <w:noProof/>
            <w:sz w:val="24"/>
            <w:szCs w:val="24"/>
          </w:rPr>
          <w:t>4.3</w:t>
        </w:r>
        <w:r w:rsidR="002A6292" w:rsidRPr="002A6292">
          <w:rPr>
            <w:rFonts w:ascii="Times New Roman" w:eastAsiaTheme="minorEastAsia" w:hAnsi="Times New Roman" w:cs="Times New Roman"/>
            <w:smallCaps w:val="0"/>
            <w:noProof/>
            <w:sz w:val="24"/>
            <w:szCs w:val="24"/>
          </w:rPr>
          <w:tab/>
        </w:r>
        <w:r w:rsidR="002A6292" w:rsidRPr="002A6292">
          <w:rPr>
            <w:rStyle w:val="Hyperlink"/>
            <w:rFonts w:ascii="Times New Roman" w:hAnsi="Times New Roman" w:cs="Times New Roman"/>
            <w:noProof/>
            <w:sz w:val="24"/>
            <w:szCs w:val="24"/>
          </w:rPr>
          <w:t>Objednávky a platby</w:t>
        </w:r>
        <w:r w:rsidR="002A6292" w:rsidRPr="002A6292">
          <w:rPr>
            <w:rFonts w:ascii="Times New Roman" w:hAnsi="Times New Roman" w:cs="Times New Roman"/>
            <w:noProof/>
            <w:webHidden/>
            <w:sz w:val="24"/>
            <w:szCs w:val="24"/>
          </w:rPr>
          <w:tab/>
        </w:r>
        <w:r w:rsidR="002A6292" w:rsidRPr="002A6292">
          <w:rPr>
            <w:rFonts w:ascii="Times New Roman" w:hAnsi="Times New Roman" w:cs="Times New Roman"/>
            <w:noProof/>
            <w:webHidden/>
            <w:sz w:val="24"/>
            <w:szCs w:val="24"/>
          </w:rPr>
          <w:fldChar w:fldCharType="begin"/>
        </w:r>
        <w:r w:rsidR="002A6292" w:rsidRPr="002A6292">
          <w:rPr>
            <w:rFonts w:ascii="Times New Roman" w:hAnsi="Times New Roman" w:cs="Times New Roman"/>
            <w:noProof/>
            <w:webHidden/>
            <w:sz w:val="24"/>
            <w:szCs w:val="24"/>
          </w:rPr>
          <w:instrText xml:space="preserve"> PAGEREF _Toc501285930 \h </w:instrText>
        </w:r>
        <w:r w:rsidR="002A6292" w:rsidRPr="002A6292">
          <w:rPr>
            <w:rFonts w:ascii="Times New Roman" w:hAnsi="Times New Roman" w:cs="Times New Roman"/>
            <w:noProof/>
            <w:webHidden/>
            <w:sz w:val="24"/>
            <w:szCs w:val="24"/>
          </w:rPr>
        </w:r>
        <w:r w:rsidR="002A6292" w:rsidRPr="002A6292">
          <w:rPr>
            <w:rFonts w:ascii="Times New Roman" w:hAnsi="Times New Roman" w:cs="Times New Roman"/>
            <w:noProof/>
            <w:webHidden/>
            <w:sz w:val="24"/>
            <w:szCs w:val="24"/>
          </w:rPr>
          <w:fldChar w:fldCharType="separate"/>
        </w:r>
        <w:r w:rsidR="00F06D94">
          <w:rPr>
            <w:rFonts w:ascii="Times New Roman" w:hAnsi="Times New Roman" w:cs="Times New Roman"/>
            <w:noProof/>
            <w:webHidden/>
            <w:sz w:val="24"/>
            <w:szCs w:val="24"/>
          </w:rPr>
          <w:t>17</w:t>
        </w:r>
        <w:r w:rsidR="002A6292" w:rsidRPr="002A6292">
          <w:rPr>
            <w:rFonts w:ascii="Times New Roman" w:hAnsi="Times New Roman" w:cs="Times New Roman"/>
            <w:noProof/>
            <w:webHidden/>
            <w:sz w:val="24"/>
            <w:szCs w:val="24"/>
          </w:rPr>
          <w:fldChar w:fldCharType="end"/>
        </w:r>
      </w:hyperlink>
    </w:p>
    <w:p w:rsidR="002A6292" w:rsidRPr="002A6292" w:rsidRDefault="001D2002" w:rsidP="009B42F3">
      <w:pPr>
        <w:pStyle w:val="TOC1"/>
        <w:rPr>
          <w:rFonts w:eastAsiaTheme="minorEastAsia"/>
          <w:noProof/>
        </w:rPr>
      </w:pPr>
      <w:hyperlink w:anchor="_Toc501285931" w:history="1">
        <w:r w:rsidR="002A6292" w:rsidRPr="002A6292">
          <w:rPr>
            <w:rStyle w:val="Hyperlink"/>
            <w:rFonts w:ascii="Times New Roman" w:hAnsi="Times New Roman" w:cs="Times New Roman"/>
            <w:noProof/>
            <w:sz w:val="24"/>
            <w:szCs w:val="24"/>
          </w:rPr>
          <w:t>Závěr</w:t>
        </w:r>
        <w:r w:rsidR="002A6292" w:rsidRPr="002A6292">
          <w:rPr>
            <w:noProof/>
            <w:webHidden/>
          </w:rPr>
          <w:tab/>
        </w:r>
        <w:r w:rsidR="002A6292" w:rsidRPr="002A6292">
          <w:rPr>
            <w:noProof/>
            <w:webHidden/>
          </w:rPr>
          <w:fldChar w:fldCharType="begin"/>
        </w:r>
        <w:r w:rsidR="002A6292" w:rsidRPr="002A6292">
          <w:rPr>
            <w:noProof/>
            <w:webHidden/>
          </w:rPr>
          <w:instrText xml:space="preserve"> PAGEREF _Toc501285931 \h </w:instrText>
        </w:r>
        <w:r w:rsidR="002A6292" w:rsidRPr="002A6292">
          <w:rPr>
            <w:noProof/>
            <w:webHidden/>
          </w:rPr>
        </w:r>
        <w:r w:rsidR="002A6292" w:rsidRPr="002A6292">
          <w:rPr>
            <w:noProof/>
            <w:webHidden/>
          </w:rPr>
          <w:fldChar w:fldCharType="separate"/>
        </w:r>
        <w:r w:rsidR="00F06D94">
          <w:rPr>
            <w:noProof/>
            <w:webHidden/>
          </w:rPr>
          <w:t>19</w:t>
        </w:r>
        <w:r w:rsidR="002A6292" w:rsidRPr="002A6292">
          <w:rPr>
            <w:noProof/>
            <w:webHidden/>
          </w:rPr>
          <w:fldChar w:fldCharType="end"/>
        </w:r>
      </w:hyperlink>
    </w:p>
    <w:p w:rsidR="002A6292" w:rsidRPr="002A6292" w:rsidRDefault="001D2002" w:rsidP="009B42F3">
      <w:pPr>
        <w:pStyle w:val="TOC1"/>
        <w:rPr>
          <w:rFonts w:eastAsiaTheme="minorEastAsia"/>
          <w:noProof/>
        </w:rPr>
      </w:pPr>
      <w:hyperlink w:anchor="_Toc501285932" w:history="1">
        <w:r w:rsidR="002A6292" w:rsidRPr="002A6292">
          <w:rPr>
            <w:rStyle w:val="Hyperlink"/>
            <w:rFonts w:ascii="Times New Roman" w:hAnsi="Times New Roman" w:cs="Times New Roman"/>
            <w:noProof/>
            <w:sz w:val="24"/>
            <w:szCs w:val="24"/>
          </w:rPr>
          <w:t>Seznam použitýCH INFORMAČNÍCH ZDROJů</w:t>
        </w:r>
        <w:r w:rsidR="002A6292" w:rsidRPr="002A6292">
          <w:rPr>
            <w:noProof/>
            <w:webHidden/>
          </w:rPr>
          <w:tab/>
        </w:r>
        <w:r w:rsidR="002A6292" w:rsidRPr="002A6292">
          <w:rPr>
            <w:noProof/>
            <w:webHidden/>
          </w:rPr>
          <w:fldChar w:fldCharType="begin"/>
        </w:r>
        <w:r w:rsidR="002A6292" w:rsidRPr="002A6292">
          <w:rPr>
            <w:noProof/>
            <w:webHidden/>
          </w:rPr>
          <w:instrText xml:space="preserve"> PAGEREF _Toc501285932 \h </w:instrText>
        </w:r>
        <w:r w:rsidR="002A6292" w:rsidRPr="002A6292">
          <w:rPr>
            <w:noProof/>
            <w:webHidden/>
          </w:rPr>
        </w:r>
        <w:r w:rsidR="002A6292" w:rsidRPr="002A6292">
          <w:rPr>
            <w:noProof/>
            <w:webHidden/>
          </w:rPr>
          <w:fldChar w:fldCharType="separate"/>
        </w:r>
        <w:r w:rsidR="00F06D94">
          <w:rPr>
            <w:noProof/>
            <w:webHidden/>
          </w:rPr>
          <w:t>20</w:t>
        </w:r>
        <w:r w:rsidR="002A6292" w:rsidRPr="002A6292">
          <w:rPr>
            <w:noProof/>
            <w:webHidden/>
          </w:rPr>
          <w:fldChar w:fldCharType="end"/>
        </w:r>
      </w:hyperlink>
      <w:r w:rsidR="002A6292" w:rsidRPr="002A6292">
        <w:fldChar w:fldCharType="end"/>
      </w:r>
      <w:r w:rsidR="002A6292" w:rsidRPr="002A6292">
        <w:br w:type="page"/>
      </w:r>
    </w:p>
    <w:p w:rsidR="00F03DA6" w:rsidRPr="002A6292" w:rsidRDefault="00F03DA6" w:rsidP="002A6292">
      <w:pPr>
        <w:pStyle w:val="TOC2"/>
        <w:ind w:left="0"/>
        <w:rPr>
          <w:rFonts w:ascii="Times New Roman" w:hAnsi="Times New Roman" w:cs="Times New Roman"/>
          <w:sz w:val="24"/>
          <w:szCs w:val="24"/>
        </w:rPr>
        <w:sectPr w:rsidR="00F03DA6" w:rsidRPr="002A6292">
          <w:type w:val="continuous"/>
          <w:pgSz w:w="11907" w:h="16840" w:code="9"/>
          <w:pgMar w:top="1701" w:right="1134" w:bottom="1134" w:left="1134" w:header="851" w:footer="709" w:gutter="851"/>
          <w:pgNumType w:start="1"/>
          <w:cols w:space="708"/>
          <w:titlePg/>
        </w:sectPr>
      </w:pPr>
    </w:p>
    <w:p w:rsidR="00756E7C" w:rsidRDefault="00756E7C" w:rsidP="00756E7C">
      <w:pPr>
        <w:pStyle w:val="Nadpis"/>
      </w:pPr>
      <w:bookmarkStart w:id="2" w:name="_Toc370246085"/>
      <w:bookmarkStart w:id="3" w:name="_Toc501285902"/>
      <w:r>
        <w:lastRenderedPageBreak/>
        <w:t>Úvod</w:t>
      </w:r>
      <w:bookmarkEnd w:id="2"/>
      <w:bookmarkEnd w:id="3"/>
    </w:p>
    <w:p w:rsidR="00D73330" w:rsidRDefault="00D73330" w:rsidP="006768ED">
      <w:pPr>
        <w:ind w:firstLine="567"/>
      </w:pPr>
      <w:r>
        <w:t>V dnešním rychlém světě je snad každý rád, za jakoukoliv minutu, kterou může uš</w:t>
      </w:r>
      <w:r w:rsidR="00515A35">
        <w:t>etřit prostřednictvím mobilu a i</w:t>
      </w:r>
      <w:r>
        <w:t xml:space="preserve">nternetového připojení. </w:t>
      </w:r>
      <w:r w:rsidR="004A1291">
        <w:t xml:space="preserve">Možnost objednat si jídlo a nechat si ho dovézt již samozřejmě byla realizována. Ale co když jsem již na místě a nepotřebuji žádný dovoz a chci si rychle objednat jídlo bez čekání v řadě? </w:t>
      </w:r>
      <w:r w:rsidR="0082052C">
        <w:t>Tato myšlenka mě vedla k realizaci nápadu, který by mohl ušetřit drahocenný čas.</w:t>
      </w:r>
      <w:r w:rsidR="009D0994">
        <w:t xml:space="preserve"> </w:t>
      </w:r>
    </w:p>
    <w:p w:rsidR="00002B19" w:rsidRDefault="00ED0B4C" w:rsidP="006768ED">
      <w:pPr>
        <w:ind w:firstLine="567"/>
      </w:pPr>
      <w:r>
        <w:tab/>
        <w:t xml:space="preserve">Začal jsem uvažovat nad technologiemi, které by bylo vhodné použít. Chtěl jsem, aby byly aplikace multiplatformní a zároveň použít nějaké mi blízké řešení. Rozhodl jsem se tedy </w:t>
      </w:r>
      <w:r w:rsidR="0047591A">
        <w:t>vytvořit servero</w:t>
      </w:r>
      <w:r w:rsidR="00046AF7">
        <w:t>vou</w:t>
      </w:r>
      <w:r w:rsidR="0047591A">
        <w:t xml:space="preserve"> MVVM aplikaci </w:t>
      </w:r>
      <w:r w:rsidR="00046AF7">
        <w:t xml:space="preserve">s použitím </w:t>
      </w:r>
      <w:r>
        <w:t>jazyk</w:t>
      </w:r>
      <w:r w:rsidR="00046AF7">
        <w:t>a</w:t>
      </w:r>
      <w:r>
        <w:t xml:space="preserve"> C# ve spojení s</w:t>
      </w:r>
      <w:r w:rsidR="00343228">
        <w:t> frameworkem .N</w:t>
      </w:r>
      <w:r w:rsidR="008115CC">
        <w:t>ET</w:t>
      </w:r>
      <w:r w:rsidR="00343228">
        <w:t>, aby bylo možné server spustit na jakémkoli operačním systému.</w:t>
      </w:r>
      <w:r w:rsidR="00B43286">
        <w:t xml:space="preserve"> Pro </w:t>
      </w:r>
      <w:r w:rsidR="00573574">
        <w:t>mobilní aplikaci (</w:t>
      </w:r>
      <w:r w:rsidR="00B43286">
        <w:t>klienta</w:t>
      </w:r>
      <w:r w:rsidR="00573574">
        <w:t>)</w:t>
      </w:r>
      <w:r w:rsidR="00B43286">
        <w:t xml:space="preserve"> jsem použil </w:t>
      </w:r>
      <w:r w:rsidR="00DF73BA">
        <w:t>Ionic</w:t>
      </w:r>
      <w:r w:rsidR="00515A35">
        <w:t xml:space="preserve"> Framework</w:t>
      </w:r>
      <w:r w:rsidR="00B43286">
        <w:t xml:space="preserve"> kvůli jednoduchému použití a taktéž multiplatformnímu řešení.</w:t>
      </w:r>
      <w:r w:rsidR="0047591A">
        <w:t xml:space="preserve"> </w:t>
      </w:r>
      <w:r w:rsidR="00CE7F78">
        <w:t>Na ukládání různých dat</w:t>
      </w:r>
      <w:r w:rsidR="00385D47">
        <w:t xml:space="preserve"> padla má volba na vyu</w:t>
      </w:r>
      <w:r w:rsidR="00AD07B4">
        <w:t xml:space="preserve">žití databázového systému MySQL, protože ho dobře znám ze svého studia. </w:t>
      </w:r>
    </w:p>
    <w:p w:rsidR="00ED0B4C" w:rsidRDefault="005A17C4" w:rsidP="006768ED">
      <w:pPr>
        <w:ind w:firstLine="567"/>
      </w:pPr>
      <w:r>
        <w:t>Nejvíce jsem se snažil vytvořit systém, který by jednoduše umožnil vytvářet a spravovat aktuální nabídku v restauraci. Tak vznikl můj „návrhář“ jídelního lístku.</w:t>
      </w:r>
      <w:r w:rsidR="00AC64DA">
        <w:t xml:space="preserve"> Jeho použitím jde jednoduše vytvářet skupiny jídel (např. snídaně, obědy, …) a třeba i další podskupiny (např. vegetariánská, …</w:t>
      </w:r>
      <w:r w:rsidR="00AC64DA">
        <w:rPr>
          <w:lang w:val="en-US"/>
        </w:rPr>
        <w:t>)</w:t>
      </w:r>
      <w:r w:rsidR="00C957BA">
        <w:t xml:space="preserve">. </w:t>
      </w:r>
      <w:r w:rsidR="00FF5507">
        <w:t>Samozřejmostí je i možnost k uloženým pokrmům zadat i jejich výživové hodnoty, včetně alergenů, které obsahují.</w:t>
      </w:r>
      <w:r w:rsidR="005753E5">
        <w:t xml:space="preserve"> Všechny tyto informace </w:t>
      </w:r>
      <w:r w:rsidR="00861095">
        <w:t>si</w:t>
      </w:r>
      <w:r w:rsidR="005753E5">
        <w:t xml:space="preserve"> poté uživatel </w:t>
      </w:r>
      <w:r w:rsidR="00861095">
        <w:t>na mobil</w:t>
      </w:r>
      <w:r w:rsidR="00505831">
        <w:t xml:space="preserve">ním zařízení </w:t>
      </w:r>
      <w:r w:rsidR="00AD07B4">
        <w:t xml:space="preserve">může </w:t>
      </w:r>
      <w:r w:rsidR="00505831">
        <w:t>jednoduše zobrazit, učinit předobjednávku a zaplatit.</w:t>
      </w:r>
    </w:p>
    <w:p w:rsidR="00002B19" w:rsidRPr="00D73330" w:rsidRDefault="00002B19" w:rsidP="006768ED">
      <w:pPr>
        <w:ind w:firstLine="567"/>
      </w:pPr>
      <w:r>
        <w:tab/>
      </w:r>
      <w:r w:rsidR="001309C0">
        <w:t>První část</w:t>
      </w:r>
      <w:r w:rsidR="00B27E07">
        <w:t> </w:t>
      </w:r>
      <w:r w:rsidR="00226A43">
        <w:t>dokumentace</w:t>
      </w:r>
      <w:r w:rsidR="00B27E07">
        <w:t xml:space="preserve"> </w:t>
      </w:r>
      <w:r w:rsidR="001309C0">
        <w:t>j</w:t>
      </w:r>
      <w:r w:rsidR="00F37FDF">
        <w:t xml:space="preserve">e </w:t>
      </w:r>
      <w:r w:rsidR="001309C0">
        <w:t>zaměřena na</w:t>
      </w:r>
      <w:r w:rsidR="00B27E07">
        <w:t xml:space="preserve"> použité</w:t>
      </w:r>
      <w:r w:rsidR="003B68C6">
        <w:t xml:space="preserve"> postupy,</w:t>
      </w:r>
      <w:r w:rsidR="00B27E07">
        <w:t xml:space="preserve"> architektury a technologie</w:t>
      </w:r>
      <w:r w:rsidR="003B68C6">
        <w:t>.</w:t>
      </w:r>
      <w:r w:rsidR="00685263">
        <w:t xml:space="preserve"> </w:t>
      </w:r>
      <w:r w:rsidR="001309C0">
        <w:t>Druhá část</w:t>
      </w:r>
      <w:r w:rsidR="00763BD1">
        <w:t xml:space="preserve"> postupně </w:t>
      </w:r>
      <w:r w:rsidR="001309C0">
        <w:t>popisuje</w:t>
      </w:r>
      <w:r w:rsidR="00763BD1">
        <w:t xml:space="preserve"> způsob fungov</w:t>
      </w:r>
      <w:r w:rsidR="00092D7E">
        <w:t>á</w:t>
      </w:r>
      <w:r w:rsidR="00763BD1">
        <w:t xml:space="preserve">ní </w:t>
      </w:r>
      <w:r w:rsidR="000276A3">
        <w:t>nejdříve serveru a poté klienta.</w:t>
      </w:r>
      <w:r w:rsidR="00A967B3">
        <w:t xml:space="preserve"> </w:t>
      </w:r>
      <w:r w:rsidR="00CF1EFE">
        <w:t xml:space="preserve">Dále se Nachází </w:t>
      </w:r>
      <w:r w:rsidR="00A967B3">
        <w:t>ukázky uživatelského rozhraní s popisem funkčnosti.</w:t>
      </w:r>
    </w:p>
    <w:p w:rsidR="00D04AE6" w:rsidRPr="000F5ED1" w:rsidRDefault="003826F1" w:rsidP="00245264">
      <w:pPr>
        <w:pStyle w:val="Heading1"/>
      </w:pPr>
      <w:bookmarkStart w:id="4" w:name="_Toc370246086"/>
      <w:bookmarkStart w:id="5" w:name="_Toc501285903"/>
      <w:r>
        <w:lastRenderedPageBreak/>
        <w:t>Teoretická a metodická východiska</w:t>
      </w:r>
      <w:bookmarkEnd w:id="4"/>
      <w:bookmarkEnd w:id="5"/>
    </w:p>
    <w:p w:rsidR="004A3F00" w:rsidRDefault="002D0C8E" w:rsidP="004A3F00">
      <w:pPr>
        <w:pStyle w:val="Heading2"/>
      </w:pPr>
      <w:bookmarkStart w:id="6" w:name="_Toc501285904"/>
      <w:r>
        <w:t>Způsoby i</w:t>
      </w:r>
      <w:r w:rsidR="00E814A7">
        <w:t>nternetové komunikace</w:t>
      </w:r>
      <w:bookmarkEnd w:id="6"/>
    </w:p>
    <w:p w:rsidR="00457809" w:rsidRPr="00EC1B2F" w:rsidRDefault="004A3F00" w:rsidP="004A3F00">
      <w:pPr>
        <w:pStyle w:val="Heading2"/>
        <w:numPr>
          <w:ilvl w:val="0"/>
          <w:numId w:val="0"/>
        </w:numPr>
        <w:rPr>
          <w:sz w:val="24"/>
          <w:szCs w:val="24"/>
        </w:rPr>
      </w:pPr>
      <w:r>
        <w:rPr>
          <w:b w:val="0"/>
        </w:rPr>
        <w:tab/>
      </w:r>
      <w:bookmarkStart w:id="7" w:name="_Toc501285905"/>
      <w:r w:rsidR="00457809" w:rsidRPr="00EC1B2F">
        <w:rPr>
          <w:b w:val="0"/>
          <w:sz w:val="24"/>
          <w:szCs w:val="24"/>
        </w:rPr>
        <w:t xml:space="preserve">HTTP (neboli Hypertext Transfer Protocol) je internetový protokol určený pro výměnu hypertextových dokumentů. Samotný protokol HTTP neumožňuje šifrování ani zabezpečení integrity dat. Pro zabezpečení HTTP se často používá TLS spojení, společně označováno jako HTTPS. Za svou existenci vznikly </w:t>
      </w:r>
      <w:r w:rsidR="0000751C" w:rsidRPr="00EC1B2F">
        <w:rPr>
          <w:b w:val="0"/>
          <w:sz w:val="24"/>
          <w:szCs w:val="24"/>
        </w:rPr>
        <w:t xml:space="preserve">různé možnosti jak využít tento </w:t>
      </w:r>
      <w:r w:rsidR="00457809" w:rsidRPr="00EC1B2F">
        <w:rPr>
          <w:b w:val="0"/>
          <w:sz w:val="24"/>
          <w:szCs w:val="24"/>
        </w:rPr>
        <w:t>protokol k</w:t>
      </w:r>
      <w:r w:rsidR="002D0C8E">
        <w:rPr>
          <w:b w:val="0"/>
          <w:sz w:val="24"/>
          <w:szCs w:val="24"/>
        </w:rPr>
        <w:t>e snadné výměně informací přes i</w:t>
      </w:r>
      <w:r w:rsidR="00457809" w:rsidRPr="00EC1B2F">
        <w:rPr>
          <w:b w:val="0"/>
          <w:sz w:val="24"/>
          <w:szCs w:val="24"/>
        </w:rPr>
        <w:t>nternet.</w:t>
      </w:r>
      <w:bookmarkEnd w:id="7"/>
    </w:p>
    <w:p w:rsidR="00457809" w:rsidRDefault="00457809" w:rsidP="00245264">
      <w:pPr>
        <w:pStyle w:val="Heading3"/>
      </w:pPr>
      <w:r>
        <w:t xml:space="preserve"> </w:t>
      </w:r>
      <w:bookmarkStart w:id="8" w:name="_Toc501285906"/>
      <w:r w:rsidR="006043C2">
        <w:t xml:space="preserve">XML </w:t>
      </w:r>
      <w:r w:rsidR="0001482E">
        <w:t>RPC</w:t>
      </w:r>
      <w:bookmarkEnd w:id="8"/>
    </w:p>
    <w:p w:rsidR="0004330A" w:rsidRDefault="0004330A" w:rsidP="006768ED">
      <w:pPr>
        <w:ind w:firstLine="567"/>
      </w:pPr>
      <w:r>
        <w:t xml:space="preserve">XML </w:t>
      </w:r>
      <w:r w:rsidR="006043C2">
        <w:t xml:space="preserve">Remote </w:t>
      </w:r>
      <w:r>
        <w:t>P</w:t>
      </w:r>
      <w:r w:rsidR="006043C2">
        <w:t>ro</w:t>
      </w:r>
      <w:r>
        <w:t>cedure C</w:t>
      </w:r>
      <w:r w:rsidR="00AA147B">
        <w:t xml:space="preserve">all </w:t>
      </w:r>
      <w:r w:rsidR="009567BC">
        <w:t>–</w:t>
      </w:r>
      <w:r w:rsidR="00AA147B">
        <w:t xml:space="preserve"> protokol, který využívá syntaxe XML k volání metod uložených na jiném počítači, nezávisle na s</w:t>
      </w:r>
      <w:r w:rsidR="001E0A32">
        <w:t>í</w:t>
      </w:r>
      <w:r w:rsidR="00AA147B">
        <w:t>t</w:t>
      </w:r>
      <w:r w:rsidR="001E0A32">
        <w:t>i</w:t>
      </w:r>
      <w:r w:rsidR="00AA147B">
        <w:t>, přes HTTP.</w:t>
      </w:r>
    </w:p>
    <w:p w:rsidR="00B615D6" w:rsidRDefault="00B615D6" w:rsidP="00245264">
      <w:pPr>
        <w:pStyle w:val="Heading3"/>
      </w:pPr>
      <w:r>
        <w:t xml:space="preserve"> </w:t>
      </w:r>
      <w:bookmarkStart w:id="9" w:name="_Toc501285907"/>
      <w:r>
        <w:t>SOAP</w:t>
      </w:r>
      <w:bookmarkEnd w:id="9"/>
    </w:p>
    <w:p w:rsidR="00B615D6" w:rsidRDefault="00B615D6" w:rsidP="006768ED">
      <w:pPr>
        <w:ind w:firstLine="567"/>
      </w:pPr>
      <w:r>
        <w:t>Simple Object Access Protocol</w:t>
      </w:r>
      <w:r w:rsidR="0014416D">
        <w:t xml:space="preserve"> – </w:t>
      </w:r>
      <w:r w:rsidR="009567BC">
        <w:t>n</w:t>
      </w:r>
      <w:r w:rsidR="0014416D">
        <w:t>ástupce XML RPC, poskytuje prostředí pro složitější komunikace</w:t>
      </w:r>
      <w:r w:rsidR="009567BC">
        <w:t>.</w:t>
      </w:r>
    </w:p>
    <w:p w:rsidR="009567BC" w:rsidRDefault="009567BC" w:rsidP="009567BC">
      <w:pPr>
        <w:pStyle w:val="Heading3"/>
      </w:pPr>
      <w:r>
        <w:t xml:space="preserve"> </w:t>
      </w:r>
      <w:bookmarkStart w:id="10" w:name="_Toc501285908"/>
      <w:r>
        <w:t>REST</w:t>
      </w:r>
      <w:bookmarkEnd w:id="10"/>
    </w:p>
    <w:p w:rsidR="009567BC" w:rsidRDefault="009567BC" w:rsidP="006768ED">
      <w:pPr>
        <w:ind w:firstLine="567"/>
        <w:rPr>
          <w:color w:val="222222"/>
          <w:shd w:val="clear" w:color="auto" w:fill="FFFFFF"/>
        </w:rPr>
      </w:pPr>
      <w:r w:rsidRPr="009567BC">
        <w:rPr>
          <w:color w:val="222222"/>
          <w:shd w:val="clear" w:color="auto" w:fill="FFFFFF"/>
        </w:rPr>
        <w:t>Representational State Transfer</w:t>
      </w:r>
      <w:r>
        <w:rPr>
          <w:color w:val="222222"/>
          <w:shd w:val="clear" w:color="auto" w:fill="FFFFFF"/>
        </w:rPr>
        <w:t xml:space="preserve"> – architektura pro vytváření aplikačních rozhraní pro distribuované prostředí. Používá se jako alternativa k RPC.</w:t>
      </w:r>
    </w:p>
    <w:p w:rsidR="002028FE" w:rsidRDefault="002028FE" w:rsidP="002028FE">
      <w:pPr>
        <w:pStyle w:val="Heading2"/>
      </w:pPr>
      <w:bookmarkStart w:id="11" w:name="_Toc501285909"/>
      <w:r>
        <w:t xml:space="preserve">MVVM </w:t>
      </w:r>
      <w:r w:rsidR="00CF35EC">
        <w:t>architektura</w:t>
      </w:r>
      <w:bookmarkEnd w:id="11"/>
    </w:p>
    <w:p w:rsidR="008C701E" w:rsidRPr="008C701E" w:rsidRDefault="002752C6" w:rsidP="006768ED">
      <w:pPr>
        <w:ind w:firstLine="567"/>
      </w:pPr>
      <w:r>
        <w:t>MVVM je architektonický vzor pro tvorbu desktopových aplikací s grafickým uživatelským rozhraním.</w:t>
      </w:r>
      <w:r w:rsidR="0057439B">
        <w:t xml:space="preserve"> Skládá se z</w:t>
      </w:r>
      <w:r w:rsidR="00534004">
        <w:t xml:space="preserve"> </w:t>
      </w:r>
      <w:r w:rsidR="00FA759A">
        <w:t>tří</w:t>
      </w:r>
      <w:r w:rsidR="00534004">
        <w:t xml:space="preserve"> </w:t>
      </w:r>
      <w:r w:rsidR="001C703D">
        <w:t>logick</w:t>
      </w:r>
      <w:r w:rsidR="00207AD1">
        <w:t>ý</w:t>
      </w:r>
      <w:r w:rsidR="001C703D">
        <w:t>ch částí</w:t>
      </w:r>
      <w:r w:rsidR="00534004">
        <w:t>: model, bude a view-model</w:t>
      </w:r>
    </w:p>
    <w:p w:rsidR="00CF35EC" w:rsidRDefault="00405A3D" w:rsidP="00405A3D">
      <w:pPr>
        <w:pStyle w:val="Heading3"/>
      </w:pPr>
      <w:r>
        <w:t xml:space="preserve"> </w:t>
      </w:r>
      <w:bookmarkStart w:id="12" w:name="_Toc501285910"/>
      <w:r w:rsidR="008C701E">
        <w:t>Model</w:t>
      </w:r>
      <w:bookmarkEnd w:id="12"/>
    </w:p>
    <w:p w:rsidR="00534004" w:rsidRDefault="000A18CE" w:rsidP="006768ED">
      <w:pPr>
        <w:ind w:firstLine="567"/>
      </w:pPr>
      <w:r>
        <w:t>Vrstva přistupující k</w:t>
      </w:r>
      <w:r w:rsidR="00F95A90">
        <w:t> </w:t>
      </w:r>
      <w:r>
        <w:t>datům</w:t>
      </w:r>
      <w:r w:rsidR="00564791">
        <w:t>, která</w:t>
      </w:r>
      <w:r w:rsidR="00F95A90">
        <w:t xml:space="preserve"> tvoří obsah aplikace</w:t>
      </w:r>
      <w:r w:rsidR="00BA4168">
        <w:t>.</w:t>
      </w:r>
      <w:r w:rsidR="001C703D">
        <w:t xml:space="preserve"> Na základě požadavků tyto data ukládá a vrací</w:t>
      </w:r>
      <w:r w:rsidR="00A80F7C">
        <w:t>.</w:t>
      </w:r>
    </w:p>
    <w:p w:rsidR="00F95AA2" w:rsidRDefault="0037053C" w:rsidP="00F95AA2">
      <w:pPr>
        <w:pStyle w:val="Heading3"/>
      </w:pPr>
      <w:r>
        <w:lastRenderedPageBreak/>
        <w:t xml:space="preserve"> </w:t>
      </w:r>
      <w:bookmarkStart w:id="13" w:name="_Toc501285911"/>
      <w:r>
        <w:t>View</w:t>
      </w:r>
      <w:bookmarkEnd w:id="13"/>
    </w:p>
    <w:p w:rsidR="0037053C" w:rsidRDefault="0037053C" w:rsidP="006768ED">
      <w:pPr>
        <w:ind w:firstLine="567"/>
      </w:pPr>
      <w:r>
        <w:t>Pojmem view se označuje grafický design</w:t>
      </w:r>
      <w:r w:rsidR="007E176A">
        <w:t xml:space="preserve">, struktura, </w:t>
      </w:r>
      <w:r w:rsidR="00250EB7">
        <w:t xml:space="preserve">rozpoložení </w:t>
      </w:r>
      <w:r w:rsidR="00701D21">
        <w:t>a vzhled toho, co uživatel vidí</w:t>
      </w:r>
      <w:r w:rsidR="00352692">
        <w:t xml:space="preserve">. </w:t>
      </w:r>
      <w:r w:rsidR="0080509A">
        <w:t xml:space="preserve">Obvykle se jedná </w:t>
      </w:r>
      <w:r w:rsidR="00630D2F">
        <w:t>o nějaký XML kód</w:t>
      </w:r>
      <w:r w:rsidR="00C06806">
        <w:t xml:space="preserve"> grafických prvků. </w:t>
      </w:r>
      <w:r w:rsidR="000223FB">
        <w:t>Například u WPF aplikací se jedná o XAML.</w:t>
      </w:r>
    </w:p>
    <w:p w:rsidR="00701D21" w:rsidRDefault="0070569C" w:rsidP="00701D21">
      <w:pPr>
        <w:pStyle w:val="Heading3"/>
      </w:pPr>
      <w:r>
        <w:t xml:space="preserve"> </w:t>
      </w:r>
      <w:bookmarkStart w:id="14" w:name="_Toc501285912"/>
      <w:r w:rsidR="003B6727">
        <w:t>View model</w:t>
      </w:r>
      <w:bookmarkEnd w:id="14"/>
    </w:p>
    <w:p w:rsidR="0070569C" w:rsidRPr="0070569C" w:rsidRDefault="003B6727" w:rsidP="00420153">
      <w:pPr>
        <w:ind w:firstLine="567"/>
      </w:pPr>
      <w:r>
        <w:t xml:space="preserve">View model </w:t>
      </w:r>
      <w:r w:rsidR="00BC7164">
        <w:t>tvoří</w:t>
      </w:r>
      <w:r>
        <w:t xml:space="preserve"> mezivrstv</w:t>
      </w:r>
      <w:r w:rsidR="00BC7164">
        <w:t>u</w:t>
      </w:r>
      <w:r>
        <w:t xml:space="preserve"> </w:t>
      </w:r>
      <w:r w:rsidR="00A5545B">
        <w:t xml:space="preserve">mezi view a </w:t>
      </w:r>
      <w:r w:rsidR="00661D35">
        <w:t>modelem. Má na starost zacházení</w:t>
      </w:r>
      <w:r w:rsidR="001D4288">
        <w:t xml:space="preserve"> s logikou view. </w:t>
      </w:r>
      <w:r w:rsidR="003B3684">
        <w:t>S modelem spolupracuje tak, že invokuje metody v modelových třídách</w:t>
      </w:r>
      <w:r w:rsidR="000C5421">
        <w:t xml:space="preserve"> a získává data.</w:t>
      </w:r>
      <w:r w:rsidR="000C2012">
        <w:t xml:space="preserve"> Tyto data potom mohou být nějak </w:t>
      </w:r>
      <w:r w:rsidR="000C5421">
        <w:t xml:space="preserve">formátovaná a předána do view pro zobrazení. Zároveň </w:t>
      </w:r>
      <w:r w:rsidR="00B11BDD">
        <w:t xml:space="preserve"> view model poskytuje všechny implementace </w:t>
      </w:r>
      <w:r w:rsidR="00A04583">
        <w:t>příkazů, které uživatel iniciuje ve view.</w:t>
      </w:r>
      <w:r w:rsidR="00C50CB8">
        <w:t xml:space="preserve"> Například, pokud už</w:t>
      </w:r>
      <w:r w:rsidR="009B1C6B">
        <w:t>i</w:t>
      </w:r>
      <w:r w:rsidR="00C50CB8">
        <w:t>vatel zmáčkne nějaké tlačítko v grafickém rozhraní</w:t>
      </w:r>
      <w:r w:rsidR="008B53FF">
        <w:t xml:space="preserve">, </w:t>
      </w:r>
      <w:r w:rsidR="002E2355">
        <w:t xml:space="preserve">tak </w:t>
      </w:r>
      <w:r w:rsidR="008B53FF">
        <w:t>spustí se příkaz ve view modelu.</w:t>
      </w:r>
    </w:p>
    <w:p w:rsidR="00C7664A" w:rsidRDefault="00CF35EC" w:rsidP="00C7664A">
      <w:pPr>
        <w:keepNext/>
      </w:pPr>
      <w:r>
        <w:rPr>
          <w:noProof/>
        </w:rPr>
        <w:drawing>
          <wp:inline distT="0" distB="0" distL="0" distR="0" wp14:anchorId="2FB38E9A" wp14:editId="167274F4">
            <wp:extent cx="5580380" cy="1678940"/>
            <wp:effectExtent l="0" t="0" r="127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VVM.png"/>
                    <pic:cNvPicPr/>
                  </pic:nvPicPr>
                  <pic:blipFill>
                    <a:blip r:embed="rId11">
                      <a:extLst>
                        <a:ext uri="{28A0092B-C50C-407E-A947-70E740481C1C}">
                          <a14:useLocalDpi xmlns:a14="http://schemas.microsoft.com/office/drawing/2010/main" val="0"/>
                        </a:ext>
                      </a:extLst>
                    </a:blip>
                    <a:stretch>
                      <a:fillRect/>
                    </a:stretch>
                  </pic:blipFill>
                  <pic:spPr>
                    <a:xfrm>
                      <a:off x="0" y="0"/>
                      <a:ext cx="5580380" cy="1678940"/>
                    </a:xfrm>
                    <a:prstGeom prst="rect">
                      <a:avLst/>
                    </a:prstGeom>
                  </pic:spPr>
                </pic:pic>
              </a:graphicData>
            </a:graphic>
          </wp:inline>
        </w:drawing>
      </w:r>
      <w:bookmarkStart w:id="15" w:name="_Toc370246087"/>
      <w:bookmarkStart w:id="16" w:name="_Toc501285913"/>
    </w:p>
    <w:p w:rsidR="00C7664A" w:rsidRDefault="00C7664A" w:rsidP="00C7664A">
      <w:pPr>
        <w:pStyle w:val="Caption"/>
        <w:jc w:val="both"/>
      </w:pPr>
      <w:r>
        <w:t xml:space="preserve">Obrázek </w:t>
      </w:r>
      <w:fldSimple w:instr=" SEQ Obrázek \* ARABIC ">
        <w:r w:rsidR="000E635D">
          <w:rPr>
            <w:noProof/>
          </w:rPr>
          <w:t>1</w:t>
        </w:r>
      </w:fldSimple>
      <w:r>
        <w:t xml:space="preserve">. - </w:t>
      </w:r>
      <w:r w:rsidR="00806551">
        <w:t>A</w:t>
      </w:r>
      <w:r>
        <w:t>rchitektura MVVM</w:t>
      </w:r>
    </w:p>
    <w:p w:rsidR="007E1623" w:rsidRPr="007E1623" w:rsidRDefault="007E1623" w:rsidP="00C7664A">
      <w:pPr>
        <w:pStyle w:val="Caption"/>
        <w:jc w:val="both"/>
        <w:rPr>
          <w:rStyle w:val="IntenseEmphasis"/>
          <w:i w:val="0"/>
          <w:iCs w:val="0"/>
          <w:color w:val="auto"/>
        </w:rPr>
      </w:pPr>
    </w:p>
    <w:p w:rsidR="00D04AE6" w:rsidRDefault="000B40C6" w:rsidP="007E1623">
      <w:pPr>
        <w:pStyle w:val="Heading1"/>
      </w:pPr>
      <w:r>
        <w:lastRenderedPageBreak/>
        <w:t>Vy</w:t>
      </w:r>
      <w:r w:rsidR="001B6F92">
        <w:t>užité</w:t>
      </w:r>
      <w:r w:rsidR="007E1623">
        <w:t xml:space="preserve"> </w:t>
      </w:r>
      <w:r w:rsidR="001B6F92">
        <w:t>technologie</w:t>
      </w:r>
      <w:bookmarkEnd w:id="15"/>
      <w:bookmarkEnd w:id="16"/>
    </w:p>
    <w:p w:rsidR="00973E66" w:rsidRDefault="00756001" w:rsidP="002F73DD">
      <w:pPr>
        <w:ind w:firstLine="567"/>
      </w:pPr>
      <w:r>
        <w:t>Technologie</w:t>
      </w:r>
      <w:r w:rsidR="002462B3">
        <w:t>, které jsem pou</w:t>
      </w:r>
      <w:r w:rsidR="00161A29">
        <w:t>žil k naprogramování</w:t>
      </w:r>
      <w:r w:rsidR="002462B3">
        <w:t xml:space="preserve"> tohoto projektu</w:t>
      </w:r>
      <w:r w:rsidR="008D5B54">
        <w:t>,</w:t>
      </w:r>
      <w:r w:rsidR="00161A29">
        <w:t xml:space="preserve"> jsem volil tak, aby byly spustitelné na co nejvíce </w:t>
      </w:r>
      <w:r w:rsidR="004F6BB8">
        <w:t>zařízeních, tzv</w:t>
      </w:r>
      <w:r w:rsidR="000C3ADD">
        <w:t>. multiplatformní</w:t>
      </w:r>
      <w:r w:rsidR="004F6BB8">
        <w:t>.</w:t>
      </w:r>
      <w:r w:rsidR="00E36C78">
        <w:t xml:space="preserve"> Díky tomuhle </w:t>
      </w:r>
      <w:r w:rsidR="003063F1">
        <w:t xml:space="preserve">je možnost nasazení </w:t>
      </w:r>
      <w:r w:rsidR="00745E30">
        <w:t>větší, než kdyby byl projekt závislý na jedné platformě</w:t>
      </w:r>
      <w:r w:rsidR="000543FC">
        <w:t>.</w:t>
      </w:r>
    </w:p>
    <w:p w:rsidR="00756001" w:rsidRDefault="00A74724" w:rsidP="009652C9">
      <w:pPr>
        <w:pStyle w:val="Heading2"/>
      </w:pPr>
      <w:bookmarkStart w:id="17" w:name="_Toc501285914"/>
      <w:r>
        <w:t>Mono</w:t>
      </w:r>
      <w:bookmarkEnd w:id="17"/>
      <w:r>
        <w:t xml:space="preserve"> </w:t>
      </w:r>
    </w:p>
    <w:p w:rsidR="006F4B82" w:rsidRDefault="006D415E" w:rsidP="002F73DD">
      <w:pPr>
        <w:ind w:firstLine="567"/>
      </w:pPr>
      <w:r>
        <w:t>Mono</w:t>
      </w:r>
      <w:r w:rsidR="00A742A7">
        <w:t xml:space="preserve"> je open</w:t>
      </w:r>
      <w:r w:rsidR="009E7DFB">
        <w:t xml:space="preserve"> source vývojová platforma </w:t>
      </w:r>
      <w:r w:rsidR="0095428B">
        <w:t>založen</w:t>
      </w:r>
      <w:r w:rsidR="00670A63">
        <w:t>á</w:t>
      </w:r>
      <w:r w:rsidR="0095428B">
        <w:t xml:space="preserve"> na .N</w:t>
      </w:r>
      <w:r w:rsidR="00403352">
        <w:t>ET</w:t>
      </w:r>
      <w:r w:rsidR="0095428B">
        <w:t xml:space="preserve"> </w:t>
      </w:r>
      <w:r w:rsidR="00901B2B">
        <w:t>F</w:t>
      </w:r>
      <w:r w:rsidR="0095428B">
        <w:t>ramework</w:t>
      </w:r>
      <w:r w:rsidR="00670A63">
        <w:t>u</w:t>
      </w:r>
      <w:r w:rsidR="00943A39">
        <w:t>, pro tvorbu desktopových aplikací</w:t>
      </w:r>
      <w:r w:rsidR="0095428B">
        <w:t>. Umožňuje kód zkompilovat na různých platformách.</w:t>
      </w:r>
      <w:r w:rsidR="001F5635">
        <w:t xml:space="preserve"> Součástí je integrace GTK# pro tvorbu grafického rozhraní.</w:t>
      </w:r>
    </w:p>
    <w:p w:rsidR="002F73DD" w:rsidRDefault="002F73DD" w:rsidP="002F73DD">
      <w:pPr>
        <w:pStyle w:val="Heading2"/>
      </w:pPr>
      <w:bookmarkStart w:id="18" w:name="_Toc501285915"/>
      <w:r>
        <w:t>Entity Framework</w:t>
      </w:r>
      <w:bookmarkEnd w:id="18"/>
    </w:p>
    <w:p w:rsidR="002F73DD" w:rsidRDefault="002F73DD" w:rsidP="002F73DD">
      <w:pPr>
        <w:ind w:firstLine="567"/>
      </w:pPr>
      <w:r>
        <w:t>ORM</w:t>
      </w:r>
      <w:r w:rsidR="000848C6">
        <w:t xml:space="preserve"> (object/relational mapping) systém Entity Framework umožňuje pomocí objektů vytvářet a přistupovat relační databáze.</w:t>
      </w:r>
      <w:r w:rsidR="00E463A7">
        <w:t xml:space="preserve"> Zbavuje programátora nutnost</w:t>
      </w:r>
      <w:r w:rsidR="00362F0D">
        <w:t>i</w:t>
      </w:r>
      <w:r w:rsidR="00E463A7">
        <w:t xml:space="preserve"> psát SQL příkazy náhradou za metody vracejí</w:t>
      </w:r>
      <w:r w:rsidR="00C96DA0">
        <w:t>cí</w:t>
      </w:r>
      <w:r w:rsidR="00E463A7">
        <w:t xml:space="preserve"> potřebná data.</w:t>
      </w:r>
    </w:p>
    <w:p w:rsidR="00DC4FC1" w:rsidRDefault="00DC4FC1" w:rsidP="00DC4FC1">
      <w:pPr>
        <w:pStyle w:val="Heading2"/>
      </w:pPr>
      <w:bookmarkStart w:id="19" w:name="_Toc501285916"/>
      <w:r>
        <w:t>MySQL</w:t>
      </w:r>
      <w:bookmarkEnd w:id="19"/>
    </w:p>
    <w:p w:rsidR="00DC4FC1" w:rsidRPr="00DC4FC1" w:rsidRDefault="00DC4FC1" w:rsidP="000A7137">
      <w:pPr>
        <w:ind w:firstLine="709"/>
      </w:pPr>
      <w:r>
        <w:t>Databázový systém</w:t>
      </w:r>
      <w:r w:rsidR="000A7137">
        <w:t xml:space="preserve"> MySQL posloužil k ukládání dat. Mezi jeho přednosti patří to, že je multiplatformní a dobře zdokumentovan</w:t>
      </w:r>
      <w:r w:rsidR="00954824">
        <w:t>ý.</w:t>
      </w:r>
    </w:p>
    <w:p w:rsidR="00D55006" w:rsidRDefault="00FF57CB" w:rsidP="00D55006">
      <w:pPr>
        <w:pStyle w:val="Heading2"/>
      </w:pPr>
      <w:bookmarkStart w:id="20" w:name="_Toc501285917"/>
      <w:r>
        <w:t>Ionic</w:t>
      </w:r>
      <w:bookmarkEnd w:id="20"/>
    </w:p>
    <w:p w:rsidR="00FF57CB" w:rsidRDefault="0031389D" w:rsidP="002F73DD">
      <w:pPr>
        <w:ind w:firstLine="567"/>
      </w:pPr>
      <w:r>
        <w:t xml:space="preserve">Ionic </w:t>
      </w:r>
      <w:r w:rsidR="00870085">
        <w:t>Framework</w:t>
      </w:r>
      <w:r>
        <w:t xml:space="preserve"> </w:t>
      </w:r>
      <w:r w:rsidR="00870085">
        <w:t>umožňuje tvorbu hybridních aplikací.</w:t>
      </w:r>
      <w:r w:rsidR="00B852A5">
        <w:t xml:space="preserve"> Je vytvořen na systému Cordova. </w:t>
      </w:r>
      <w:r w:rsidR="005B1907">
        <w:t xml:space="preserve">Využívá webových technologií a </w:t>
      </w:r>
      <w:r w:rsidR="00E81AEF">
        <w:t xml:space="preserve">softwarových vývojových balíčků, díky </w:t>
      </w:r>
      <w:r w:rsidR="007C6AC4">
        <w:t>kterým</w:t>
      </w:r>
      <w:r w:rsidR="00E81AEF">
        <w:t xml:space="preserve"> se</w:t>
      </w:r>
      <w:r w:rsidR="006D7A2C">
        <w:t xml:space="preserve"> aplikace</w:t>
      </w:r>
      <w:r w:rsidR="009D54D1">
        <w:t xml:space="preserve"> </w:t>
      </w:r>
      <w:r w:rsidR="007C6AC4">
        <w:t>dají jedním kódem zprovoznit na všech mobilních zařízeních a webu.</w:t>
      </w:r>
    </w:p>
    <w:p w:rsidR="00E27645" w:rsidRDefault="0046294B" w:rsidP="00E27645">
      <w:pPr>
        <w:pStyle w:val="Heading3"/>
      </w:pPr>
      <w:r>
        <w:t xml:space="preserve"> </w:t>
      </w:r>
      <w:bookmarkStart w:id="21" w:name="_Toc501285918"/>
      <w:r>
        <w:t>Typescript</w:t>
      </w:r>
      <w:bookmarkEnd w:id="21"/>
    </w:p>
    <w:p w:rsidR="0046294B" w:rsidRDefault="004A47DF" w:rsidP="002F73DD">
      <w:pPr>
        <w:ind w:firstLine="505"/>
      </w:pPr>
      <w:r>
        <w:t xml:space="preserve">Jedná se o </w:t>
      </w:r>
      <w:r w:rsidR="000A0CB2">
        <w:t>nadstavbu JavaScriptu.</w:t>
      </w:r>
      <w:r w:rsidR="003E2F5F">
        <w:t xml:space="preserve"> Přidává statické typování, třídy a rozhraní. Umožňuje jednodušší odchytávání chyb a celkově</w:t>
      </w:r>
      <w:r w:rsidR="00A4697B">
        <w:t xml:space="preserve"> umožňuje psát robustnější aplikace.</w:t>
      </w:r>
    </w:p>
    <w:p w:rsidR="00A4697B" w:rsidRDefault="00AF5292" w:rsidP="00A4697B">
      <w:pPr>
        <w:pStyle w:val="Heading3"/>
      </w:pPr>
      <w:r>
        <w:t xml:space="preserve"> </w:t>
      </w:r>
      <w:bookmarkStart w:id="22" w:name="_Toc501285919"/>
      <w:r>
        <w:t>Sass</w:t>
      </w:r>
      <w:bookmarkEnd w:id="22"/>
    </w:p>
    <w:p w:rsidR="00AF5292" w:rsidRDefault="002616F3" w:rsidP="00415E16">
      <w:pPr>
        <w:ind w:firstLine="505"/>
        <w:rPr>
          <w:i/>
        </w:rPr>
      </w:pPr>
      <w:r>
        <w:t xml:space="preserve">Preprocesor kaskádových stylů Sass má své výhody </w:t>
      </w:r>
      <w:r w:rsidR="00E0142C">
        <w:t xml:space="preserve">v možnosti používání proměnných, cyklů, </w:t>
      </w:r>
      <w:r w:rsidR="00CB0A4E">
        <w:t>dědičnost</w:t>
      </w:r>
      <w:r w:rsidR="00E931D8">
        <w:t>i, vnořených</w:t>
      </w:r>
      <w:r w:rsidR="001B685F">
        <w:t xml:space="preserve"> pravidel</w:t>
      </w:r>
      <w:r w:rsidR="00E931D8">
        <w:t xml:space="preserve"> a základních matematických operací.</w:t>
      </w:r>
      <w:r w:rsidR="00B10893">
        <w:t xml:space="preserve"> Tyto soubory mívají příponu </w:t>
      </w:r>
      <w:r w:rsidR="00B10893">
        <w:rPr>
          <w:i/>
        </w:rPr>
        <w:t xml:space="preserve">.sass </w:t>
      </w:r>
      <w:r w:rsidR="00B10893">
        <w:t xml:space="preserve">nebo </w:t>
      </w:r>
      <w:r w:rsidR="00B10893">
        <w:rPr>
          <w:i/>
        </w:rPr>
        <w:t>.scss</w:t>
      </w:r>
      <w:r w:rsidR="00894E72">
        <w:rPr>
          <w:i/>
        </w:rPr>
        <w:t>.</w:t>
      </w:r>
    </w:p>
    <w:p w:rsidR="00894E72" w:rsidRDefault="00894E72" w:rsidP="00894E72">
      <w:pPr>
        <w:pStyle w:val="Heading3"/>
      </w:pPr>
      <w:r>
        <w:lastRenderedPageBreak/>
        <w:t xml:space="preserve"> </w:t>
      </w:r>
      <w:bookmarkStart w:id="23" w:name="_Toc501285920"/>
      <w:r>
        <w:t>HTML5</w:t>
      </w:r>
      <w:bookmarkEnd w:id="23"/>
    </w:p>
    <w:p w:rsidR="00303C74" w:rsidRDefault="001B7984" w:rsidP="00420153">
      <w:pPr>
        <w:ind w:firstLine="567"/>
      </w:pPr>
      <w:r>
        <w:t>Nejnovější standart značkovacího jazyku pro tvorbu webových stránek.</w:t>
      </w:r>
    </w:p>
    <w:p w:rsidR="008A005B" w:rsidRDefault="00121A5D" w:rsidP="00B55F77">
      <w:pPr>
        <w:pStyle w:val="Heading3"/>
      </w:pPr>
      <w:r>
        <w:t xml:space="preserve"> </w:t>
      </w:r>
      <w:bookmarkStart w:id="24" w:name="_Toc501285921"/>
      <w:r>
        <w:t>AngularJS</w:t>
      </w:r>
      <w:bookmarkEnd w:id="24"/>
    </w:p>
    <w:p w:rsidR="00121A5D" w:rsidRDefault="00011A58" w:rsidP="00420153">
      <w:pPr>
        <w:ind w:firstLine="567"/>
      </w:pPr>
      <w:r>
        <w:t xml:space="preserve">Jedná se o framework </w:t>
      </w:r>
      <w:r w:rsidR="00C322E1">
        <w:t>využív</w:t>
      </w:r>
      <w:r w:rsidR="0067145F">
        <w:t>a</w:t>
      </w:r>
      <w:r w:rsidR="00C322E1">
        <w:t>ný většinou pro dynamické webové aplikace</w:t>
      </w:r>
      <w:r w:rsidR="00C854BC">
        <w:t>.</w:t>
      </w:r>
      <w:r w:rsidR="00DB6732">
        <w:t xml:space="preserve"> Umožňuje použít HTML jako </w:t>
      </w:r>
      <w:r w:rsidR="00FF1568">
        <w:t>šablonovací</w:t>
      </w:r>
      <w:r w:rsidR="00EF62F6">
        <w:t xml:space="preserve"> systém</w:t>
      </w:r>
      <w:r w:rsidR="00FF1568">
        <w:t xml:space="preserve"> a vytvářet vlastní komponenty. Je schopný vázat </w:t>
      </w:r>
      <w:r w:rsidR="00C65BAD">
        <w:t>data na jednotlivé elementy</w:t>
      </w:r>
      <w:r w:rsidR="008B7179">
        <w:t xml:space="preserve"> </w:t>
      </w:r>
      <w:r w:rsidR="0083303C">
        <w:t xml:space="preserve">a značně usnadňuje </w:t>
      </w:r>
      <w:r w:rsidR="0012474D">
        <w:t>psaní kódu.</w:t>
      </w:r>
    </w:p>
    <w:p w:rsidR="00420153" w:rsidRDefault="00420153" w:rsidP="00420153">
      <w:pPr>
        <w:pStyle w:val="Heading2"/>
      </w:pPr>
      <w:bookmarkStart w:id="25" w:name="_Toc501285922"/>
      <w:r>
        <w:t>Braintree</w:t>
      </w:r>
      <w:r w:rsidR="00EE18FC">
        <w:t xml:space="preserve"> Direct</w:t>
      </w:r>
      <w:bookmarkEnd w:id="25"/>
    </w:p>
    <w:p w:rsidR="00EE18FC" w:rsidRDefault="00EC3A4F" w:rsidP="00EE18FC">
      <w:pPr>
        <w:ind w:firstLine="567"/>
      </w:pPr>
      <w:r>
        <w:t>Platební brána Braintree Direct řeší zabezpečené mobilní platby a to pomocí:</w:t>
      </w:r>
    </w:p>
    <w:p w:rsidR="00EC3A4F" w:rsidRDefault="00F95FEA" w:rsidP="001B3E33">
      <w:pPr>
        <w:pStyle w:val="ListParagraph"/>
        <w:numPr>
          <w:ilvl w:val="0"/>
          <w:numId w:val="8"/>
        </w:numPr>
      </w:pPr>
      <w:r>
        <w:t>p</w:t>
      </w:r>
      <w:r w:rsidR="00EC3A4F">
        <w:t>latebních karet,</w:t>
      </w:r>
    </w:p>
    <w:p w:rsidR="00EC3A4F" w:rsidRDefault="00EC3A4F" w:rsidP="001B3E33">
      <w:pPr>
        <w:pStyle w:val="ListParagraph"/>
        <w:numPr>
          <w:ilvl w:val="0"/>
          <w:numId w:val="8"/>
        </w:numPr>
      </w:pPr>
      <w:r>
        <w:t>PayPalu,</w:t>
      </w:r>
    </w:p>
    <w:p w:rsidR="00A27567" w:rsidRDefault="00EC3A4F" w:rsidP="001B3E33">
      <w:pPr>
        <w:pStyle w:val="ListParagraph"/>
        <w:numPr>
          <w:ilvl w:val="0"/>
          <w:numId w:val="8"/>
        </w:numPr>
      </w:pPr>
      <w:r>
        <w:t>ApplePay.</w:t>
      </w:r>
    </w:p>
    <w:p w:rsidR="00805995" w:rsidRDefault="00805995" w:rsidP="00805995">
      <w:r>
        <w:t xml:space="preserve">Pro každého uživatele se na serveru Braintree vytvoří záznam o zákazníkovi. </w:t>
      </w:r>
      <w:r w:rsidR="00C54815">
        <w:t>Fungování je následovné:</w:t>
      </w:r>
    </w:p>
    <w:p w:rsidR="00C7664A" w:rsidRDefault="003009F7" w:rsidP="00C7664A">
      <w:pPr>
        <w:keepNext/>
      </w:pPr>
      <w:r>
        <w:rPr>
          <w:noProof/>
        </w:rPr>
        <w:drawing>
          <wp:inline distT="0" distB="0" distL="0" distR="0">
            <wp:extent cx="5009414" cy="3248025"/>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raintree.png"/>
                    <pic:cNvPicPr/>
                  </pic:nvPicPr>
                  <pic:blipFill>
                    <a:blip r:embed="rId12">
                      <a:extLst>
                        <a:ext uri="{28A0092B-C50C-407E-A947-70E740481C1C}">
                          <a14:useLocalDpi xmlns:a14="http://schemas.microsoft.com/office/drawing/2010/main" val="0"/>
                        </a:ext>
                      </a:extLst>
                    </a:blip>
                    <a:stretch>
                      <a:fillRect/>
                    </a:stretch>
                  </pic:blipFill>
                  <pic:spPr>
                    <a:xfrm>
                      <a:off x="0" y="0"/>
                      <a:ext cx="5075165" cy="3290657"/>
                    </a:xfrm>
                    <a:prstGeom prst="rect">
                      <a:avLst/>
                    </a:prstGeom>
                  </pic:spPr>
                </pic:pic>
              </a:graphicData>
            </a:graphic>
          </wp:inline>
        </w:drawing>
      </w:r>
    </w:p>
    <w:p w:rsidR="003009F7" w:rsidRDefault="00C7664A" w:rsidP="00C7664A">
      <w:pPr>
        <w:pStyle w:val="Caption"/>
        <w:jc w:val="both"/>
      </w:pPr>
      <w:r>
        <w:t xml:space="preserve">Obrázek </w:t>
      </w:r>
      <w:fldSimple w:instr=" SEQ Obrázek \* ARABIC ">
        <w:r w:rsidR="000E635D">
          <w:rPr>
            <w:noProof/>
          </w:rPr>
          <w:t>2</w:t>
        </w:r>
      </w:fldSimple>
      <w:r>
        <w:t>. – Způsob fungování Braintree</w:t>
      </w:r>
    </w:p>
    <w:p w:rsidR="004E1666" w:rsidRDefault="004E1666" w:rsidP="00805995"/>
    <w:p w:rsidR="006F49D0" w:rsidRDefault="003433A0" w:rsidP="001B3E33">
      <w:pPr>
        <w:pStyle w:val="ListParagraph"/>
        <w:numPr>
          <w:ilvl w:val="0"/>
          <w:numId w:val="9"/>
        </w:numPr>
      </w:pPr>
      <w:r>
        <w:t xml:space="preserve">Klient </w:t>
      </w:r>
      <w:r w:rsidR="00767ADC">
        <w:t>pošle na</w:t>
      </w:r>
      <w:r w:rsidR="00DA4A7C">
        <w:t xml:space="preserve"> můj</w:t>
      </w:r>
      <w:r w:rsidR="00767ADC">
        <w:t xml:space="preserve"> server požadavek o svůj token</w:t>
      </w:r>
      <w:r w:rsidR="00711B91">
        <w:t xml:space="preserve">, aby mohl inicializovat </w:t>
      </w:r>
      <w:r w:rsidR="007F1DCD">
        <w:t>SDK</w:t>
      </w:r>
      <w:r w:rsidR="00F95FEA">
        <w:t>.</w:t>
      </w:r>
    </w:p>
    <w:p w:rsidR="007F1DCD" w:rsidRDefault="007F1DCD" w:rsidP="001B3E33">
      <w:pPr>
        <w:pStyle w:val="ListParagraph"/>
        <w:numPr>
          <w:ilvl w:val="0"/>
          <w:numId w:val="9"/>
        </w:numPr>
      </w:pPr>
      <w:r>
        <w:lastRenderedPageBreak/>
        <w:t xml:space="preserve">Server odešle token </w:t>
      </w:r>
      <w:r w:rsidR="00B70F0B">
        <w:t>zpátky s informacemi o jeho SDK</w:t>
      </w:r>
      <w:r w:rsidR="00F95FEA">
        <w:t>.</w:t>
      </w:r>
    </w:p>
    <w:p w:rsidR="00B70F0B" w:rsidRDefault="00123962" w:rsidP="001B3E33">
      <w:pPr>
        <w:pStyle w:val="ListParagraph"/>
        <w:numPr>
          <w:ilvl w:val="0"/>
          <w:numId w:val="9"/>
        </w:numPr>
      </w:pPr>
      <w:r>
        <w:t xml:space="preserve">Jakmile se SDK inicializuje a uživatel schválí své platební informace, </w:t>
      </w:r>
      <w:r w:rsidR="0004265F">
        <w:t>SDK komunikuje se serverem Braintree</w:t>
      </w:r>
      <w:r w:rsidR="009F4D93">
        <w:t xml:space="preserve"> a dostane </w:t>
      </w:r>
      <w:r w:rsidR="009F4D93" w:rsidRPr="008F4195">
        <w:rPr>
          <w:i/>
        </w:rPr>
        <w:t>nonce</w:t>
      </w:r>
      <w:r w:rsidR="003C1EE0">
        <w:rPr>
          <w:rStyle w:val="FootnoteReference"/>
        </w:rPr>
        <w:footnoteReference w:id="1"/>
      </w:r>
      <w:r w:rsidR="009F4D93">
        <w:t xml:space="preserve"> platební metody</w:t>
      </w:r>
      <w:r w:rsidR="00F95FEA">
        <w:t>.</w:t>
      </w:r>
    </w:p>
    <w:p w:rsidR="009F4D93" w:rsidRDefault="00DA4A7C" w:rsidP="001B3E33">
      <w:pPr>
        <w:pStyle w:val="ListParagraph"/>
        <w:numPr>
          <w:ilvl w:val="0"/>
          <w:numId w:val="9"/>
        </w:numPr>
      </w:pPr>
      <w:r>
        <w:t xml:space="preserve">Poté klient odešle </w:t>
      </w:r>
      <w:r w:rsidRPr="008F4195">
        <w:rPr>
          <w:i/>
        </w:rPr>
        <w:t>nonce</w:t>
      </w:r>
      <w:r>
        <w:t xml:space="preserve"> zpátky na můj server</w:t>
      </w:r>
      <w:r w:rsidR="00F95FEA">
        <w:t>.</w:t>
      </w:r>
    </w:p>
    <w:p w:rsidR="00D04AE6" w:rsidRDefault="002318F2" w:rsidP="00D04AE6">
      <w:pPr>
        <w:pStyle w:val="ListParagraph"/>
        <w:numPr>
          <w:ilvl w:val="0"/>
          <w:numId w:val="9"/>
        </w:numPr>
      </w:pPr>
      <w:r>
        <w:t xml:space="preserve">Server </w:t>
      </w:r>
      <w:r w:rsidRPr="008F4195">
        <w:rPr>
          <w:i/>
        </w:rPr>
        <w:t>nonce</w:t>
      </w:r>
      <w:r>
        <w:t xml:space="preserve"> </w:t>
      </w:r>
      <w:r w:rsidR="00906AC9">
        <w:t>zpracuje a provede transakci</w:t>
      </w:r>
      <w:r w:rsidR="00D3255F">
        <w:t xml:space="preserve"> </w:t>
      </w:r>
      <w:r w:rsidR="005E3D8C">
        <w:t>ve spolupráci se serverem Braintree</w:t>
      </w:r>
      <w:r w:rsidR="00F95FEA">
        <w:t>.</w:t>
      </w:r>
    </w:p>
    <w:p w:rsidR="00D04AE6" w:rsidRDefault="00FC52FD" w:rsidP="000F5ED1">
      <w:pPr>
        <w:pStyle w:val="Heading1"/>
      </w:pPr>
      <w:bookmarkStart w:id="26" w:name="_Toc501285923"/>
      <w:r>
        <w:lastRenderedPageBreak/>
        <w:t>popis aplikace – serverová část</w:t>
      </w:r>
      <w:bookmarkEnd w:id="26"/>
    </w:p>
    <w:p w:rsidR="00906AC9" w:rsidRDefault="004C3910" w:rsidP="00656EB5">
      <w:pPr>
        <w:ind w:firstLine="567"/>
      </w:pPr>
      <w:r>
        <w:rPr>
          <w:noProof/>
        </w:rPr>
        <w:drawing>
          <wp:anchor distT="0" distB="0" distL="114300" distR="114300" simplePos="0" relativeHeight="251680768" behindDoc="1" locked="0" layoutInCell="1" allowOverlap="1" wp14:anchorId="0A980ECA" wp14:editId="067C189A">
            <wp:simplePos x="0" y="0"/>
            <wp:positionH relativeFrom="column">
              <wp:posOffset>662554</wp:posOffset>
            </wp:positionH>
            <wp:positionV relativeFrom="paragraph">
              <wp:posOffset>984995</wp:posOffset>
            </wp:positionV>
            <wp:extent cx="4418965" cy="3013075"/>
            <wp:effectExtent l="0" t="0" r="635" b="0"/>
            <wp:wrapTight wrapText="bothSides">
              <wp:wrapPolygon edited="0">
                <wp:start x="0" y="0"/>
                <wp:lineTo x="0" y="21441"/>
                <wp:lineTo x="21510" y="21441"/>
                <wp:lineTo x="21510"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ayout.png"/>
                    <pic:cNvPicPr/>
                  </pic:nvPicPr>
                  <pic:blipFill>
                    <a:blip r:embed="rId13">
                      <a:extLst>
                        <a:ext uri="{28A0092B-C50C-407E-A947-70E740481C1C}">
                          <a14:useLocalDpi xmlns:a14="http://schemas.microsoft.com/office/drawing/2010/main" val="0"/>
                        </a:ext>
                      </a:extLst>
                    </a:blip>
                    <a:stretch>
                      <a:fillRect/>
                    </a:stretch>
                  </pic:blipFill>
                  <pic:spPr>
                    <a:xfrm>
                      <a:off x="0" y="0"/>
                      <a:ext cx="4418965" cy="3013075"/>
                    </a:xfrm>
                    <a:prstGeom prst="rect">
                      <a:avLst/>
                    </a:prstGeom>
                  </pic:spPr>
                </pic:pic>
              </a:graphicData>
            </a:graphic>
          </wp:anchor>
        </w:drawing>
      </w:r>
      <w:r w:rsidR="00906AC9">
        <w:t>Server, jak jsem již psal, je napsán v jazyce C# s využitím Mono frameworku</w:t>
      </w:r>
      <w:r w:rsidR="004E1666">
        <w:t xml:space="preserve">, který zaručuje spustitelnost </w:t>
      </w:r>
      <w:r w:rsidR="00A315A9">
        <w:t xml:space="preserve">na </w:t>
      </w:r>
      <w:r w:rsidR="004E1666">
        <w:t>více platformách</w:t>
      </w:r>
      <w:r w:rsidR="00906AC9">
        <w:t>.</w:t>
      </w:r>
      <w:r w:rsidR="00DC22C7">
        <w:t xml:space="preserve"> Využívá třídy HttpListener k naslouchání požadavků </w:t>
      </w:r>
      <w:bookmarkStart w:id="27" w:name="_GoBack"/>
      <w:bookmarkEnd w:id="27"/>
      <w:r w:rsidR="00F50C38">
        <w:t>a tyto požadavky poté</w:t>
      </w:r>
      <w:r w:rsidR="007649A8">
        <w:t xml:space="preserve"> zpracovává asynchronně, aby nedocházelo k př</w:t>
      </w:r>
      <w:r w:rsidR="003C1EE0">
        <w:t>íliš</w:t>
      </w:r>
      <w:r w:rsidR="007649A8">
        <w:t xml:space="preserve"> velkým prodlevám.</w:t>
      </w:r>
      <w:r w:rsidRPr="004C3910">
        <w:rPr>
          <w:noProof/>
        </w:rPr>
        <w:t xml:space="preserve"> </w:t>
      </w:r>
    </w:p>
    <w:p w:rsidR="00056110" w:rsidRPr="00906AC9" w:rsidRDefault="004C3910" w:rsidP="00806551">
      <w:r>
        <w:rPr>
          <w:noProof/>
        </w:rPr>
        <mc:AlternateContent>
          <mc:Choice Requires="wps">
            <w:drawing>
              <wp:anchor distT="0" distB="0" distL="114300" distR="114300" simplePos="0" relativeHeight="251667456" behindDoc="1" locked="0" layoutInCell="1" allowOverlap="1" wp14:anchorId="406FC99A" wp14:editId="1B95E394">
                <wp:simplePos x="0" y="0"/>
                <wp:positionH relativeFrom="column">
                  <wp:posOffset>326832</wp:posOffset>
                </wp:positionH>
                <wp:positionV relativeFrom="paragraph">
                  <wp:posOffset>2873955</wp:posOffset>
                </wp:positionV>
                <wp:extent cx="4752975" cy="635"/>
                <wp:effectExtent l="0" t="0" r="0" b="0"/>
                <wp:wrapTight wrapText="bothSides">
                  <wp:wrapPolygon edited="0">
                    <wp:start x="0" y="0"/>
                    <wp:lineTo x="0" y="21600"/>
                    <wp:lineTo x="21600" y="21600"/>
                    <wp:lineTo x="21600" y="0"/>
                  </wp:wrapPolygon>
                </wp:wrapTight>
                <wp:docPr id="11" name="Text Box 11"/>
                <wp:cNvGraphicFramePr/>
                <a:graphic xmlns:a="http://schemas.openxmlformats.org/drawingml/2006/main">
                  <a:graphicData uri="http://schemas.microsoft.com/office/word/2010/wordprocessingShape">
                    <wps:wsp>
                      <wps:cNvSpPr txBox="1"/>
                      <wps:spPr>
                        <a:xfrm>
                          <a:off x="0" y="0"/>
                          <a:ext cx="4752975" cy="635"/>
                        </a:xfrm>
                        <a:prstGeom prst="rect">
                          <a:avLst/>
                        </a:prstGeom>
                        <a:solidFill>
                          <a:prstClr val="white"/>
                        </a:solidFill>
                        <a:ln>
                          <a:noFill/>
                        </a:ln>
                      </wps:spPr>
                      <wps:txbx>
                        <w:txbxContent>
                          <w:p w:rsidR="00B1133E" w:rsidRPr="004F439C" w:rsidRDefault="00B1133E" w:rsidP="00C7664A">
                            <w:pPr>
                              <w:pStyle w:val="Caption"/>
                              <w:rPr>
                                <w:noProof/>
                              </w:rPr>
                            </w:pPr>
                            <w:r>
                              <w:t xml:space="preserve">Obrázek </w:t>
                            </w:r>
                            <w:fldSimple w:instr=" SEQ Obrázek \* ARABIC ">
                              <w:r>
                                <w:rPr>
                                  <w:noProof/>
                                </w:rPr>
                                <w:t>3</w:t>
                              </w:r>
                            </w:fldSimple>
                            <w:r>
                              <w:rPr>
                                <w:noProof/>
                              </w:rPr>
                              <w:t>. - Server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406FC99A" id="_x0000_t202" coordsize="21600,21600" o:spt="202" path="m,l,21600r21600,l21600,xe">
                <v:stroke joinstyle="miter"/>
                <v:path gradientshapeok="t" o:connecttype="rect"/>
              </v:shapetype>
              <v:shape id="Text Box 11" o:spid="_x0000_s1026" type="#_x0000_t202" style="position:absolute;left:0;text-align:left;margin-left:25.75pt;margin-top:226.3pt;width:374.25pt;height:.05pt;z-index:-2516490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" stroked="f">
                <v:textbox style="mso-fit-shape-to-text:t" inset="0,0,0,0">
                  <w:txbxContent>
                    <w:p w:rsidR="00B1133E" w:rsidRPr="004F439C" w:rsidRDefault="00B1133E" w:rsidP="00C7664A">
                      <w:pPr>
                        <w:pStyle w:val="Caption"/>
                        <w:rPr>
                          <w:noProof/>
                        </w:rPr>
                      </w:pPr>
                      <w:r>
                        <w:t xml:space="preserve">Obrázek </w:t>
                      </w:r>
                      <w:fldSimple w:instr=" SEQ Obrázek \* ARABIC ">
                        <w:r>
                          <w:rPr>
                            <w:noProof/>
                          </w:rPr>
                          <w:t>3</w:t>
                        </w:r>
                      </w:fldSimple>
                      <w:r>
                        <w:rPr>
                          <w:noProof/>
                        </w:rPr>
                        <w:t>. - Server</w:t>
                      </w:r>
                    </w:p>
                  </w:txbxContent>
                </v:textbox>
                <w10:wrap type="tight"/>
              </v:shape>
            </w:pict>
          </mc:Fallback>
        </mc:AlternateContent>
      </w:r>
    </w:p>
    <w:p w:rsidR="008C61DF" w:rsidRDefault="00EC5353" w:rsidP="008C61DF">
      <w:pPr>
        <w:pStyle w:val="Heading2"/>
      </w:pPr>
      <w:bookmarkStart w:id="28" w:name="_Toc501285924"/>
      <w:r>
        <w:t>Adresářová s</w:t>
      </w:r>
      <w:r w:rsidR="00FC52FD">
        <w:t>truktura</w:t>
      </w:r>
      <w:bookmarkEnd w:id="28"/>
    </w:p>
    <w:p w:rsidR="00965A4F" w:rsidRPr="008C61DF" w:rsidRDefault="008C61DF" w:rsidP="00656EB5">
      <w:pPr>
        <w:ind w:firstLine="567"/>
      </w:pPr>
      <w:r>
        <w:t xml:space="preserve">Adresářovou strukturu si při psaní desktopových aplikací většinou programátor vymýšlí sám a není předen daná, jako např. u </w:t>
      </w:r>
      <w:r w:rsidR="004E3593">
        <w:t>webových MVC aplikací.</w:t>
      </w:r>
      <w:r w:rsidR="00965A4F">
        <w:t xml:space="preserve"> Proto jsem se snažil vytvořit takovou strukturu, která dává nějaký smysl. Výsledek je </w:t>
      </w:r>
      <w:r w:rsidR="00F61CE0">
        <w:t>v následujícím obrázku.</w:t>
      </w:r>
    </w:p>
    <w:p w:rsidR="00806551" w:rsidRDefault="00965A4F" w:rsidP="00806551">
      <w:pPr>
        <w:keepNext/>
      </w:pPr>
      <w:r>
        <w:rPr>
          <w:noProof/>
        </w:rPr>
        <w:drawing>
          <wp:inline distT="0" distB="0" distL="0" distR="0" wp14:anchorId="4A634BDC" wp14:editId="5E62255E">
            <wp:extent cx="4648200" cy="16668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648200" cy="1666875"/>
                    </a:xfrm>
                    <a:prstGeom prst="rect">
                      <a:avLst/>
                    </a:prstGeom>
                  </pic:spPr>
                </pic:pic>
              </a:graphicData>
            </a:graphic>
          </wp:inline>
        </w:drawing>
      </w:r>
    </w:p>
    <w:p w:rsidR="00B7421F" w:rsidRDefault="00806551" w:rsidP="00806551">
      <w:pPr>
        <w:pStyle w:val="Caption"/>
        <w:jc w:val="both"/>
      </w:pPr>
      <w:r>
        <w:t xml:space="preserve">Obrázek </w:t>
      </w:r>
      <w:fldSimple w:instr=" SEQ Obrázek \* ARABIC ">
        <w:r w:rsidR="000E635D">
          <w:rPr>
            <w:noProof/>
          </w:rPr>
          <w:t>4</w:t>
        </w:r>
      </w:fldSimple>
      <w:r>
        <w:t>. - Adresářová struktura serveru</w:t>
      </w:r>
    </w:p>
    <w:p w:rsidR="00FC52FD" w:rsidRDefault="00FC52FD" w:rsidP="00FC52FD">
      <w:pPr>
        <w:pStyle w:val="Heading2"/>
      </w:pPr>
      <w:bookmarkStart w:id="29" w:name="_Toc501285925"/>
      <w:r>
        <w:lastRenderedPageBreak/>
        <w:t>Databáze</w:t>
      </w:r>
      <w:bookmarkEnd w:id="29"/>
    </w:p>
    <w:p w:rsidR="00B64FE5" w:rsidRDefault="00B64FE5" w:rsidP="00656EB5">
      <w:pPr>
        <w:ind w:firstLine="567"/>
      </w:pPr>
      <w:r>
        <w:t xml:space="preserve">Databáze v MySQL je celá vygenerována </w:t>
      </w:r>
      <w:r w:rsidR="001F1DEB">
        <w:t>automaticky. O to se stará zmíněný Entity Framework.</w:t>
      </w:r>
      <w:r w:rsidR="00E22B9C">
        <w:t xml:space="preserve"> Ten </w:t>
      </w:r>
      <w:r w:rsidR="00457626">
        <w:t xml:space="preserve">databázi vygeneruje na základě pojmenování jednotlivých tříd a </w:t>
      </w:r>
      <w:r w:rsidR="009E38A2">
        <w:t xml:space="preserve">jejich </w:t>
      </w:r>
      <w:r w:rsidR="00457626">
        <w:t>vlasností.</w:t>
      </w:r>
      <w:r w:rsidR="009E38A2">
        <w:t xml:space="preserve"> Názvy tabulek se však dají změnit pomocí datových anotací. Ty můžeme využít i ke určení primárních a cizích klíčů, délky datových typů, indexů a nebo určit, které vlasnosti nechceme mapovat.</w:t>
      </w:r>
    </w:p>
    <w:p w:rsidR="009E38A2" w:rsidRPr="00B64FE5" w:rsidRDefault="00806551" w:rsidP="00EC5353">
      <w:pPr>
        <w:ind w:firstLine="709"/>
      </w:pPr>
      <w:r>
        <w:rPr>
          <w:noProof/>
        </w:rPr>
        <mc:AlternateContent>
          <mc:Choice Requires="wps">
            <w:drawing>
              <wp:anchor distT="0" distB="0" distL="114300" distR="114300" simplePos="0" relativeHeight="251669504" behindDoc="0" locked="0" layoutInCell="1" allowOverlap="1" wp14:anchorId="2548519E" wp14:editId="626FDD75">
                <wp:simplePos x="0" y="0"/>
                <wp:positionH relativeFrom="column">
                  <wp:posOffset>-1260475</wp:posOffset>
                </wp:positionH>
                <wp:positionV relativeFrom="paragraph">
                  <wp:posOffset>5486400</wp:posOffset>
                </wp:positionV>
                <wp:extent cx="7828915" cy="635"/>
                <wp:effectExtent l="0" t="0" r="0" b="0"/>
                <wp:wrapSquare wrapText="bothSides"/>
                <wp:docPr id="12" name="Text Box 12"/>
                <wp:cNvGraphicFramePr/>
                <a:graphic xmlns:a="http://schemas.openxmlformats.org/drawingml/2006/main">
                  <a:graphicData uri="http://schemas.microsoft.com/office/word/2010/wordprocessingShape">
                    <wps:wsp>
                      <wps:cNvSpPr txBox="1"/>
                      <wps:spPr>
                        <a:xfrm>
                          <a:off x="0" y="0"/>
                          <a:ext cx="7828915" cy="635"/>
                        </a:xfrm>
                        <a:prstGeom prst="rect">
                          <a:avLst/>
                        </a:prstGeom>
                        <a:solidFill>
                          <a:prstClr val="white"/>
                        </a:solidFill>
                        <a:ln>
                          <a:noFill/>
                        </a:ln>
                      </wps:spPr>
                      <wps:txbx>
                        <w:txbxContent>
                          <w:p w:rsidR="00B1133E" w:rsidRPr="0017030F" w:rsidRDefault="00B1133E" w:rsidP="00806551">
                            <w:pPr>
                              <w:pStyle w:val="Caption"/>
                              <w:rPr>
                                <w:noProof/>
                              </w:rPr>
                            </w:pPr>
                            <w:r>
                              <w:t xml:space="preserve">Obrázek </w:t>
                            </w:r>
                            <w:fldSimple w:instr=" SEQ Obrázek \* ARABIC ">
                              <w:r>
                                <w:rPr>
                                  <w:noProof/>
                                </w:rPr>
                                <w:t>5</w:t>
                              </w:r>
                            </w:fldSimple>
                            <w:r>
                              <w:t>. - Databázový model</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548519E" id="Text Box 12" o:spid="_x0000_s1027" type="#_x0000_t202" style="position:absolute;left:0;text-align:left;margin-left:-99.25pt;margin-top:6in;width:616.45pt;height:.0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" stroked="f">
                <v:textbox style="mso-fit-shape-to-text:t" inset="0,0,0,0">
                  <w:txbxContent>
                    <w:p w:rsidR="00B1133E" w:rsidRPr="0017030F" w:rsidRDefault="00B1133E" w:rsidP="00806551">
                      <w:pPr>
                        <w:pStyle w:val="Caption"/>
                        <w:rPr>
                          <w:noProof/>
                        </w:rPr>
                      </w:pPr>
                      <w:r>
                        <w:t xml:space="preserve">Obrázek </w:t>
                      </w:r>
                      <w:fldSimple w:instr=" SEQ Obrázek \* ARABIC ">
                        <w:r>
                          <w:rPr>
                            <w:noProof/>
                          </w:rPr>
                          <w:t>5</w:t>
                        </w:r>
                      </w:fldSimple>
                      <w:r>
                        <w:t>. - Databázový model</w:t>
                      </w:r>
                    </w:p>
                  </w:txbxContent>
                </v:textbox>
                <w10:wrap type="square"/>
              </v:shape>
            </w:pict>
          </mc:Fallback>
        </mc:AlternateContent>
      </w:r>
      <w:r>
        <w:rPr>
          <w:noProof/>
        </w:rPr>
        <w:drawing>
          <wp:anchor distT="0" distB="0" distL="114300" distR="114300" simplePos="0" relativeHeight="251662336" behindDoc="0" locked="0" layoutInCell="1" allowOverlap="1" wp14:anchorId="0D2ACF2F">
            <wp:simplePos x="0" y="0"/>
            <wp:positionH relativeFrom="column">
              <wp:posOffset>-1259841</wp:posOffset>
            </wp:positionH>
            <wp:positionV relativeFrom="paragraph">
              <wp:posOffset>0</wp:posOffset>
            </wp:positionV>
            <wp:extent cx="7828963" cy="5429250"/>
            <wp:effectExtent l="0" t="0" r="63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7828963" cy="5429250"/>
                    </a:xfrm>
                    <a:prstGeom prst="rect">
                      <a:avLst/>
                    </a:prstGeom>
                  </pic:spPr>
                </pic:pic>
              </a:graphicData>
            </a:graphic>
            <wp14:sizeRelH relativeFrom="margin">
              <wp14:pctWidth>0</wp14:pctWidth>
            </wp14:sizeRelH>
            <wp14:sizeRelV relativeFrom="margin">
              <wp14:pctHeight>0</wp14:pctHeight>
            </wp14:sizeRelV>
          </wp:anchor>
        </w:drawing>
      </w:r>
    </w:p>
    <w:p w:rsidR="00FC52FD" w:rsidRDefault="006C0273" w:rsidP="00FC52FD">
      <w:pPr>
        <w:pStyle w:val="Heading2"/>
      </w:pPr>
      <w:bookmarkStart w:id="30" w:name="_Toc501285926"/>
      <w:r>
        <w:lastRenderedPageBreak/>
        <w:t>Návrhář menu</w:t>
      </w:r>
      <w:bookmarkEnd w:id="30"/>
    </w:p>
    <w:p w:rsidR="00A83AA9" w:rsidRDefault="000172D0" w:rsidP="00B852A5">
      <w:pPr>
        <w:ind w:firstLine="567"/>
      </w:pPr>
      <w:r>
        <w:rPr>
          <w:noProof/>
        </w:rPr>
        <mc:AlternateContent>
          <mc:Choice Requires="wps">
            <w:drawing>
              <wp:anchor distT="0" distB="0" distL="114300" distR="114300" simplePos="0" relativeHeight="251671552" behindDoc="0" locked="0" layoutInCell="1" allowOverlap="1" wp14:anchorId="3943D537" wp14:editId="7A576329">
                <wp:simplePos x="0" y="0"/>
                <wp:positionH relativeFrom="column">
                  <wp:posOffset>387350</wp:posOffset>
                </wp:positionH>
                <wp:positionV relativeFrom="paragraph">
                  <wp:posOffset>4386580</wp:posOffset>
                </wp:positionV>
                <wp:extent cx="4305300" cy="635"/>
                <wp:effectExtent l="0" t="0" r="0" b="0"/>
                <wp:wrapSquare wrapText="bothSides"/>
                <wp:docPr id="13" name="Text Box 13"/>
                <wp:cNvGraphicFramePr/>
                <a:graphic xmlns:a="http://schemas.openxmlformats.org/drawingml/2006/main">
                  <a:graphicData uri="http://schemas.microsoft.com/office/word/2010/wordprocessingShape">
                    <wps:wsp>
                      <wps:cNvSpPr txBox="1"/>
                      <wps:spPr>
                        <a:xfrm>
                          <a:off x="0" y="0"/>
                          <a:ext cx="4305300" cy="635"/>
                        </a:xfrm>
                        <a:prstGeom prst="rect">
                          <a:avLst/>
                        </a:prstGeom>
                        <a:solidFill>
                          <a:prstClr val="white"/>
                        </a:solidFill>
                        <a:ln>
                          <a:noFill/>
                        </a:ln>
                      </wps:spPr>
                      <wps:txbx>
                        <w:txbxContent>
                          <w:p w:rsidR="00B1133E" w:rsidRPr="009E4C02" w:rsidRDefault="00B1133E" w:rsidP="000172D0">
                            <w:pPr>
                              <w:pStyle w:val="Caption"/>
                              <w:rPr>
                                <w:noProof/>
                              </w:rPr>
                            </w:pPr>
                            <w:r>
                              <w:t xml:space="preserve">Obrázek </w:t>
                            </w:r>
                            <w:fldSimple w:instr=" SEQ Obrázek \* ARABIC ">
                              <w:r>
                                <w:rPr>
                                  <w:noProof/>
                                </w:rPr>
                                <w:t>6</w:t>
                              </w:r>
                            </w:fldSimple>
                            <w:r>
                              <w:t>. Návrhář menu</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943D537" id="Text Box 13" o:spid="_x0000_s1028" type="#_x0000_t202" style="position:absolute;left:0;text-align:left;margin-left:30.5pt;margin-top:345.4pt;width:339pt;height:.0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" stroked="f">
                <v:textbox style="mso-fit-shape-to-text:t" inset="0,0,0,0">
                  <w:txbxContent>
                    <w:p w:rsidR="00B1133E" w:rsidRPr="009E4C02" w:rsidRDefault="00B1133E" w:rsidP="000172D0">
                      <w:pPr>
                        <w:pStyle w:val="Caption"/>
                        <w:rPr>
                          <w:noProof/>
                        </w:rPr>
                      </w:pPr>
                      <w:r>
                        <w:t xml:space="preserve">Obrázek </w:t>
                      </w:r>
                      <w:fldSimple w:instr=" SEQ Obrázek \* ARABIC ">
                        <w:r>
                          <w:rPr>
                            <w:noProof/>
                          </w:rPr>
                          <w:t>6</w:t>
                        </w:r>
                      </w:fldSimple>
                      <w:r>
                        <w:t>. Návrhář menu</w:t>
                      </w:r>
                    </w:p>
                  </w:txbxContent>
                </v:textbox>
                <w10:wrap type="square"/>
              </v:shape>
            </w:pict>
          </mc:Fallback>
        </mc:AlternateContent>
      </w:r>
      <w:r w:rsidR="0062563F">
        <w:rPr>
          <w:noProof/>
        </w:rPr>
        <w:drawing>
          <wp:anchor distT="0" distB="0" distL="114300" distR="114300" simplePos="0" relativeHeight="251664384" behindDoc="1" locked="0" layoutInCell="1" allowOverlap="1">
            <wp:simplePos x="0" y="0"/>
            <wp:positionH relativeFrom="column">
              <wp:posOffset>387350</wp:posOffset>
            </wp:positionH>
            <wp:positionV relativeFrom="paragraph">
              <wp:posOffset>832485</wp:posOffset>
            </wp:positionV>
            <wp:extent cx="4305300" cy="3496945"/>
            <wp:effectExtent l="0" t="0" r="0" b="8255"/>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ázky.png"/>
                    <pic:cNvPicPr/>
                  </pic:nvPicPr>
                  <pic:blipFill>
                    <a:blip r:embed="rId16">
                      <a:extLst>
                        <a:ext uri="{28A0092B-C50C-407E-A947-70E740481C1C}">
                          <a14:useLocalDpi xmlns:a14="http://schemas.microsoft.com/office/drawing/2010/main" val="0"/>
                        </a:ext>
                      </a:extLst>
                    </a:blip>
                    <a:stretch>
                      <a:fillRect/>
                    </a:stretch>
                  </pic:blipFill>
                  <pic:spPr>
                    <a:xfrm>
                      <a:off x="0" y="0"/>
                      <a:ext cx="4305300" cy="3496945"/>
                    </a:xfrm>
                    <a:prstGeom prst="rect">
                      <a:avLst/>
                    </a:prstGeom>
                  </pic:spPr>
                </pic:pic>
              </a:graphicData>
            </a:graphic>
          </wp:anchor>
        </w:drawing>
      </w:r>
      <w:r w:rsidR="00A83AA9">
        <w:t>Návrhář menu je grafické okno, ve kterém mohou správci vytvořit a upravovat jídelní lístek ve formě stromu.</w:t>
      </w:r>
      <w:r w:rsidR="0051556A">
        <w:t xml:space="preserve"> Mohou se vytvářet kategorie a podkategorie jídel. U každého jídla se dají určit </w:t>
      </w:r>
      <w:r w:rsidR="00AF7256">
        <w:t>hlavní výživové</w:t>
      </w:r>
      <w:r w:rsidR="0051556A">
        <w:t xml:space="preserve"> hodnoty včetně alergenů</w:t>
      </w:r>
      <w:r w:rsidR="00731864">
        <w:t>.</w:t>
      </w:r>
    </w:p>
    <w:p w:rsidR="0062563F" w:rsidRPr="00A83AA9" w:rsidRDefault="0062563F" w:rsidP="00B852A5">
      <w:pPr>
        <w:ind w:firstLine="567"/>
      </w:pPr>
    </w:p>
    <w:p w:rsidR="00B852A5" w:rsidRDefault="00B852A5" w:rsidP="00B852A5"/>
    <w:p w:rsidR="0062563F" w:rsidRPr="00B852A5" w:rsidRDefault="000172D0" w:rsidP="00B852A5">
      <w:r>
        <w:rPr>
          <w:noProof/>
        </w:rPr>
        <mc:AlternateContent>
          <mc:Choice Requires="wps">
            <w:drawing>
              <wp:anchor distT="0" distB="0" distL="114300" distR="114300" simplePos="0" relativeHeight="251673600" behindDoc="0" locked="0" layoutInCell="1" allowOverlap="1" wp14:anchorId="64B13329" wp14:editId="7D04953E">
                <wp:simplePos x="0" y="0"/>
                <wp:positionH relativeFrom="column">
                  <wp:posOffset>168275</wp:posOffset>
                </wp:positionH>
                <wp:positionV relativeFrom="paragraph">
                  <wp:posOffset>6176010</wp:posOffset>
                </wp:positionV>
                <wp:extent cx="4629785" cy="635"/>
                <wp:effectExtent l="0" t="0" r="0" b="0"/>
                <wp:wrapSquare wrapText="bothSides"/>
                <wp:docPr id="14" name="Text Box 14"/>
                <wp:cNvGraphicFramePr/>
                <a:graphic xmlns:a="http://schemas.openxmlformats.org/drawingml/2006/main">
                  <a:graphicData uri="http://schemas.microsoft.com/office/word/2010/wordprocessingShape">
                    <wps:wsp>
                      <wps:cNvSpPr txBox="1"/>
                      <wps:spPr>
                        <a:xfrm>
                          <a:off x="0" y="0"/>
                          <a:ext cx="4629785" cy="635"/>
                        </a:xfrm>
                        <a:prstGeom prst="rect">
                          <a:avLst/>
                        </a:prstGeom>
                        <a:solidFill>
                          <a:prstClr val="white"/>
                        </a:solidFill>
                        <a:ln>
                          <a:noFill/>
                        </a:ln>
                      </wps:spPr>
                      <wps:txbx>
                        <w:txbxContent>
                          <w:p w:rsidR="00B1133E" w:rsidRPr="008E6B9B" w:rsidRDefault="00B1133E" w:rsidP="000172D0">
                            <w:pPr>
                              <w:pStyle w:val="Caption"/>
                              <w:rPr>
                                <w:noProof/>
                              </w:rPr>
                            </w:pPr>
                            <w:r>
                              <w:t xml:space="preserve">Obrázek </w:t>
                            </w:r>
                            <w:fldSimple w:instr=" SEQ Obrázek \* ARABIC ">
                              <w:r>
                                <w:rPr>
                                  <w:noProof/>
                                </w:rPr>
                                <w:t>7</w:t>
                              </w:r>
                            </w:fldSimple>
                            <w:r>
                              <w:t>. - Přidání potraviny</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4B13329" id="Text Box 14" o:spid="_x0000_s1029" type="#_x0000_t202" style="position:absolute;left:0;text-align:left;margin-left:13.25pt;margin-top:486.3pt;width:364.55pt;height:.0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" stroked="f">
                <v:textbox style="mso-fit-shape-to-text:t" inset="0,0,0,0">
                  <w:txbxContent>
                    <w:p w:rsidR="00B1133E" w:rsidRPr="008E6B9B" w:rsidRDefault="00B1133E" w:rsidP="000172D0">
                      <w:pPr>
                        <w:pStyle w:val="Caption"/>
                        <w:rPr>
                          <w:noProof/>
                        </w:rPr>
                      </w:pPr>
                      <w:r>
                        <w:t xml:space="preserve">Obrázek </w:t>
                      </w:r>
                      <w:fldSimple w:instr=" SEQ Obrázek \* ARABIC ">
                        <w:r>
                          <w:rPr>
                            <w:noProof/>
                          </w:rPr>
                          <w:t>7</w:t>
                        </w:r>
                      </w:fldSimple>
                      <w:r>
                        <w:t>. - Přidání potraviny</w:t>
                      </w:r>
                    </w:p>
                  </w:txbxContent>
                </v:textbox>
                <w10:wrap type="square"/>
              </v:shape>
            </w:pict>
          </mc:Fallback>
        </mc:AlternateContent>
      </w:r>
      <w:r w:rsidR="0062563F">
        <w:rPr>
          <w:noProof/>
        </w:rPr>
        <w:drawing>
          <wp:anchor distT="0" distB="0" distL="114300" distR="114300" simplePos="0" relativeHeight="251665408" behindDoc="0" locked="0" layoutInCell="1" allowOverlap="1">
            <wp:simplePos x="0" y="0"/>
            <wp:positionH relativeFrom="column">
              <wp:posOffset>168275</wp:posOffset>
            </wp:positionH>
            <wp:positionV relativeFrom="paragraph">
              <wp:posOffset>3213735</wp:posOffset>
            </wp:positionV>
            <wp:extent cx="4630076" cy="2905125"/>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ddFood.png"/>
                    <pic:cNvPicPr/>
                  </pic:nvPicPr>
                  <pic:blipFill>
                    <a:blip r:embed="rId17">
                      <a:extLst>
                        <a:ext uri="{28A0092B-C50C-407E-A947-70E740481C1C}">
                          <a14:useLocalDpi xmlns:a14="http://schemas.microsoft.com/office/drawing/2010/main" val="0"/>
                        </a:ext>
                      </a:extLst>
                    </a:blip>
                    <a:stretch>
                      <a:fillRect/>
                    </a:stretch>
                  </pic:blipFill>
                  <pic:spPr>
                    <a:xfrm>
                      <a:off x="0" y="0"/>
                      <a:ext cx="4630076" cy="2905125"/>
                    </a:xfrm>
                    <a:prstGeom prst="rect">
                      <a:avLst/>
                    </a:prstGeom>
                  </pic:spPr>
                </pic:pic>
              </a:graphicData>
            </a:graphic>
          </wp:anchor>
        </w:drawing>
      </w:r>
    </w:p>
    <w:p w:rsidR="006C0273" w:rsidRDefault="006C0273" w:rsidP="006C0273">
      <w:pPr>
        <w:pStyle w:val="Heading1"/>
      </w:pPr>
      <w:bookmarkStart w:id="31" w:name="_Toc501285927"/>
      <w:r>
        <w:lastRenderedPageBreak/>
        <w:t>Popis aplikace – Klientská část</w:t>
      </w:r>
      <w:bookmarkEnd w:id="31"/>
    </w:p>
    <w:p w:rsidR="00363F30" w:rsidRDefault="00363F30" w:rsidP="00A201F1">
      <w:pPr>
        <w:ind w:firstLine="567"/>
      </w:pPr>
      <w:r>
        <w:t xml:space="preserve">Po přihlášení se uživateli zobrazení aktuální nabídka, členěná do kategorií. Zobrazí se název kategorie, názvy položek, podkategorie a cena. </w:t>
      </w:r>
      <w:r w:rsidR="00A201F1">
        <w:t xml:space="preserve">Data k zobrazení se získají pomocí požadavku na server, který je vytáhne z databáze a pošle zpět. Mobilní aplikace má </w:t>
      </w:r>
      <w:r w:rsidR="004750CA">
        <w:t>tři</w:t>
      </w:r>
      <w:r w:rsidR="00A201F1">
        <w:t xml:space="preserve"> hlavní stránky, mezi kterýma se dá jednoduše přepínat. A to pro zobrazení nabídky, objednávky a vytvoření vlastního menu.</w:t>
      </w:r>
    </w:p>
    <w:p w:rsidR="00D17E22" w:rsidRDefault="00D17E22" w:rsidP="00D17E22">
      <w:pPr>
        <w:keepNext/>
        <w:ind w:firstLine="567"/>
      </w:pPr>
      <w:r>
        <w:rPr>
          <w:noProof/>
        </w:rPr>
        <w:drawing>
          <wp:inline distT="0" distB="0" distL="0" distR="0">
            <wp:extent cx="2152650" cy="380123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bil.png"/>
                    <pic:cNvPicPr/>
                  </pic:nvPicPr>
                  <pic:blipFill>
                    <a:blip r:embed="rId18">
                      <a:extLst>
                        <a:ext uri="{28A0092B-C50C-407E-A947-70E740481C1C}">
                          <a14:useLocalDpi xmlns:a14="http://schemas.microsoft.com/office/drawing/2010/main" val="0"/>
                        </a:ext>
                      </a:extLst>
                    </a:blip>
                    <a:stretch>
                      <a:fillRect/>
                    </a:stretch>
                  </pic:blipFill>
                  <pic:spPr>
                    <a:xfrm>
                      <a:off x="0" y="0"/>
                      <a:ext cx="2152650" cy="3801235"/>
                    </a:xfrm>
                    <a:prstGeom prst="rect">
                      <a:avLst/>
                    </a:prstGeom>
                  </pic:spPr>
                </pic:pic>
              </a:graphicData>
            </a:graphic>
          </wp:inline>
        </w:drawing>
      </w:r>
    </w:p>
    <w:p w:rsidR="00D17E22" w:rsidRPr="00363F30" w:rsidRDefault="00D17E22" w:rsidP="00D17E22">
      <w:pPr>
        <w:pStyle w:val="Caption"/>
        <w:jc w:val="both"/>
      </w:pPr>
      <w:r>
        <w:t xml:space="preserve">Obrázek </w:t>
      </w:r>
      <w:fldSimple w:instr=" SEQ Obrázek \* ARABIC ">
        <w:r w:rsidR="000E635D">
          <w:rPr>
            <w:noProof/>
          </w:rPr>
          <w:t>8</w:t>
        </w:r>
      </w:fldSimple>
      <w:r>
        <w:t>. - Zobrazení nabídky v klientovi</w:t>
      </w:r>
    </w:p>
    <w:p w:rsidR="006C0273" w:rsidRDefault="00C309BE" w:rsidP="00953D57">
      <w:pPr>
        <w:pStyle w:val="Heading2"/>
      </w:pPr>
      <w:bookmarkStart w:id="32" w:name="_Toc501285928"/>
      <w:r>
        <w:t>Adresářová s</w:t>
      </w:r>
      <w:r w:rsidR="00953D57">
        <w:t>truktura</w:t>
      </w:r>
      <w:bookmarkEnd w:id="32"/>
    </w:p>
    <w:p w:rsidR="007F26FA" w:rsidRPr="002736D1" w:rsidRDefault="00F740F0" w:rsidP="002736D1">
      <w:pPr>
        <w:ind w:firstLine="567"/>
      </w:pPr>
      <w:r>
        <w:t>Na</w:t>
      </w:r>
      <w:r w:rsidR="001F0F6B">
        <w:t xml:space="preserve"> </w:t>
      </w:r>
      <w:r>
        <w:t xml:space="preserve">rozdíl od serveru, klient již má danou základní adresářovou strukturu frameworkem. </w:t>
      </w:r>
      <w:r w:rsidR="002C000A">
        <w:t>Aplikace se spustí souborem i</w:t>
      </w:r>
      <w:r w:rsidR="00680595">
        <w:t>ndex.html, který obsahuje odkaz</w:t>
      </w:r>
      <w:r w:rsidR="002C000A">
        <w:t>y pro zkompilovaný javascript a kaskádové styly.</w:t>
      </w:r>
      <w:r w:rsidR="002736D1">
        <w:t xml:space="preserve"> Adresář </w:t>
      </w:r>
      <w:r w:rsidR="002736D1" w:rsidRPr="002736D1">
        <w:rPr>
          <w:i/>
        </w:rPr>
        <w:t>pages</w:t>
      </w:r>
      <w:r w:rsidR="002C000A">
        <w:t xml:space="preserve"> </w:t>
      </w:r>
      <w:r w:rsidR="002736D1">
        <w:t>obsahuje všechny stránky. Každá stránka má svůj vlastní adresář, ve kterém se n</w:t>
      </w:r>
      <w:r w:rsidR="001F0F6B">
        <w:t>a</w:t>
      </w:r>
      <w:r w:rsidR="002736D1">
        <w:t>ch</w:t>
      </w:r>
      <w:r w:rsidR="001F0F6B">
        <w:t>á</w:t>
      </w:r>
      <w:r w:rsidR="002736D1">
        <w:t xml:space="preserve">zí skriptový soubor s třídou ve formátu </w:t>
      </w:r>
      <w:r w:rsidR="002736D1" w:rsidRPr="002736D1">
        <w:rPr>
          <w:i/>
        </w:rPr>
        <w:t>.ts</w:t>
      </w:r>
      <w:r w:rsidR="002736D1">
        <w:t xml:space="preserve">, šablona </w:t>
      </w:r>
      <w:r w:rsidR="002736D1" w:rsidRPr="002736D1">
        <w:rPr>
          <w:i/>
        </w:rPr>
        <w:t>.html</w:t>
      </w:r>
      <w:r w:rsidR="002736D1">
        <w:rPr>
          <w:i/>
        </w:rPr>
        <w:t xml:space="preserve"> </w:t>
      </w:r>
      <w:r w:rsidR="002736D1">
        <w:t xml:space="preserve">a pro stránku vlastní styl </w:t>
      </w:r>
      <w:r w:rsidR="002736D1" w:rsidRPr="002736D1">
        <w:rPr>
          <w:i/>
        </w:rPr>
        <w:t>.scss</w:t>
      </w:r>
      <w:r w:rsidR="002736D1">
        <w:rPr>
          <w:i/>
        </w:rPr>
        <w:t xml:space="preserve">. </w:t>
      </w:r>
    </w:p>
    <w:p w:rsidR="00A652B9" w:rsidRDefault="007F26FA" w:rsidP="00A652B9">
      <w:pPr>
        <w:keepNext/>
      </w:pPr>
      <w:r>
        <w:rPr>
          <w:noProof/>
        </w:rPr>
        <w:lastRenderedPageBreak/>
        <w:drawing>
          <wp:inline distT="0" distB="0" distL="0" distR="0" wp14:anchorId="08C694FB" wp14:editId="10D2F7F9">
            <wp:extent cx="5172075" cy="238125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172075" cy="2381250"/>
                    </a:xfrm>
                    <a:prstGeom prst="rect">
                      <a:avLst/>
                    </a:prstGeom>
                  </pic:spPr>
                </pic:pic>
              </a:graphicData>
            </a:graphic>
          </wp:inline>
        </w:drawing>
      </w:r>
    </w:p>
    <w:p w:rsidR="00C309BE" w:rsidRPr="00C309BE" w:rsidRDefault="00A652B9" w:rsidP="00A652B9">
      <w:pPr>
        <w:pStyle w:val="Caption"/>
        <w:jc w:val="both"/>
      </w:pPr>
      <w:r>
        <w:t xml:space="preserve">Obrázek </w:t>
      </w:r>
      <w:fldSimple w:instr=" SEQ Obrázek \* ARABIC ">
        <w:r w:rsidR="000E635D">
          <w:rPr>
            <w:noProof/>
          </w:rPr>
          <w:t>9</w:t>
        </w:r>
      </w:fldSimple>
      <w:r>
        <w:t>. - Adresářová struktura Ionic projektu</w:t>
      </w:r>
    </w:p>
    <w:p w:rsidR="00953D57" w:rsidRDefault="00953D57" w:rsidP="00953D57">
      <w:pPr>
        <w:pStyle w:val="Heading2"/>
      </w:pPr>
      <w:bookmarkStart w:id="33" w:name="_Toc501285929"/>
      <w:r>
        <w:t>Vlastní menu</w:t>
      </w:r>
      <w:bookmarkEnd w:id="33"/>
    </w:p>
    <w:p w:rsidR="002E2928" w:rsidRDefault="002E2928" w:rsidP="00A36024">
      <w:pPr>
        <w:ind w:firstLine="567"/>
      </w:pPr>
      <w:r>
        <w:t>Každý uživatel si může sestavit své vlas</w:t>
      </w:r>
      <w:r w:rsidR="006C62EB">
        <w:t>t</w:t>
      </w:r>
      <w:r>
        <w:t>ní menu dle vlastní libosti. Stačí pár kliknutí, vybrat si z nabídky a uložit. V př</w:t>
      </w:r>
      <w:r w:rsidR="006C62EB">
        <w:t>í</w:t>
      </w:r>
      <w:r>
        <w:t xml:space="preserve">padě, že by třeba jednu položku ze svého menu nechtěl, nemusí měnit celé menu, nebo </w:t>
      </w:r>
      <w:r w:rsidR="00363F30">
        <w:t>znovu přidávat</w:t>
      </w:r>
      <w:r>
        <w:t xml:space="preserve"> všechny jídla. Stačí si menu otevřít podržením a jednoduše vyškr</w:t>
      </w:r>
      <w:r w:rsidR="006C62EB">
        <w:t>t</w:t>
      </w:r>
      <w:r>
        <w:t xml:space="preserve">nout, na co zrovna nemá chuť. </w:t>
      </w:r>
    </w:p>
    <w:p w:rsidR="00CD23FE" w:rsidRDefault="00CD23FE" w:rsidP="00CD23FE">
      <w:pPr>
        <w:keepNext/>
        <w:ind w:firstLine="567"/>
      </w:pPr>
      <w:r>
        <w:rPr>
          <w:noProof/>
        </w:rPr>
        <w:drawing>
          <wp:inline distT="0" distB="0" distL="0" distR="0">
            <wp:extent cx="1979655" cy="3486150"/>
            <wp:effectExtent l="0" t="0" r="190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menu.png"/>
                    <pic:cNvPicPr/>
                  </pic:nvPicPr>
                  <pic:blipFill>
                    <a:blip r:embed="rId20">
                      <a:extLst>
                        <a:ext uri="{28A0092B-C50C-407E-A947-70E740481C1C}">
                          <a14:useLocalDpi xmlns:a14="http://schemas.microsoft.com/office/drawing/2010/main" val="0"/>
                        </a:ext>
                      </a:extLst>
                    </a:blip>
                    <a:stretch>
                      <a:fillRect/>
                    </a:stretch>
                  </pic:blipFill>
                  <pic:spPr>
                    <a:xfrm>
                      <a:off x="0" y="0"/>
                      <a:ext cx="1984542" cy="3494756"/>
                    </a:xfrm>
                    <a:prstGeom prst="rect">
                      <a:avLst/>
                    </a:prstGeom>
                  </pic:spPr>
                </pic:pic>
              </a:graphicData>
            </a:graphic>
          </wp:inline>
        </w:drawing>
      </w:r>
    </w:p>
    <w:p w:rsidR="00A652B9" w:rsidRPr="002E2928" w:rsidRDefault="00CD23FE" w:rsidP="00CD23FE">
      <w:pPr>
        <w:pStyle w:val="Caption"/>
        <w:jc w:val="both"/>
      </w:pPr>
      <w:r>
        <w:t xml:space="preserve">Obrázek </w:t>
      </w:r>
      <w:fldSimple w:instr=" SEQ Obrázek \* ARABIC ">
        <w:r w:rsidR="000E635D">
          <w:rPr>
            <w:noProof/>
          </w:rPr>
          <w:t>10</w:t>
        </w:r>
      </w:fldSimple>
      <w:r>
        <w:t>. - Vlastní menu</w:t>
      </w:r>
    </w:p>
    <w:p w:rsidR="00A36024" w:rsidRDefault="00953D57" w:rsidP="00A36024">
      <w:pPr>
        <w:pStyle w:val="Heading2"/>
      </w:pPr>
      <w:bookmarkStart w:id="34" w:name="_Toc501285930"/>
      <w:r>
        <w:lastRenderedPageBreak/>
        <w:t>Objednávky a platby</w:t>
      </w:r>
      <w:bookmarkEnd w:id="34"/>
    </w:p>
    <w:p w:rsidR="00A36024" w:rsidRDefault="009319ED" w:rsidP="009319ED">
      <w:pPr>
        <w:ind w:firstLine="567"/>
      </w:pPr>
      <w:r>
        <w:t xml:space="preserve">O objednávku se stará další strana. Zákazník si samozřejmě může odebrat položky z objednávky. Dále mu je zobrazena celková cena objednávky. </w:t>
      </w:r>
      <w:r w:rsidR="00A36024">
        <w:t xml:space="preserve">Celý proces platby už řeší integrovaná platební brána, přidána jako plugin třetí strany. Uživatel si vybere platební metodu, zadá své platební informace a odešle objednávku. </w:t>
      </w:r>
      <w:r w:rsidR="00CF7131">
        <w:t xml:space="preserve">Platby jsou realizovány předem kvůli tomu, aby nedocházelo k objednávkám, které si nikdo nevyzvedne. </w:t>
      </w:r>
      <w:r w:rsidR="00173679">
        <w:t>K nahl</w:t>
      </w:r>
      <w:r w:rsidR="00CF7131">
        <w:t>é</w:t>
      </w:r>
      <w:r w:rsidR="00173679">
        <w:t>dnutí je mu také historie objednávek.</w:t>
      </w:r>
    </w:p>
    <w:p w:rsidR="00C44299" w:rsidRDefault="00074BC6" w:rsidP="00C44299">
      <w:pPr>
        <w:keepNext/>
        <w:ind w:firstLine="567"/>
        <w:jc w:val="right"/>
      </w:pPr>
      <w:r>
        <w:rPr>
          <w:noProof/>
        </w:rPr>
        <mc:AlternateContent>
          <mc:Choice Requires="wps">
            <w:drawing>
              <wp:anchor distT="0" distB="0" distL="114300" distR="114300" simplePos="0" relativeHeight="251679744" behindDoc="0" locked="0" layoutInCell="1" allowOverlap="1" wp14:anchorId="15C9E71A" wp14:editId="7DB39873">
                <wp:simplePos x="0" y="0"/>
                <wp:positionH relativeFrom="column">
                  <wp:posOffset>3368675</wp:posOffset>
                </wp:positionH>
                <wp:positionV relativeFrom="paragraph">
                  <wp:posOffset>3508375</wp:posOffset>
                </wp:positionV>
                <wp:extent cx="1946275" cy="635"/>
                <wp:effectExtent l="0" t="0" r="0" b="0"/>
                <wp:wrapSquare wrapText="bothSides"/>
                <wp:docPr id="19" name="Text Box 19"/>
                <wp:cNvGraphicFramePr/>
                <a:graphic xmlns:a="http://schemas.openxmlformats.org/drawingml/2006/main">
                  <a:graphicData uri="http://schemas.microsoft.com/office/word/2010/wordprocessingShape">
                    <wps:wsp>
                      <wps:cNvSpPr txBox="1"/>
                      <wps:spPr>
                        <a:xfrm>
                          <a:off x="0" y="0"/>
                          <a:ext cx="1946275" cy="635"/>
                        </a:xfrm>
                        <a:prstGeom prst="rect">
                          <a:avLst/>
                        </a:prstGeom>
                        <a:solidFill>
                          <a:prstClr val="white"/>
                        </a:solidFill>
                        <a:ln>
                          <a:noFill/>
                        </a:ln>
                      </wps:spPr>
                      <wps:txbx>
                        <w:txbxContent>
                          <w:p w:rsidR="00B1133E" w:rsidRPr="002E025F" w:rsidRDefault="00B1133E" w:rsidP="00074BC6">
                            <w:pPr>
                              <w:pStyle w:val="Caption"/>
                              <w:ind w:left="0"/>
                              <w:jc w:val="both"/>
                              <w:rPr>
                                <w:noProof/>
                              </w:rPr>
                            </w:pPr>
                            <w:r>
                              <w:t xml:space="preserve">Obrázek </w:t>
                            </w:r>
                            <w:fldSimple w:instr=" SEQ Obrázek \* ARABIC ">
                              <w:r>
                                <w:rPr>
                                  <w:noProof/>
                                </w:rPr>
                                <w:t>11</w:t>
                              </w:r>
                            </w:fldSimple>
                            <w:r>
                              <w:t xml:space="preserve">. </w:t>
                            </w:r>
                            <w:r w:rsidR="00371281">
                              <w:t>–</w:t>
                            </w:r>
                            <w:r>
                              <w:t xml:space="preserve"> </w:t>
                            </w:r>
                            <w:r w:rsidR="00371281">
                              <w:t>Testovací platba</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5C9E71A" id="Text Box 19" o:spid="_x0000_s1030" type="#_x0000_t202" style="position:absolute;left:0;text-align:left;margin-left:265.25pt;margin-top:276.25pt;width:153.25pt;height:.0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" stroked="f">
                <v:textbox style="mso-fit-shape-to-text:t" inset="0,0,0,0">
                  <w:txbxContent>
                    <w:p w:rsidR="00B1133E" w:rsidRPr="002E025F" w:rsidRDefault="00B1133E" w:rsidP="00074BC6">
                      <w:pPr>
                        <w:pStyle w:val="Caption"/>
                        <w:ind w:left="0"/>
                        <w:jc w:val="both"/>
                        <w:rPr>
                          <w:noProof/>
                        </w:rPr>
                      </w:pPr>
                      <w:r>
                        <w:t xml:space="preserve">Obrázek </w:t>
                      </w:r>
                      <w:fldSimple w:instr=" SEQ Obrázek \* ARABIC ">
                        <w:r>
                          <w:rPr>
                            <w:noProof/>
                          </w:rPr>
                          <w:t>11</w:t>
                        </w:r>
                      </w:fldSimple>
                      <w:r>
                        <w:t xml:space="preserve">. </w:t>
                      </w:r>
                      <w:r w:rsidR="00371281">
                        <w:t>–</w:t>
                      </w:r>
                      <w:r>
                        <w:t xml:space="preserve"> </w:t>
                      </w:r>
                      <w:r w:rsidR="00371281">
                        <w:t>Testovací platba</w:t>
                      </w:r>
                    </w:p>
                  </w:txbxContent>
                </v:textbox>
                <w10:wrap type="square"/>
              </v:shape>
            </w:pict>
          </mc:Fallback>
        </mc:AlternateContent>
      </w:r>
      <w:r w:rsidR="00C44299">
        <w:rPr>
          <w:noProof/>
        </w:rPr>
        <w:drawing>
          <wp:anchor distT="0" distB="0" distL="114300" distR="114300" simplePos="0" relativeHeight="251675648" behindDoc="0" locked="0" layoutInCell="1" allowOverlap="1">
            <wp:simplePos x="0" y="0"/>
            <wp:positionH relativeFrom="column">
              <wp:posOffset>3368675</wp:posOffset>
            </wp:positionH>
            <wp:positionV relativeFrom="paragraph">
              <wp:posOffset>0</wp:posOffset>
            </wp:positionV>
            <wp:extent cx="1946275" cy="3451225"/>
            <wp:effectExtent l="0" t="0" r="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ayment.png"/>
                    <pic:cNvPicPr/>
                  </pic:nvPicPr>
                  <pic:blipFill>
                    <a:blip r:embed="rId21">
                      <a:extLst>
                        <a:ext uri="{28A0092B-C50C-407E-A947-70E740481C1C}">
                          <a14:useLocalDpi xmlns:a14="http://schemas.microsoft.com/office/drawing/2010/main" val="0"/>
                        </a:ext>
                      </a:extLst>
                    </a:blip>
                    <a:stretch>
                      <a:fillRect/>
                    </a:stretch>
                  </pic:blipFill>
                  <pic:spPr>
                    <a:xfrm>
                      <a:off x="0" y="0"/>
                      <a:ext cx="1946275" cy="3451225"/>
                    </a:xfrm>
                    <a:prstGeom prst="rect">
                      <a:avLst/>
                    </a:prstGeom>
                  </pic:spPr>
                </pic:pic>
              </a:graphicData>
            </a:graphic>
          </wp:anchor>
        </w:drawing>
      </w:r>
      <w:r w:rsidR="00C44299">
        <w:rPr>
          <w:noProof/>
        </w:rPr>
        <mc:AlternateContent>
          <mc:Choice Requires="wps">
            <w:drawing>
              <wp:anchor distT="0" distB="0" distL="114300" distR="114300" simplePos="0" relativeHeight="251677696" behindDoc="0" locked="0" layoutInCell="1" allowOverlap="1" wp14:anchorId="33B50D62" wp14:editId="43CF49DC">
                <wp:simplePos x="0" y="0"/>
                <wp:positionH relativeFrom="column">
                  <wp:posOffset>15875</wp:posOffset>
                </wp:positionH>
                <wp:positionV relativeFrom="paragraph">
                  <wp:posOffset>3514725</wp:posOffset>
                </wp:positionV>
                <wp:extent cx="1963420" cy="635"/>
                <wp:effectExtent l="0" t="0" r="0" b="0"/>
                <wp:wrapSquare wrapText="bothSides"/>
                <wp:docPr id="18" name="Text Box 18"/>
                <wp:cNvGraphicFramePr/>
                <a:graphic xmlns:a="http://schemas.openxmlformats.org/drawingml/2006/main">
                  <a:graphicData uri="http://schemas.microsoft.com/office/word/2010/wordprocessingShape">
                    <wps:wsp>
                      <wps:cNvSpPr txBox="1"/>
                      <wps:spPr>
                        <a:xfrm>
                          <a:off x="0" y="0"/>
                          <a:ext cx="1963420" cy="635"/>
                        </a:xfrm>
                        <a:prstGeom prst="rect">
                          <a:avLst/>
                        </a:prstGeom>
                        <a:solidFill>
                          <a:prstClr val="white"/>
                        </a:solidFill>
                        <a:ln>
                          <a:noFill/>
                        </a:ln>
                      </wps:spPr>
                      <wps:txbx>
                        <w:txbxContent>
                          <w:p w:rsidR="00B1133E" w:rsidRPr="001E238E" w:rsidRDefault="00B1133E" w:rsidP="00C44299">
                            <w:pPr>
                              <w:pStyle w:val="Caption"/>
                              <w:ind w:left="0"/>
                              <w:jc w:val="both"/>
                              <w:rPr>
                                <w:noProof/>
                              </w:rPr>
                            </w:pPr>
                            <w:r>
                              <w:t xml:space="preserve">Obrázek </w:t>
                            </w:r>
                            <w:fldSimple w:instr=" SEQ Obrázek \* ARABIC ">
                              <w:r>
                                <w:rPr>
                                  <w:noProof/>
                                </w:rPr>
                                <w:t>12</w:t>
                              </w:r>
                            </w:fldSimple>
                            <w:r>
                              <w:t>. - Objednávka</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3B50D62" id="Text Box 18" o:spid="_x0000_s1031" type="#_x0000_t202" style="position:absolute;left:0;text-align:left;margin-left:1.25pt;margin-top:276.75pt;width:154.6pt;height:.0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" stroked="f">
                <v:textbox style="mso-fit-shape-to-text:t" inset="0,0,0,0">
                  <w:txbxContent>
                    <w:p w:rsidR="00B1133E" w:rsidRPr="001E238E" w:rsidRDefault="00B1133E" w:rsidP="00C44299">
                      <w:pPr>
                        <w:pStyle w:val="Caption"/>
                        <w:ind w:left="0"/>
                        <w:jc w:val="both"/>
                        <w:rPr>
                          <w:noProof/>
                        </w:rPr>
                      </w:pPr>
                      <w:r>
                        <w:t xml:space="preserve">Obrázek </w:t>
                      </w:r>
                      <w:fldSimple w:instr=" SEQ Obrázek \* ARABIC ">
                        <w:r>
                          <w:rPr>
                            <w:noProof/>
                          </w:rPr>
                          <w:t>12</w:t>
                        </w:r>
                      </w:fldSimple>
                      <w:r>
                        <w:t>. - Objednávka</w:t>
                      </w:r>
                    </w:p>
                  </w:txbxContent>
                </v:textbox>
                <w10:wrap type="square"/>
              </v:shape>
            </w:pict>
          </mc:Fallback>
        </mc:AlternateContent>
      </w:r>
      <w:r w:rsidR="00C44299">
        <w:rPr>
          <w:noProof/>
        </w:rPr>
        <w:drawing>
          <wp:anchor distT="0" distB="0" distL="114300" distR="114300" simplePos="0" relativeHeight="251674624" behindDoc="0" locked="0" layoutInCell="1" allowOverlap="1">
            <wp:simplePos x="0" y="0"/>
            <wp:positionH relativeFrom="column">
              <wp:posOffset>15875</wp:posOffset>
            </wp:positionH>
            <wp:positionV relativeFrom="paragraph">
              <wp:posOffset>0</wp:posOffset>
            </wp:positionV>
            <wp:extent cx="1963428" cy="3457575"/>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order.png"/>
                    <pic:cNvPicPr/>
                  </pic:nvPicPr>
                  <pic:blipFill>
                    <a:blip r:embed="rId22">
                      <a:extLst>
                        <a:ext uri="{28A0092B-C50C-407E-A947-70E740481C1C}">
                          <a14:useLocalDpi xmlns:a14="http://schemas.microsoft.com/office/drawing/2010/main" val="0"/>
                        </a:ext>
                      </a:extLst>
                    </a:blip>
                    <a:stretch>
                      <a:fillRect/>
                    </a:stretch>
                  </pic:blipFill>
                  <pic:spPr>
                    <a:xfrm>
                      <a:off x="0" y="0"/>
                      <a:ext cx="1963428" cy="3457575"/>
                    </a:xfrm>
                    <a:prstGeom prst="rect">
                      <a:avLst/>
                    </a:prstGeom>
                  </pic:spPr>
                </pic:pic>
              </a:graphicData>
            </a:graphic>
          </wp:anchor>
        </w:drawing>
      </w:r>
    </w:p>
    <w:p w:rsidR="00C44299" w:rsidRPr="00A36024" w:rsidRDefault="00C44299" w:rsidP="00C44299">
      <w:pPr>
        <w:ind w:firstLine="567"/>
        <w:jc w:val="right"/>
      </w:pPr>
      <w:r>
        <w:t xml:space="preserve">                   </w:t>
      </w:r>
    </w:p>
    <w:p w:rsidR="000E635D" w:rsidRDefault="000E635D" w:rsidP="000E635D">
      <w:pPr>
        <w:pStyle w:val="Heading1"/>
        <w:numPr>
          <w:ilvl w:val="0"/>
          <w:numId w:val="0"/>
        </w:numPr>
      </w:pPr>
      <w:r>
        <w:rPr>
          <w:noProof/>
        </w:rPr>
        <w:lastRenderedPageBreak/>
        <w:drawing>
          <wp:inline distT="0" distB="0" distL="0" distR="0">
            <wp:extent cx="1962150" cy="3466106"/>
            <wp:effectExtent l="0" t="0" r="0" b="127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vypinani_z_menu.png"/>
                    <pic:cNvPicPr/>
                  </pic:nvPicPr>
                  <pic:blipFill>
                    <a:blip r:embed="rId23">
                      <a:extLst>
                        <a:ext uri="{28A0092B-C50C-407E-A947-70E740481C1C}">
                          <a14:useLocalDpi xmlns:a14="http://schemas.microsoft.com/office/drawing/2010/main" val="0"/>
                        </a:ext>
                      </a:extLst>
                    </a:blip>
                    <a:stretch>
                      <a:fillRect/>
                    </a:stretch>
                  </pic:blipFill>
                  <pic:spPr>
                    <a:xfrm>
                      <a:off x="0" y="0"/>
                      <a:ext cx="1965915" cy="3472757"/>
                    </a:xfrm>
                    <a:prstGeom prst="rect">
                      <a:avLst/>
                    </a:prstGeom>
                  </pic:spPr>
                </pic:pic>
              </a:graphicData>
            </a:graphic>
          </wp:inline>
        </w:drawing>
      </w:r>
    </w:p>
    <w:p w:rsidR="006C0273" w:rsidRPr="006C0273" w:rsidRDefault="000E635D" w:rsidP="000E635D">
      <w:pPr>
        <w:pStyle w:val="Caption"/>
        <w:jc w:val="left"/>
      </w:pPr>
      <w:r>
        <w:t xml:space="preserve">Obrázek </w:t>
      </w:r>
      <w:fldSimple w:instr=" SEQ Obrázek \* ARABIC ">
        <w:r>
          <w:rPr>
            <w:noProof/>
          </w:rPr>
          <w:t>13</w:t>
        </w:r>
      </w:fldSimple>
      <w:r>
        <w:t>. - Možnost odebrání položek z vlastního menu</w:t>
      </w:r>
    </w:p>
    <w:p w:rsidR="00230592" w:rsidRDefault="00230592" w:rsidP="00230592">
      <w:pPr>
        <w:ind w:left="360"/>
      </w:pPr>
    </w:p>
    <w:p w:rsidR="00483A69" w:rsidRDefault="00483A69" w:rsidP="00D04AE6"/>
    <w:p w:rsidR="00230592" w:rsidRPr="00A0246F" w:rsidRDefault="00230592" w:rsidP="00230592">
      <w:pPr>
        <w:ind w:left="360"/>
        <w:rPr>
          <w:i/>
        </w:rPr>
      </w:pPr>
    </w:p>
    <w:p w:rsidR="00483A69" w:rsidRDefault="00483A69" w:rsidP="00483A69"/>
    <w:p w:rsidR="00483A69" w:rsidRPr="00783469" w:rsidRDefault="00B8449A" w:rsidP="001F423D">
      <w:pPr>
        <w:pStyle w:val="Heading1"/>
        <w:numPr>
          <w:ilvl w:val="0"/>
          <w:numId w:val="0"/>
        </w:numPr>
        <w:ind w:left="360" w:hanging="360"/>
        <w:rPr>
          <w:rStyle w:val="NadpisChar"/>
          <w:b/>
        </w:rPr>
      </w:pPr>
      <w:bookmarkStart w:id="35" w:name="_Toc370246090"/>
      <w:bookmarkStart w:id="36" w:name="_Toc501285931"/>
      <w:r w:rsidRPr="00783469">
        <w:rPr>
          <w:rStyle w:val="NadpisChar"/>
          <w:b/>
        </w:rPr>
        <w:lastRenderedPageBreak/>
        <w:t>Závěr</w:t>
      </w:r>
      <w:bookmarkEnd w:id="35"/>
      <w:bookmarkEnd w:id="36"/>
    </w:p>
    <w:p w:rsidR="00367550" w:rsidRDefault="00783469" w:rsidP="00783469">
      <w:pPr>
        <w:ind w:firstLine="567"/>
        <w:rPr>
          <w:b/>
        </w:rPr>
      </w:pPr>
      <w:r>
        <w:t xml:space="preserve">Mým záměrem bylo vytvořit objednávkový systém pro restaurace rychlého občerstvení, který by mohl ušetřit čas čekání v řadě včasnou objednávkou. </w:t>
      </w:r>
      <w:r w:rsidR="00433C11">
        <w:t xml:space="preserve">Zhotovil jsem </w:t>
      </w:r>
      <w:r w:rsidR="0075558C">
        <w:t>dvě</w:t>
      </w:r>
      <w:r w:rsidR="00433C11">
        <w:t xml:space="preserve"> </w:t>
      </w:r>
      <w:r w:rsidR="00350516">
        <w:t xml:space="preserve">multiplatformní </w:t>
      </w:r>
      <w:r w:rsidR="00433C11">
        <w:t>aplikace jako serverovou část a klientskou část. Ty mezi sebou komunikují přes HTTP pomocí síťové REST architektury. Server</w:t>
      </w:r>
      <w:r w:rsidR="00F7711C">
        <w:t xml:space="preserve"> je vytvořen s využitím Mono frameworku a</w:t>
      </w:r>
      <w:r w:rsidR="00433C11">
        <w:t xml:space="preserve"> je schopný zpracovávat příchozí požadavky a správně na ně odpovídat. Dále se na něm dá vytvořit aktuální menu, zobrazit uživatele a historii objednávek.</w:t>
      </w:r>
      <w:r w:rsidR="00636296">
        <w:t xml:space="preserve"> Klient</w:t>
      </w:r>
      <w:r w:rsidR="00F7711C">
        <w:t>, napsaný ve webových technologiích pomocí Ionic Frameworku,</w:t>
      </w:r>
      <w:r w:rsidR="00636296">
        <w:t xml:space="preserve"> si umí vytvořit objednávku z aktuální nabídky získané od serveru zaplatit ji předem.</w:t>
      </w:r>
      <w:r w:rsidR="004E4781">
        <w:rPr>
          <w:b/>
        </w:rPr>
        <w:t xml:space="preserve"> </w:t>
      </w:r>
    </w:p>
    <w:p w:rsidR="00363F30" w:rsidRPr="004E4781" w:rsidRDefault="004E4781" w:rsidP="00783469">
      <w:pPr>
        <w:ind w:firstLine="567"/>
      </w:pPr>
      <w:r>
        <w:t>Budoucím vylepšením by mohlo být oddělení grafické a logické části serveru. V případě více serverů, by klient mohl lokalizovat uživatele, zobrazit mu nejbližší restauraci a cestu k ní.</w:t>
      </w:r>
      <w:r w:rsidR="007A5AD0">
        <w:t xml:space="preserve"> Dále by se mohla úplně odstranit interakce s pokladnou a to </w:t>
      </w:r>
      <w:r w:rsidR="00613BBD">
        <w:t>návrhem</w:t>
      </w:r>
      <w:r w:rsidR="007A5AD0">
        <w:t xml:space="preserve"> uzamykatelného termoboxu. </w:t>
      </w:r>
      <w:r w:rsidR="00350516">
        <w:t>Ten by si zákazník otevřel pomocí ID své objednávky</w:t>
      </w:r>
      <w:r w:rsidR="008464C2">
        <w:t>.</w:t>
      </w:r>
    </w:p>
    <w:p w:rsidR="00AB18DA" w:rsidRDefault="00AB18DA" w:rsidP="00D04AE6"/>
    <w:p w:rsidR="00E15D00" w:rsidRDefault="00E15D00" w:rsidP="006E2B97"/>
    <w:p w:rsidR="00802D4F" w:rsidRDefault="00802D4F"/>
    <w:p w:rsidR="00F03DA6" w:rsidRDefault="00F03DA6">
      <w:pPr>
        <w:pStyle w:val="Nadpis"/>
      </w:pPr>
      <w:bookmarkStart w:id="37" w:name="_Toc37577735"/>
      <w:bookmarkStart w:id="38" w:name="_Toc88120446"/>
      <w:bookmarkStart w:id="39" w:name="_Toc88120683"/>
      <w:bookmarkStart w:id="40" w:name="_Toc88120895"/>
      <w:bookmarkStart w:id="41" w:name="_Toc88120999"/>
      <w:bookmarkStart w:id="42" w:name="_Toc88121042"/>
      <w:bookmarkStart w:id="43" w:name="_Toc88121179"/>
      <w:bookmarkStart w:id="44" w:name="_Toc88121553"/>
      <w:bookmarkStart w:id="45" w:name="_Toc88121610"/>
      <w:bookmarkStart w:id="46" w:name="_Toc88121748"/>
      <w:bookmarkStart w:id="47" w:name="_Toc88122014"/>
      <w:bookmarkStart w:id="48" w:name="_Toc88124619"/>
      <w:bookmarkStart w:id="49" w:name="_Toc88124656"/>
      <w:bookmarkStart w:id="50" w:name="_Toc88124806"/>
      <w:bookmarkStart w:id="51" w:name="_Toc88125789"/>
      <w:bookmarkStart w:id="52" w:name="_Toc88126309"/>
      <w:bookmarkStart w:id="53" w:name="_Toc88126460"/>
      <w:bookmarkStart w:id="54" w:name="_Toc88126527"/>
      <w:bookmarkStart w:id="55" w:name="_Toc88126556"/>
      <w:bookmarkStart w:id="56" w:name="_Toc88126772"/>
      <w:bookmarkStart w:id="57" w:name="_Toc88126862"/>
      <w:bookmarkStart w:id="58" w:name="_Toc88127103"/>
      <w:bookmarkStart w:id="59" w:name="_Toc88127146"/>
      <w:bookmarkStart w:id="60" w:name="_Toc88128511"/>
      <w:bookmarkStart w:id="61" w:name="_Toc107634153"/>
      <w:bookmarkStart w:id="62" w:name="_Toc107635188"/>
      <w:bookmarkStart w:id="63" w:name="_Toc107635228"/>
      <w:bookmarkStart w:id="64" w:name="_Toc107635245"/>
      <w:bookmarkStart w:id="65" w:name="_Toc370246091"/>
      <w:bookmarkStart w:id="66" w:name="_Toc501285932"/>
      <w:r>
        <w:lastRenderedPageBreak/>
        <w:t>Seznam použit</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sidR="00802D4F">
        <w:t>ýCH INFORMAČNÍCH ZDROJů</w:t>
      </w:r>
      <w:bookmarkEnd w:id="65"/>
      <w:bookmarkEnd w:id="66"/>
    </w:p>
    <w:p w:rsidR="00653EA6" w:rsidRDefault="00653EA6" w:rsidP="00367550">
      <w:pPr>
        <w:pStyle w:val="Literatura"/>
        <w:jc w:val="left"/>
        <w:rPr>
          <w:lang w:val="en-US"/>
        </w:rPr>
      </w:pPr>
      <w:bookmarkStart w:id="67" w:name="_Ref94455389"/>
      <w:r>
        <w:t>[</w:t>
      </w:r>
      <w:bookmarkEnd w:id="67"/>
      <w:r w:rsidR="00096609">
        <w:t>1</w:t>
      </w:r>
      <w:r>
        <w:t>]</w:t>
      </w:r>
      <w:r>
        <w:tab/>
      </w:r>
      <w:r>
        <w:tab/>
        <w:t xml:space="preserve">Braintree Get Started </w:t>
      </w:r>
      <w:r>
        <w:rPr>
          <w:lang w:val="en-US"/>
        </w:rPr>
        <w:t>[online]. [cit. 2017-12-18].</w:t>
      </w:r>
    </w:p>
    <w:p w:rsidR="00653EA6" w:rsidRDefault="00653EA6" w:rsidP="00653EA6">
      <w:pPr>
        <w:pStyle w:val="Literatura"/>
        <w:jc w:val="left"/>
        <w:rPr>
          <w:lang w:val="en-US"/>
        </w:rPr>
      </w:pPr>
      <w:r>
        <w:rPr>
          <w:lang w:val="en-US"/>
        </w:rPr>
        <w:tab/>
      </w:r>
      <w:r>
        <w:rPr>
          <w:lang w:val="en-US"/>
        </w:rPr>
        <w:tab/>
        <w:t>&lt;</w:t>
      </w:r>
      <w:r w:rsidRPr="006410D3">
        <w:rPr>
          <w:lang w:val="en-US"/>
        </w:rPr>
        <w:t>https://developers.braintreepayments.com/start/overview</w:t>
      </w:r>
      <w:r>
        <w:rPr>
          <w:lang w:val="en-US"/>
        </w:rPr>
        <w:t>&gt;.</w:t>
      </w:r>
    </w:p>
    <w:p w:rsidR="00653EA6" w:rsidRDefault="00653EA6" w:rsidP="00653EA6">
      <w:pPr>
        <w:pStyle w:val="Literatura"/>
        <w:jc w:val="left"/>
        <w:rPr>
          <w:lang w:val="en-US"/>
        </w:rPr>
      </w:pPr>
      <w:r>
        <w:t>[2]</w:t>
      </w:r>
      <w:r>
        <w:tab/>
      </w:r>
      <w:r>
        <w:tab/>
        <w:t xml:space="preserve">Entity Framework Tutorial </w:t>
      </w:r>
      <w:r>
        <w:rPr>
          <w:lang w:val="en-US"/>
        </w:rPr>
        <w:t>[online]. [cit. 2017-12-18]</w:t>
      </w:r>
    </w:p>
    <w:p w:rsidR="00653EA6" w:rsidRDefault="00653EA6" w:rsidP="00653EA6">
      <w:pPr>
        <w:pStyle w:val="Literatura"/>
        <w:jc w:val="left"/>
        <w:rPr>
          <w:lang w:val="en-US"/>
        </w:rPr>
      </w:pPr>
      <w:r>
        <w:rPr>
          <w:lang w:val="en-US"/>
        </w:rPr>
        <w:tab/>
      </w:r>
      <w:r>
        <w:rPr>
          <w:lang w:val="en-US"/>
        </w:rPr>
        <w:tab/>
        <w:t>&lt;</w:t>
      </w:r>
      <w:r w:rsidRPr="009E3E42">
        <w:rPr>
          <w:lang w:val="en-US"/>
        </w:rPr>
        <w:t>http://www.entityframeworktutorial.net/entityframework6/introduction.aspx</w:t>
      </w:r>
      <w:r>
        <w:rPr>
          <w:lang w:val="en-US"/>
        </w:rPr>
        <w:t>&gt;.</w:t>
      </w:r>
    </w:p>
    <w:p w:rsidR="00653EA6" w:rsidRDefault="00653EA6" w:rsidP="00653EA6">
      <w:pPr>
        <w:pStyle w:val="Literatura"/>
        <w:jc w:val="left"/>
      </w:pPr>
      <w:r>
        <w:t>[</w:t>
      </w:r>
      <w:r w:rsidR="00096609">
        <w:t>3</w:t>
      </w:r>
      <w:r>
        <w:t>]</w:t>
      </w:r>
      <w:r>
        <w:tab/>
      </w:r>
      <w:r>
        <w:tab/>
        <w:t xml:space="preserve">How to generate a unique token which expires after 24 hours? [online]. </w:t>
      </w:r>
      <w:r>
        <w:rPr>
          <w:lang w:val="en-US"/>
        </w:rPr>
        <w:t>[cit. 2017-12-19].</w:t>
      </w:r>
    </w:p>
    <w:p w:rsidR="00653EA6" w:rsidRDefault="00653EA6" w:rsidP="00653EA6">
      <w:pPr>
        <w:pStyle w:val="Literatura"/>
        <w:jc w:val="left"/>
      </w:pPr>
      <w:r>
        <w:tab/>
      </w:r>
      <w:r>
        <w:tab/>
        <w:t>&lt;</w:t>
      </w:r>
      <w:r w:rsidRPr="00312A83">
        <w:rPr>
          <w:rFonts w:ascii="Open Sans" w:hAnsi="Open Sans"/>
          <w:color w:val="000000"/>
          <w:shd w:val="clear" w:color="auto" w:fill="FFFFFF"/>
        </w:rPr>
        <w:t xml:space="preserve"> </w:t>
      </w:r>
      <w:hyperlink r:id="rId24" w:history="1">
        <w:r w:rsidRPr="00A96023">
          <w:rPr>
            <w:rStyle w:val="Hyperlink"/>
            <w:rFonts w:ascii="Open Sans" w:hAnsi="Open Sans"/>
            <w:shd w:val="clear" w:color="auto" w:fill="FFFFFF"/>
          </w:rPr>
          <w:t>https://stackoverflow.com/questions/14643735/how-to-generate-a-unique-token-which-expires-after-24-hours</w:t>
        </w:r>
        <w:r w:rsidRPr="00A96023">
          <w:rPr>
            <w:rStyle w:val="Hyperlink"/>
          </w:rPr>
          <w:t xml:space="preserve"> /</w:t>
        </w:r>
      </w:hyperlink>
      <w:r>
        <w:t>&gt;.</w:t>
      </w:r>
    </w:p>
    <w:p w:rsidR="00653EA6" w:rsidRDefault="00653EA6" w:rsidP="00653EA6">
      <w:pPr>
        <w:pStyle w:val="Literatura"/>
        <w:jc w:val="left"/>
      </w:pPr>
      <w:r>
        <w:t>[</w:t>
      </w:r>
      <w:r w:rsidR="00096609">
        <w:t>4</w:t>
      </w:r>
      <w:r>
        <w:t>]</w:t>
      </w:r>
      <w:r>
        <w:tab/>
      </w:r>
      <w:r>
        <w:tab/>
        <w:t xml:space="preserve">Ionic documentation [online]. </w:t>
      </w:r>
      <w:r>
        <w:rPr>
          <w:lang w:val="en-US"/>
        </w:rPr>
        <w:t>[cit. 2017-12-18].</w:t>
      </w:r>
    </w:p>
    <w:p w:rsidR="00653EA6" w:rsidRDefault="00653EA6" w:rsidP="00653EA6">
      <w:pPr>
        <w:pStyle w:val="Literatura"/>
        <w:jc w:val="left"/>
      </w:pPr>
      <w:r>
        <w:tab/>
      </w:r>
      <w:r>
        <w:tab/>
        <w:t>&lt;</w:t>
      </w:r>
      <w:r w:rsidRPr="003278D2">
        <w:t>https://ionicframework.com/docs/</w:t>
      </w:r>
      <w:r>
        <w:t>&gt;.</w:t>
      </w:r>
      <w:r>
        <w:tab/>
      </w:r>
    </w:p>
    <w:p w:rsidR="00653EA6" w:rsidRDefault="00653EA6" w:rsidP="00653EA6">
      <w:pPr>
        <w:pStyle w:val="Literatura"/>
        <w:jc w:val="left"/>
        <w:rPr>
          <w:lang w:val="en-US"/>
        </w:rPr>
      </w:pPr>
      <w:r>
        <w:t>[</w:t>
      </w:r>
      <w:r w:rsidR="00096609">
        <w:t>5</w:t>
      </w:r>
      <w:r>
        <w:t>]</w:t>
      </w:r>
      <w:r>
        <w:tab/>
      </w:r>
      <w:r>
        <w:tab/>
        <w:t xml:space="preserve">Ionic </w:t>
      </w:r>
      <w:r>
        <w:rPr>
          <w:lang w:val="en-US"/>
        </w:rPr>
        <w:t>[2|3] Sharing Data Between Pages/Components [online].[cit. 2017-12-18].</w:t>
      </w:r>
    </w:p>
    <w:p w:rsidR="00653EA6" w:rsidRDefault="00653EA6" w:rsidP="00653EA6">
      <w:pPr>
        <w:pStyle w:val="Literatura"/>
        <w:jc w:val="left"/>
        <w:rPr>
          <w:lang w:val="en-US"/>
        </w:rPr>
      </w:pPr>
      <w:r>
        <w:rPr>
          <w:lang w:val="en-US"/>
        </w:rPr>
        <w:tab/>
      </w:r>
      <w:r>
        <w:rPr>
          <w:lang w:val="en-US"/>
        </w:rPr>
        <w:tab/>
        <w:t>&lt;</w:t>
      </w:r>
      <w:r w:rsidRPr="001A56E5">
        <w:rPr>
          <w:lang w:val="en-US"/>
        </w:rPr>
        <w:t>https://www.gajotres.net/ionic-2-sharing-data-between-pagescomponents/</w:t>
      </w:r>
      <w:r>
        <w:rPr>
          <w:lang w:val="en-US"/>
        </w:rPr>
        <w:t>&gt;.</w:t>
      </w:r>
    </w:p>
    <w:p w:rsidR="008F35B1" w:rsidRPr="00DA68F6" w:rsidRDefault="008F35B1" w:rsidP="008F35B1">
      <w:pPr>
        <w:pStyle w:val="Literatura"/>
        <w:jc w:val="left"/>
      </w:pPr>
      <w:r>
        <w:t>[</w:t>
      </w:r>
      <w:r w:rsidR="00096609">
        <w:t>6</w:t>
      </w:r>
      <w:r>
        <w:t>]</w:t>
      </w:r>
      <w:r>
        <w:tab/>
      </w:r>
      <w:r w:rsidRPr="00DA68F6">
        <w:tab/>
      </w:r>
      <w:r w:rsidRPr="00DA68F6">
        <w:rPr>
          <w:iCs/>
          <w:color w:val="000000"/>
        </w:rPr>
        <w:t>Knihovna tříd rozhraní .NET Framework: Třída HttpListener</w:t>
      </w:r>
      <w:r w:rsidRPr="00DA68F6">
        <w:rPr>
          <w:color w:val="000000"/>
          <w:shd w:val="clear" w:color="auto" w:fill="FFFFFF"/>
        </w:rPr>
        <w:t> [online]. [cit. 2017-12-19].</w:t>
      </w:r>
    </w:p>
    <w:p w:rsidR="00F930DB" w:rsidRPr="00FA4B3D" w:rsidRDefault="008F35B1" w:rsidP="008F35B1">
      <w:pPr>
        <w:pStyle w:val="Literatura"/>
        <w:jc w:val="left"/>
      </w:pPr>
      <w:r>
        <w:tab/>
      </w:r>
      <w:r>
        <w:tab/>
        <w:t>&lt;</w:t>
      </w:r>
      <w:r w:rsidRPr="002634B8">
        <w:t>https://msdn.microsoft.com/</w:t>
      </w:r>
      <w:r>
        <w:t>cs-cz/library/system.net.httplis</w:t>
      </w:r>
      <w:r w:rsidRPr="002634B8">
        <w:t>tener(v=vs.110).aspx</w:t>
      </w:r>
      <w:r w:rsidRPr="003278D2">
        <w:t>/</w:t>
      </w:r>
      <w:r>
        <w:t>&gt;.</w:t>
      </w:r>
    </w:p>
    <w:p w:rsidR="003652EE" w:rsidRDefault="003652EE" w:rsidP="003652EE">
      <w:pPr>
        <w:pStyle w:val="Literatura"/>
        <w:jc w:val="left"/>
        <w:rPr>
          <w:lang w:val="en-US"/>
        </w:rPr>
      </w:pPr>
      <w:r>
        <w:rPr>
          <w:lang w:val="en-US"/>
        </w:rPr>
        <w:t>[</w:t>
      </w:r>
      <w:r w:rsidR="00096609">
        <w:rPr>
          <w:lang w:val="en-US"/>
        </w:rPr>
        <w:t>7</w:t>
      </w:r>
      <w:r>
        <w:rPr>
          <w:lang w:val="en-US"/>
        </w:rPr>
        <w:t>]</w:t>
      </w:r>
      <w:r>
        <w:rPr>
          <w:lang w:val="en-US"/>
        </w:rPr>
        <w:tab/>
      </w:r>
      <w:r>
        <w:rPr>
          <w:lang w:val="en-US"/>
        </w:rPr>
        <w:tab/>
      </w:r>
      <w:r w:rsidR="009E11D1">
        <w:rPr>
          <w:lang w:val="en-US"/>
        </w:rPr>
        <w:t>Mono documentation [online]. [cit. 2017-12-18].</w:t>
      </w:r>
    </w:p>
    <w:p w:rsidR="009E11D1" w:rsidRDefault="009E11D1" w:rsidP="003652EE">
      <w:pPr>
        <w:pStyle w:val="Literatura"/>
        <w:jc w:val="left"/>
        <w:rPr>
          <w:lang w:val="en-US"/>
        </w:rPr>
      </w:pPr>
      <w:r>
        <w:rPr>
          <w:lang w:val="en-US"/>
        </w:rPr>
        <w:tab/>
      </w:r>
      <w:r>
        <w:rPr>
          <w:lang w:val="en-US"/>
        </w:rPr>
        <w:tab/>
        <w:t>&lt;</w:t>
      </w:r>
      <w:r w:rsidRPr="009E11D1">
        <w:rPr>
          <w:lang w:val="en-US"/>
        </w:rPr>
        <w:t>http://docs.go-mono.com/</w:t>
      </w:r>
      <w:r>
        <w:rPr>
          <w:lang w:val="en-US"/>
        </w:rPr>
        <w:t>&gt;.</w:t>
      </w:r>
    </w:p>
    <w:p w:rsidR="008F35B1" w:rsidRDefault="008F35B1" w:rsidP="008F35B1">
      <w:pPr>
        <w:pStyle w:val="Literatura"/>
        <w:jc w:val="left"/>
      </w:pPr>
      <w:r>
        <w:t>[</w:t>
      </w:r>
      <w:r w:rsidR="00096609">
        <w:t>8</w:t>
      </w:r>
      <w:r>
        <w:t>]</w:t>
      </w:r>
      <w:r>
        <w:tab/>
      </w:r>
      <w:r>
        <w:tab/>
        <w:t xml:space="preserve">NASATO, Mirko. Ionic 2 by Example: Creating Your First Ionic App </w:t>
      </w:r>
      <w:r>
        <w:rPr>
          <w:lang w:val="en-US"/>
        </w:rPr>
        <w:t>[online]</w:t>
      </w:r>
      <w:r w:rsidR="00096609">
        <w:rPr>
          <w:lang w:val="en-US"/>
        </w:rPr>
        <w:t xml:space="preserve"> </w:t>
      </w:r>
      <w:r>
        <w:t>[cit. 2017-12-18].</w:t>
      </w:r>
    </w:p>
    <w:p w:rsidR="008F35B1" w:rsidRDefault="008F35B1" w:rsidP="00F92B62">
      <w:pPr>
        <w:pStyle w:val="Literatura"/>
        <w:jc w:val="left"/>
        <w:rPr>
          <w:lang w:val="en-US"/>
        </w:rPr>
      </w:pPr>
      <w:r>
        <w:rPr>
          <w:lang w:val="en-US"/>
        </w:rPr>
        <w:tab/>
      </w:r>
      <w:r>
        <w:rPr>
          <w:lang w:val="en-US"/>
        </w:rPr>
        <w:tab/>
        <w:t>&lt;</w:t>
      </w:r>
      <w:r w:rsidRPr="00F930DB">
        <w:rPr>
          <w:lang w:val="en-US"/>
        </w:rPr>
        <w:t>https://www.youtube.com/watch?v=qdeD9rYlBU4</w:t>
      </w:r>
      <w:r>
        <w:rPr>
          <w:lang w:val="en-US"/>
        </w:rPr>
        <w:t>&gt;.</w:t>
      </w:r>
    </w:p>
    <w:p w:rsidR="007F545C" w:rsidRDefault="007F545C" w:rsidP="007F545C">
      <w:pPr>
        <w:pStyle w:val="Literatura"/>
        <w:jc w:val="left"/>
      </w:pPr>
      <w:r>
        <w:t>[9]</w:t>
      </w:r>
      <w:r>
        <w:tab/>
      </w:r>
      <w:r>
        <w:tab/>
        <w:t xml:space="preserve">RZCODER. Node-RSA </w:t>
      </w:r>
      <w:r>
        <w:rPr>
          <w:lang w:val="en-US"/>
        </w:rPr>
        <w:t xml:space="preserve">[online] </w:t>
      </w:r>
      <w:r>
        <w:t>[cit. 2017-12-29].</w:t>
      </w:r>
    </w:p>
    <w:p w:rsidR="007F545C" w:rsidRPr="00B1133E" w:rsidRDefault="007F545C" w:rsidP="007F545C">
      <w:pPr>
        <w:pStyle w:val="Literatura"/>
        <w:jc w:val="left"/>
      </w:pPr>
      <w:r>
        <w:rPr>
          <w:lang w:val="en-US"/>
        </w:rPr>
        <w:tab/>
      </w:r>
      <w:r>
        <w:rPr>
          <w:lang w:val="en-US"/>
        </w:rPr>
        <w:tab/>
        <w:t>&lt;</w:t>
      </w:r>
      <w:r w:rsidRPr="007F545C">
        <w:rPr>
          <w:lang w:val="en-US"/>
        </w:rPr>
        <w:t>https://github.com/rzcoder/node-rsa</w:t>
      </w:r>
      <w:r>
        <w:rPr>
          <w:lang w:val="en-US"/>
        </w:rPr>
        <w:t>&gt;.</w:t>
      </w:r>
    </w:p>
    <w:p w:rsidR="007F545C" w:rsidRPr="00B1133E" w:rsidRDefault="007F545C" w:rsidP="00F92B62">
      <w:pPr>
        <w:pStyle w:val="Literatura"/>
        <w:jc w:val="left"/>
      </w:pPr>
    </w:p>
    <w:sectPr w:rsidR="007F545C" w:rsidRPr="00B1133E" w:rsidSect="000F1F8E">
      <w:headerReference w:type="default" r:id="rId25"/>
      <w:footerReference w:type="default" r:id="rId26"/>
      <w:pgSz w:w="11907" w:h="16840" w:code="9"/>
      <w:pgMar w:top="1701" w:right="1134" w:bottom="1134" w:left="1134" w:header="851" w:footer="709" w:gutter="85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2002" w:rsidRDefault="001D2002">
      <w:r>
        <w:separator/>
      </w:r>
    </w:p>
    <w:p w:rsidR="001D2002" w:rsidRDefault="001D2002"/>
  </w:endnote>
  <w:endnote w:type="continuationSeparator" w:id="0">
    <w:p w:rsidR="001D2002" w:rsidRDefault="001D2002">
      <w:r>
        <w:continuationSeparator/>
      </w:r>
    </w:p>
    <w:p w:rsidR="001D2002" w:rsidRDefault="001D20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Open 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133E" w:rsidRDefault="00B1133E">
    <w:pPr>
      <w:pStyle w:val="Footer"/>
      <w:jc w:val="center"/>
    </w:pPr>
  </w:p>
  <w:p w:rsidR="00B1133E" w:rsidRDefault="00B113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3075559"/>
      <w:docPartObj>
        <w:docPartGallery w:val="Page Numbers (Bottom of Page)"/>
        <w:docPartUnique/>
      </w:docPartObj>
    </w:sdtPr>
    <w:sdtEndPr>
      <w:rPr>
        <w:b/>
      </w:rPr>
    </w:sdtEndPr>
    <w:sdtContent>
      <w:p w:rsidR="00956781" w:rsidRPr="00956781" w:rsidRDefault="00956781" w:rsidP="00956781">
        <w:pPr>
          <w:pStyle w:val="Footer"/>
          <w:tabs>
            <w:tab w:val="clear" w:pos="4536"/>
            <w:tab w:val="center" w:pos="4253"/>
          </w:tabs>
          <w:jc w:val="center"/>
          <w:rPr>
            <w:b/>
          </w:rPr>
        </w:pPr>
        <w:r w:rsidRPr="00956781">
          <w:rPr>
            <w:b/>
          </w:rPr>
          <w:fldChar w:fldCharType="begin"/>
        </w:r>
        <w:r w:rsidRPr="00956781">
          <w:rPr>
            <w:b/>
          </w:rPr>
          <w:instrText>PAGE   \* MERGEFORMAT</w:instrText>
        </w:r>
        <w:r w:rsidRPr="00956781">
          <w:rPr>
            <w:b/>
          </w:rPr>
          <w:fldChar w:fldCharType="separate"/>
        </w:r>
        <w:r w:rsidR="0061555E">
          <w:rPr>
            <w:b/>
            <w:noProof/>
          </w:rPr>
          <w:t>19</w:t>
        </w:r>
        <w:r w:rsidRPr="00956781">
          <w:rPr>
            <w:b/>
          </w:rPr>
          <w:fldChar w:fldCharType="end"/>
        </w:r>
      </w:p>
    </w:sdtContent>
  </w:sdt>
  <w:p w:rsidR="00B1133E" w:rsidRDefault="00B113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2002" w:rsidRDefault="001D2002">
      <w:r>
        <w:separator/>
      </w:r>
    </w:p>
    <w:p w:rsidR="001D2002" w:rsidRDefault="001D2002"/>
  </w:footnote>
  <w:footnote w:type="continuationSeparator" w:id="0">
    <w:p w:rsidR="001D2002" w:rsidRDefault="001D2002">
      <w:r>
        <w:continuationSeparator/>
      </w:r>
    </w:p>
    <w:p w:rsidR="001D2002" w:rsidRDefault="001D2002"/>
  </w:footnote>
  <w:footnote w:id="1">
    <w:p w:rsidR="008B53D5" w:rsidRDefault="003C1EE0">
      <w:pPr>
        <w:pStyle w:val="FootnoteText"/>
      </w:pPr>
      <w:r>
        <w:rPr>
          <w:rStyle w:val="FootnoteReference"/>
        </w:rPr>
        <w:footnoteRef/>
      </w:r>
      <w:r>
        <w:t xml:space="preserve"> </w:t>
      </w:r>
      <w:r w:rsidR="00964D66">
        <w:t xml:space="preserve">Zabezpečená, jednorázově použitelná reference k platebním </w:t>
      </w:r>
      <w:r w:rsidR="00F37900">
        <w:t>informacím.</w:t>
      </w:r>
      <w:r w:rsidR="008B53D5">
        <w:t xml:space="preserve"> Umožňuje mému serveru přenášet citliv</w:t>
      </w:r>
      <w:r w:rsidR="00D75299">
        <w:t>é</w:t>
      </w:r>
      <w:r w:rsidR="008B53D5">
        <w:t xml:space="preserve"> </w:t>
      </w:r>
      <w:r w:rsidR="00D75299">
        <w:t>platební informace</w:t>
      </w:r>
      <w:r w:rsidR="008B53D5">
        <w:t xml:space="preserve"> do serveru Braintree bez přístupu </w:t>
      </w:r>
      <w:r w:rsidR="00436459">
        <w:t>k prvotním datům.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133E" w:rsidRDefault="00B1133E" w:rsidP="00DB42AE">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133E" w:rsidRPr="000F1F8E" w:rsidRDefault="00F97180" w:rsidP="00F97180">
    <w:pPr>
      <w:pStyle w:val="BodyText"/>
      <w:pBdr>
        <w:bottom w:val="single" w:sz="4" w:space="1" w:color="auto"/>
      </w:pBdr>
      <w:tabs>
        <w:tab w:val="right" w:pos="8788"/>
      </w:tabs>
      <w:jc w:val="left"/>
    </w:pPr>
    <w:r w:rsidRPr="000F1F8E">
      <w:rPr>
        <w:b w:val="0"/>
        <w:sz w:val="20"/>
        <w:szCs w:val="20"/>
      </w:rPr>
      <w:t xml:space="preserve">Závěrečná studijní práce, </w:t>
    </w:r>
    <w:r>
      <w:rPr>
        <w:b w:val="0"/>
        <w:sz w:val="20"/>
        <w:szCs w:val="20"/>
      </w:rPr>
      <w:t>Lukáš Moravec</w:t>
    </w:r>
    <w:r w:rsidRPr="000F1F8E">
      <w:rPr>
        <w:b w:val="0"/>
        <w:sz w:val="20"/>
        <w:szCs w:val="20"/>
      </w:rPr>
      <w:t>, IT4, 201</w:t>
    </w:r>
    <w:r>
      <w:rPr>
        <w:b w:val="0"/>
        <w:sz w:val="20"/>
        <w:szCs w:val="20"/>
      </w:rPr>
      <w:t>7</w:t>
    </w:r>
    <w:r w:rsidRPr="000F1F8E">
      <w:rPr>
        <w:b w:val="0"/>
        <w:sz w:val="20"/>
        <w:szCs w:val="20"/>
      </w:rPr>
      <w:t>/201</w:t>
    </w:r>
    <w:r>
      <w:rPr>
        <w:b w:val="0"/>
        <w:sz w:val="20"/>
        <w:szCs w:val="20"/>
      </w:rPr>
      <w:t>8</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1E759C"/>
    <w:multiLevelType w:val="multilevel"/>
    <w:tmpl w:val="9D4E4B1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284"/>
        </w:tabs>
        <w:ind w:left="57" w:firstLine="0"/>
      </w:pPr>
      <w:rPr>
        <w:rFonts w:hint="default"/>
      </w:rPr>
    </w:lvl>
    <w:lvl w:ilvl="2">
      <w:start w:val="1"/>
      <w:numFmt w:val="decimal"/>
      <w:pStyle w:val="Heading3"/>
      <w:lvlText w:val="%1.%2.%3"/>
      <w:lvlJc w:val="left"/>
      <w:pPr>
        <w:tabs>
          <w:tab w:val="num" w:pos="5539"/>
        </w:tabs>
        <w:ind w:left="5323"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1FF64E77"/>
    <w:multiLevelType w:val="multilevel"/>
    <w:tmpl w:val="EAD0EA8C"/>
    <w:styleLink w:val="11111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84"/>
        </w:tabs>
        <w:ind w:left="57"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46A33FD"/>
    <w:multiLevelType w:val="hybridMultilevel"/>
    <w:tmpl w:val="549AF09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25C83337"/>
    <w:multiLevelType w:val="hybridMultilevel"/>
    <w:tmpl w:val="CA56C264"/>
    <w:lvl w:ilvl="0" w:tplc="1AA0EB08">
      <w:start w:val="1"/>
      <w:numFmt w:val="upperRoman"/>
      <w:lvlText w:val="%1"/>
      <w:lvlJc w:val="left"/>
      <w:pPr>
        <w:tabs>
          <w:tab w:val="num" w:pos="720"/>
        </w:tabs>
        <w:ind w:left="180" w:hanging="18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39A52B9A"/>
    <w:multiLevelType w:val="hybridMultilevel"/>
    <w:tmpl w:val="7F5676AE"/>
    <w:lvl w:ilvl="0" w:tplc="B2D62936">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EF30352"/>
    <w:multiLevelType w:val="hybridMultilevel"/>
    <w:tmpl w:val="69741224"/>
    <w:lvl w:ilvl="0" w:tplc="AA4EFD1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4E92833"/>
    <w:multiLevelType w:val="hybridMultilevel"/>
    <w:tmpl w:val="ED5EB7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4DF61B9"/>
    <w:multiLevelType w:val="hybridMultilevel"/>
    <w:tmpl w:val="EAA2FCBE"/>
    <w:lvl w:ilvl="0" w:tplc="A10A71A2">
      <w:start w:val="1"/>
      <w:numFmt w:val="upperRoman"/>
      <w:pStyle w:val="st-slice"/>
      <w:lvlText w:val="%1."/>
      <w:lvlJc w:val="left"/>
      <w:pPr>
        <w:tabs>
          <w:tab w:val="num" w:pos="72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7BCF01FF"/>
    <w:multiLevelType w:val="hybridMultilevel"/>
    <w:tmpl w:val="644C34D2"/>
    <w:lvl w:ilvl="0" w:tplc="69C8858E">
      <w:start w:val="1"/>
      <w:numFmt w:val="decimal"/>
      <w:pStyle w:val="Program"/>
      <w:lvlText w:val="%1"/>
      <w:lvlJc w:val="right"/>
      <w:pPr>
        <w:tabs>
          <w:tab w:val="num" w:pos="567"/>
        </w:tabs>
        <w:ind w:left="567" w:hanging="142"/>
      </w:pPr>
      <w:rPr>
        <w:rFonts w:hint="default"/>
        <w:b w:val="0"/>
        <w:i/>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8"/>
  </w:num>
  <w:num w:numId="2">
    <w:abstractNumId w:val="0"/>
  </w:num>
  <w:num w:numId="3">
    <w:abstractNumId w:val="3"/>
  </w:num>
  <w:num w:numId="4">
    <w:abstractNumId w:val="7"/>
  </w:num>
  <w:num w:numId="5">
    <w:abstractNumId w:val="4"/>
  </w:num>
  <w:num w:numId="6">
    <w:abstractNumId w:val="5"/>
  </w:num>
  <w:num w:numId="7">
    <w:abstractNumId w:val="1"/>
  </w:num>
  <w:num w:numId="8">
    <w:abstractNumId w:val="2"/>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9"/>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6A8"/>
    <w:rsid w:val="00002B19"/>
    <w:rsid w:val="0000751C"/>
    <w:rsid w:val="00011A58"/>
    <w:rsid w:val="00012779"/>
    <w:rsid w:val="0001482E"/>
    <w:rsid w:val="000172D0"/>
    <w:rsid w:val="000223FB"/>
    <w:rsid w:val="00026995"/>
    <w:rsid w:val="000276A3"/>
    <w:rsid w:val="0004265F"/>
    <w:rsid w:val="0004330A"/>
    <w:rsid w:val="00046525"/>
    <w:rsid w:val="00046AF7"/>
    <w:rsid w:val="000518BF"/>
    <w:rsid w:val="000543FC"/>
    <w:rsid w:val="00055845"/>
    <w:rsid w:val="00056110"/>
    <w:rsid w:val="00063B0C"/>
    <w:rsid w:val="00064523"/>
    <w:rsid w:val="00071ADE"/>
    <w:rsid w:val="0007463B"/>
    <w:rsid w:val="00074BC6"/>
    <w:rsid w:val="000848C6"/>
    <w:rsid w:val="00092595"/>
    <w:rsid w:val="00092D7E"/>
    <w:rsid w:val="000933CD"/>
    <w:rsid w:val="00096609"/>
    <w:rsid w:val="000A0CB2"/>
    <w:rsid w:val="000A18CE"/>
    <w:rsid w:val="000A7137"/>
    <w:rsid w:val="000B40C6"/>
    <w:rsid w:val="000B5503"/>
    <w:rsid w:val="000B6553"/>
    <w:rsid w:val="000C2012"/>
    <w:rsid w:val="000C3ADD"/>
    <w:rsid w:val="000C5421"/>
    <w:rsid w:val="000D78E3"/>
    <w:rsid w:val="000E635D"/>
    <w:rsid w:val="000F1F8E"/>
    <w:rsid w:val="000F59F7"/>
    <w:rsid w:val="000F5ED1"/>
    <w:rsid w:val="00106D4A"/>
    <w:rsid w:val="00121A5D"/>
    <w:rsid w:val="00123962"/>
    <w:rsid w:val="0012474D"/>
    <w:rsid w:val="001305B0"/>
    <w:rsid w:val="001309C0"/>
    <w:rsid w:val="00131D49"/>
    <w:rsid w:val="00136781"/>
    <w:rsid w:val="00137BB1"/>
    <w:rsid w:val="0014416D"/>
    <w:rsid w:val="00156740"/>
    <w:rsid w:val="00156937"/>
    <w:rsid w:val="00157365"/>
    <w:rsid w:val="00161A29"/>
    <w:rsid w:val="001676A8"/>
    <w:rsid w:val="00171FCE"/>
    <w:rsid w:val="00173679"/>
    <w:rsid w:val="001A56E5"/>
    <w:rsid w:val="001B3E33"/>
    <w:rsid w:val="001B685F"/>
    <w:rsid w:val="001B6F92"/>
    <w:rsid w:val="001B7984"/>
    <w:rsid w:val="001C703D"/>
    <w:rsid w:val="001D05FE"/>
    <w:rsid w:val="001D2002"/>
    <w:rsid w:val="001D39EF"/>
    <w:rsid w:val="001D4288"/>
    <w:rsid w:val="001E0A32"/>
    <w:rsid w:val="001E2BFB"/>
    <w:rsid w:val="001E33B9"/>
    <w:rsid w:val="001F0F6B"/>
    <w:rsid w:val="001F1DEB"/>
    <w:rsid w:val="001F423D"/>
    <w:rsid w:val="001F5635"/>
    <w:rsid w:val="002028FE"/>
    <w:rsid w:val="00207AD1"/>
    <w:rsid w:val="00214625"/>
    <w:rsid w:val="00221B91"/>
    <w:rsid w:val="00226A43"/>
    <w:rsid w:val="00230592"/>
    <w:rsid w:val="002318F2"/>
    <w:rsid w:val="00245264"/>
    <w:rsid w:val="002462B3"/>
    <w:rsid w:val="00250EB7"/>
    <w:rsid w:val="00254B43"/>
    <w:rsid w:val="002616F3"/>
    <w:rsid w:val="002634B8"/>
    <w:rsid w:val="00265586"/>
    <w:rsid w:val="00267E8C"/>
    <w:rsid w:val="00270338"/>
    <w:rsid w:val="002714FF"/>
    <w:rsid w:val="002736D1"/>
    <w:rsid w:val="002752C6"/>
    <w:rsid w:val="002810D2"/>
    <w:rsid w:val="00286700"/>
    <w:rsid w:val="00294C06"/>
    <w:rsid w:val="002A6292"/>
    <w:rsid w:val="002C000A"/>
    <w:rsid w:val="002C79DF"/>
    <w:rsid w:val="002D01E2"/>
    <w:rsid w:val="002D0C8E"/>
    <w:rsid w:val="002E2355"/>
    <w:rsid w:val="002E2928"/>
    <w:rsid w:val="002F3109"/>
    <w:rsid w:val="002F5F54"/>
    <w:rsid w:val="002F73DD"/>
    <w:rsid w:val="002F74B4"/>
    <w:rsid w:val="003009F7"/>
    <w:rsid w:val="00301735"/>
    <w:rsid w:val="00303C74"/>
    <w:rsid w:val="003063F1"/>
    <w:rsid w:val="00312A83"/>
    <w:rsid w:val="0031389D"/>
    <w:rsid w:val="00320CEC"/>
    <w:rsid w:val="003278D2"/>
    <w:rsid w:val="00331AC0"/>
    <w:rsid w:val="00343228"/>
    <w:rsid w:val="003433A0"/>
    <w:rsid w:val="00350516"/>
    <w:rsid w:val="00352692"/>
    <w:rsid w:val="00360A44"/>
    <w:rsid w:val="00362F0D"/>
    <w:rsid w:val="00363F30"/>
    <w:rsid w:val="003652EE"/>
    <w:rsid w:val="00367550"/>
    <w:rsid w:val="0037053C"/>
    <w:rsid w:val="00371281"/>
    <w:rsid w:val="003826F1"/>
    <w:rsid w:val="003844A7"/>
    <w:rsid w:val="00385D47"/>
    <w:rsid w:val="003B05B9"/>
    <w:rsid w:val="003B2FB6"/>
    <w:rsid w:val="003B3684"/>
    <w:rsid w:val="003B6727"/>
    <w:rsid w:val="003B68C6"/>
    <w:rsid w:val="003C1EE0"/>
    <w:rsid w:val="003C242E"/>
    <w:rsid w:val="003D7B3C"/>
    <w:rsid w:val="003E2F5F"/>
    <w:rsid w:val="004008E1"/>
    <w:rsid w:val="00403352"/>
    <w:rsid w:val="00403842"/>
    <w:rsid w:val="00405A3D"/>
    <w:rsid w:val="004139B9"/>
    <w:rsid w:val="00415E16"/>
    <w:rsid w:val="00420153"/>
    <w:rsid w:val="00433C11"/>
    <w:rsid w:val="0043409F"/>
    <w:rsid w:val="0043466E"/>
    <w:rsid w:val="00436459"/>
    <w:rsid w:val="004536D4"/>
    <w:rsid w:val="00457626"/>
    <w:rsid w:val="00457809"/>
    <w:rsid w:val="0046055A"/>
    <w:rsid w:val="0046294B"/>
    <w:rsid w:val="004750CA"/>
    <w:rsid w:val="0047591A"/>
    <w:rsid w:val="00483607"/>
    <w:rsid w:val="00483A69"/>
    <w:rsid w:val="004846BC"/>
    <w:rsid w:val="00486309"/>
    <w:rsid w:val="00494894"/>
    <w:rsid w:val="004A1291"/>
    <w:rsid w:val="004A12E0"/>
    <w:rsid w:val="004A3F00"/>
    <w:rsid w:val="004A42E9"/>
    <w:rsid w:val="004A47DF"/>
    <w:rsid w:val="004B1EDA"/>
    <w:rsid w:val="004C3910"/>
    <w:rsid w:val="004D7D75"/>
    <w:rsid w:val="004E1666"/>
    <w:rsid w:val="004E3593"/>
    <w:rsid w:val="004E4781"/>
    <w:rsid w:val="004F6BB8"/>
    <w:rsid w:val="00505831"/>
    <w:rsid w:val="0051556A"/>
    <w:rsid w:val="00515A35"/>
    <w:rsid w:val="00534004"/>
    <w:rsid w:val="00560F3D"/>
    <w:rsid w:val="005620EB"/>
    <w:rsid w:val="00564791"/>
    <w:rsid w:val="00570D9F"/>
    <w:rsid w:val="00573574"/>
    <w:rsid w:val="00573E1F"/>
    <w:rsid w:val="0057439B"/>
    <w:rsid w:val="005753E5"/>
    <w:rsid w:val="005823EA"/>
    <w:rsid w:val="00593AAE"/>
    <w:rsid w:val="005A17C4"/>
    <w:rsid w:val="005B1907"/>
    <w:rsid w:val="005B3F94"/>
    <w:rsid w:val="005D5EFD"/>
    <w:rsid w:val="005E2BB2"/>
    <w:rsid w:val="005E3D8C"/>
    <w:rsid w:val="005F3335"/>
    <w:rsid w:val="006022A1"/>
    <w:rsid w:val="006043C2"/>
    <w:rsid w:val="00613BBD"/>
    <w:rsid w:val="00614852"/>
    <w:rsid w:val="0061555E"/>
    <w:rsid w:val="00616447"/>
    <w:rsid w:val="0062563F"/>
    <w:rsid w:val="006271F3"/>
    <w:rsid w:val="0062783B"/>
    <w:rsid w:val="00630D2F"/>
    <w:rsid w:val="00636296"/>
    <w:rsid w:val="006410D3"/>
    <w:rsid w:val="00653EA6"/>
    <w:rsid w:val="00656EB5"/>
    <w:rsid w:val="00657382"/>
    <w:rsid w:val="00657ACD"/>
    <w:rsid w:val="00661D35"/>
    <w:rsid w:val="00662A2C"/>
    <w:rsid w:val="00670A63"/>
    <w:rsid w:val="0067145F"/>
    <w:rsid w:val="006768ED"/>
    <w:rsid w:val="00676A3A"/>
    <w:rsid w:val="00680144"/>
    <w:rsid w:val="00680595"/>
    <w:rsid w:val="00685263"/>
    <w:rsid w:val="006A6CDD"/>
    <w:rsid w:val="006A7E56"/>
    <w:rsid w:val="006C0273"/>
    <w:rsid w:val="006C2C63"/>
    <w:rsid w:val="006C62EB"/>
    <w:rsid w:val="006D26AF"/>
    <w:rsid w:val="006D415E"/>
    <w:rsid w:val="006D7A2C"/>
    <w:rsid w:val="006E2B97"/>
    <w:rsid w:val="006E5897"/>
    <w:rsid w:val="006F49D0"/>
    <w:rsid w:val="006F4B82"/>
    <w:rsid w:val="00701D21"/>
    <w:rsid w:val="00702DEE"/>
    <w:rsid w:val="0070569C"/>
    <w:rsid w:val="0070571A"/>
    <w:rsid w:val="007117A3"/>
    <w:rsid w:val="00711B91"/>
    <w:rsid w:val="00722D09"/>
    <w:rsid w:val="00730980"/>
    <w:rsid w:val="00731864"/>
    <w:rsid w:val="00740BE2"/>
    <w:rsid w:val="00745E30"/>
    <w:rsid w:val="0075558C"/>
    <w:rsid w:val="00756001"/>
    <w:rsid w:val="00756E7C"/>
    <w:rsid w:val="007614A9"/>
    <w:rsid w:val="00763BD1"/>
    <w:rsid w:val="007649A8"/>
    <w:rsid w:val="00767ADC"/>
    <w:rsid w:val="00783469"/>
    <w:rsid w:val="00795695"/>
    <w:rsid w:val="007A43BB"/>
    <w:rsid w:val="007A5AD0"/>
    <w:rsid w:val="007B5001"/>
    <w:rsid w:val="007C40D5"/>
    <w:rsid w:val="007C4434"/>
    <w:rsid w:val="007C6AC4"/>
    <w:rsid w:val="007E1623"/>
    <w:rsid w:val="007E176A"/>
    <w:rsid w:val="007F1DCD"/>
    <w:rsid w:val="007F26FA"/>
    <w:rsid w:val="007F2A7E"/>
    <w:rsid w:val="007F545C"/>
    <w:rsid w:val="00802D4F"/>
    <w:rsid w:val="0080509A"/>
    <w:rsid w:val="00805995"/>
    <w:rsid w:val="00806551"/>
    <w:rsid w:val="00806947"/>
    <w:rsid w:val="008115CC"/>
    <w:rsid w:val="00811BD3"/>
    <w:rsid w:val="0082052C"/>
    <w:rsid w:val="00821707"/>
    <w:rsid w:val="00821DC5"/>
    <w:rsid w:val="00823A21"/>
    <w:rsid w:val="00831AA9"/>
    <w:rsid w:val="0083303C"/>
    <w:rsid w:val="00837063"/>
    <w:rsid w:val="008464C2"/>
    <w:rsid w:val="008471FB"/>
    <w:rsid w:val="008508E0"/>
    <w:rsid w:val="00855A83"/>
    <w:rsid w:val="0086051F"/>
    <w:rsid w:val="00861095"/>
    <w:rsid w:val="00861A3D"/>
    <w:rsid w:val="00870085"/>
    <w:rsid w:val="008713B7"/>
    <w:rsid w:val="00886427"/>
    <w:rsid w:val="00890922"/>
    <w:rsid w:val="00894E72"/>
    <w:rsid w:val="00896E56"/>
    <w:rsid w:val="008A005B"/>
    <w:rsid w:val="008A6A20"/>
    <w:rsid w:val="008B53D5"/>
    <w:rsid w:val="008B53FF"/>
    <w:rsid w:val="008B6730"/>
    <w:rsid w:val="008B7179"/>
    <w:rsid w:val="008C4B98"/>
    <w:rsid w:val="008C61DF"/>
    <w:rsid w:val="008C701E"/>
    <w:rsid w:val="008D5B54"/>
    <w:rsid w:val="008E60C3"/>
    <w:rsid w:val="008F16C2"/>
    <w:rsid w:val="008F35B1"/>
    <w:rsid w:val="008F4195"/>
    <w:rsid w:val="00901B2B"/>
    <w:rsid w:val="00906AC9"/>
    <w:rsid w:val="00907764"/>
    <w:rsid w:val="00917522"/>
    <w:rsid w:val="009224C9"/>
    <w:rsid w:val="009319A2"/>
    <w:rsid w:val="009319ED"/>
    <w:rsid w:val="00940795"/>
    <w:rsid w:val="00942FDD"/>
    <w:rsid w:val="00943A39"/>
    <w:rsid w:val="00945CD2"/>
    <w:rsid w:val="00953D57"/>
    <w:rsid w:val="0095428B"/>
    <w:rsid w:val="00954824"/>
    <w:rsid w:val="00956781"/>
    <w:rsid w:val="009567BC"/>
    <w:rsid w:val="00956C21"/>
    <w:rsid w:val="00964D66"/>
    <w:rsid w:val="009652C9"/>
    <w:rsid w:val="0096535C"/>
    <w:rsid w:val="00965A4F"/>
    <w:rsid w:val="00973E66"/>
    <w:rsid w:val="009807D3"/>
    <w:rsid w:val="009838D2"/>
    <w:rsid w:val="009910B6"/>
    <w:rsid w:val="009B1C6B"/>
    <w:rsid w:val="009B42F3"/>
    <w:rsid w:val="009C6559"/>
    <w:rsid w:val="009D0994"/>
    <w:rsid w:val="009D54D1"/>
    <w:rsid w:val="009D5BC9"/>
    <w:rsid w:val="009E11D1"/>
    <w:rsid w:val="009E38A2"/>
    <w:rsid w:val="009E3E42"/>
    <w:rsid w:val="009E7DFB"/>
    <w:rsid w:val="009F4D93"/>
    <w:rsid w:val="00A00297"/>
    <w:rsid w:val="00A0246F"/>
    <w:rsid w:val="00A0304C"/>
    <w:rsid w:val="00A04583"/>
    <w:rsid w:val="00A05FD6"/>
    <w:rsid w:val="00A07699"/>
    <w:rsid w:val="00A1344E"/>
    <w:rsid w:val="00A15971"/>
    <w:rsid w:val="00A201F1"/>
    <w:rsid w:val="00A2339E"/>
    <w:rsid w:val="00A258E5"/>
    <w:rsid w:val="00A27567"/>
    <w:rsid w:val="00A30C38"/>
    <w:rsid w:val="00A315A9"/>
    <w:rsid w:val="00A36024"/>
    <w:rsid w:val="00A44CD0"/>
    <w:rsid w:val="00A4697B"/>
    <w:rsid w:val="00A47613"/>
    <w:rsid w:val="00A53909"/>
    <w:rsid w:val="00A5545B"/>
    <w:rsid w:val="00A652B9"/>
    <w:rsid w:val="00A742A7"/>
    <w:rsid w:val="00A74724"/>
    <w:rsid w:val="00A75CA4"/>
    <w:rsid w:val="00A76AD3"/>
    <w:rsid w:val="00A80F7C"/>
    <w:rsid w:val="00A83AA9"/>
    <w:rsid w:val="00A967B3"/>
    <w:rsid w:val="00AA147B"/>
    <w:rsid w:val="00AB18DA"/>
    <w:rsid w:val="00AB5C73"/>
    <w:rsid w:val="00AC64DA"/>
    <w:rsid w:val="00AD07B4"/>
    <w:rsid w:val="00AF5292"/>
    <w:rsid w:val="00AF5B56"/>
    <w:rsid w:val="00AF7256"/>
    <w:rsid w:val="00B0607B"/>
    <w:rsid w:val="00B103FF"/>
    <w:rsid w:val="00B10893"/>
    <w:rsid w:val="00B1133E"/>
    <w:rsid w:val="00B11BDD"/>
    <w:rsid w:val="00B15D31"/>
    <w:rsid w:val="00B2733A"/>
    <w:rsid w:val="00B27E07"/>
    <w:rsid w:val="00B328B4"/>
    <w:rsid w:val="00B43286"/>
    <w:rsid w:val="00B55F77"/>
    <w:rsid w:val="00B56271"/>
    <w:rsid w:val="00B57473"/>
    <w:rsid w:val="00B615CD"/>
    <w:rsid w:val="00B615D6"/>
    <w:rsid w:val="00B64FE5"/>
    <w:rsid w:val="00B70F0B"/>
    <w:rsid w:val="00B7421F"/>
    <w:rsid w:val="00B8449A"/>
    <w:rsid w:val="00B852A5"/>
    <w:rsid w:val="00B918DA"/>
    <w:rsid w:val="00B97E74"/>
    <w:rsid w:val="00BA215E"/>
    <w:rsid w:val="00BA4168"/>
    <w:rsid w:val="00BB13DA"/>
    <w:rsid w:val="00BC7164"/>
    <w:rsid w:val="00C01656"/>
    <w:rsid w:val="00C06806"/>
    <w:rsid w:val="00C309BE"/>
    <w:rsid w:val="00C322E1"/>
    <w:rsid w:val="00C44299"/>
    <w:rsid w:val="00C50CB8"/>
    <w:rsid w:val="00C54815"/>
    <w:rsid w:val="00C65BAD"/>
    <w:rsid w:val="00C65E8E"/>
    <w:rsid w:val="00C7139E"/>
    <w:rsid w:val="00C7401F"/>
    <w:rsid w:val="00C7664A"/>
    <w:rsid w:val="00C854BC"/>
    <w:rsid w:val="00C90F33"/>
    <w:rsid w:val="00C91564"/>
    <w:rsid w:val="00C957BA"/>
    <w:rsid w:val="00C96DA0"/>
    <w:rsid w:val="00CA3973"/>
    <w:rsid w:val="00CA7475"/>
    <w:rsid w:val="00CB0A4E"/>
    <w:rsid w:val="00CC7366"/>
    <w:rsid w:val="00CD23FE"/>
    <w:rsid w:val="00CD6C63"/>
    <w:rsid w:val="00CE7F78"/>
    <w:rsid w:val="00CF1EFE"/>
    <w:rsid w:val="00CF35EC"/>
    <w:rsid w:val="00CF7131"/>
    <w:rsid w:val="00CF7670"/>
    <w:rsid w:val="00D04AE6"/>
    <w:rsid w:val="00D054DB"/>
    <w:rsid w:val="00D12AB2"/>
    <w:rsid w:val="00D17DE7"/>
    <w:rsid w:val="00D17E22"/>
    <w:rsid w:val="00D301B4"/>
    <w:rsid w:val="00D30D77"/>
    <w:rsid w:val="00D3255F"/>
    <w:rsid w:val="00D40C2E"/>
    <w:rsid w:val="00D41AB3"/>
    <w:rsid w:val="00D433EA"/>
    <w:rsid w:val="00D46785"/>
    <w:rsid w:val="00D55006"/>
    <w:rsid w:val="00D57DFB"/>
    <w:rsid w:val="00D72EB1"/>
    <w:rsid w:val="00D72F3B"/>
    <w:rsid w:val="00D73330"/>
    <w:rsid w:val="00D75299"/>
    <w:rsid w:val="00D75539"/>
    <w:rsid w:val="00D765BF"/>
    <w:rsid w:val="00D80285"/>
    <w:rsid w:val="00D8141C"/>
    <w:rsid w:val="00D92D12"/>
    <w:rsid w:val="00D967BB"/>
    <w:rsid w:val="00DA4A7C"/>
    <w:rsid w:val="00DA68F6"/>
    <w:rsid w:val="00DB1B2B"/>
    <w:rsid w:val="00DB3588"/>
    <w:rsid w:val="00DB42AE"/>
    <w:rsid w:val="00DB6531"/>
    <w:rsid w:val="00DB6732"/>
    <w:rsid w:val="00DC22C7"/>
    <w:rsid w:val="00DC4FC1"/>
    <w:rsid w:val="00DC7565"/>
    <w:rsid w:val="00DD0732"/>
    <w:rsid w:val="00DD7C57"/>
    <w:rsid w:val="00DE35E1"/>
    <w:rsid w:val="00DF73BA"/>
    <w:rsid w:val="00E0142C"/>
    <w:rsid w:val="00E15D00"/>
    <w:rsid w:val="00E15FA1"/>
    <w:rsid w:val="00E219C1"/>
    <w:rsid w:val="00E22B9C"/>
    <w:rsid w:val="00E27645"/>
    <w:rsid w:val="00E36C78"/>
    <w:rsid w:val="00E36CA3"/>
    <w:rsid w:val="00E41AE1"/>
    <w:rsid w:val="00E4459A"/>
    <w:rsid w:val="00E463A7"/>
    <w:rsid w:val="00E46AB6"/>
    <w:rsid w:val="00E47231"/>
    <w:rsid w:val="00E50936"/>
    <w:rsid w:val="00E5416C"/>
    <w:rsid w:val="00E814A7"/>
    <w:rsid w:val="00E81AEF"/>
    <w:rsid w:val="00E931D8"/>
    <w:rsid w:val="00E9780B"/>
    <w:rsid w:val="00EA0ED3"/>
    <w:rsid w:val="00EA4374"/>
    <w:rsid w:val="00EA693D"/>
    <w:rsid w:val="00EB0D51"/>
    <w:rsid w:val="00EC138E"/>
    <w:rsid w:val="00EC1B2F"/>
    <w:rsid w:val="00EC3A4F"/>
    <w:rsid w:val="00EC41DD"/>
    <w:rsid w:val="00EC5353"/>
    <w:rsid w:val="00EC6A81"/>
    <w:rsid w:val="00ED0B4C"/>
    <w:rsid w:val="00ED6ECA"/>
    <w:rsid w:val="00EE18FC"/>
    <w:rsid w:val="00EF62F6"/>
    <w:rsid w:val="00F03DA6"/>
    <w:rsid w:val="00F06D94"/>
    <w:rsid w:val="00F22EB3"/>
    <w:rsid w:val="00F37900"/>
    <w:rsid w:val="00F37FDF"/>
    <w:rsid w:val="00F40EA9"/>
    <w:rsid w:val="00F4414E"/>
    <w:rsid w:val="00F45C54"/>
    <w:rsid w:val="00F50C38"/>
    <w:rsid w:val="00F61CE0"/>
    <w:rsid w:val="00F740F0"/>
    <w:rsid w:val="00F7711C"/>
    <w:rsid w:val="00F80FDA"/>
    <w:rsid w:val="00F8275C"/>
    <w:rsid w:val="00F83479"/>
    <w:rsid w:val="00F92B62"/>
    <w:rsid w:val="00F930DB"/>
    <w:rsid w:val="00F94A83"/>
    <w:rsid w:val="00F95A90"/>
    <w:rsid w:val="00F95AA2"/>
    <w:rsid w:val="00F95FEA"/>
    <w:rsid w:val="00F97180"/>
    <w:rsid w:val="00FA4B3D"/>
    <w:rsid w:val="00FA759A"/>
    <w:rsid w:val="00FC1F9B"/>
    <w:rsid w:val="00FC3190"/>
    <w:rsid w:val="00FC52FD"/>
    <w:rsid w:val="00FE6D53"/>
    <w:rsid w:val="00FF1568"/>
    <w:rsid w:val="00FF2DDE"/>
    <w:rsid w:val="00FF4D91"/>
    <w:rsid w:val="00FF5507"/>
    <w:rsid w:val="00FF57CB"/>
    <w:rsid w:val="00FF6F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61559D"/>
  <w15:chartTrackingRefBased/>
  <w15:docId w15:val="{AB882667-C329-4A4C-A2FD-7A5F0C51B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20" w:line="360" w:lineRule="auto"/>
      <w:jc w:val="both"/>
    </w:pPr>
    <w:rPr>
      <w:sz w:val="24"/>
      <w:szCs w:val="24"/>
    </w:rPr>
  </w:style>
  <w:style w:type="paragraph" w:styleId="Heading1">
    <w:name w:val="heading 1"/>
    <w:basedOn w:val="Normal"/>
    <w:next w:val="Normal"/>
    <w:link w:val="Heading1Char"/>
    <w:qFormat/>
    <w:rsid w:val="000F5ED1"/>
    <w:pPr>
      <w:keepNext/>
      <w:pageBreakBefore/>
      <w:numPr>
        <w:numId w:val="2"/>
      </w:numPr>
      <w:tabs>
        <w:tab w:val="left" w:pos="567"/>
      </w:tabs>
      <w:jc w:val="left"/>
      <w:outlineLvl w:val="0"/>
    </w:pPr>
    <w:rPr>
      <w:b/>
      <w:bCs/>
      <w:caps/>
      <w:kern w:val="28"/>
      <w:sz w:val="28"/>
      <w:szCs w:val="28"/>
    </w:rPr>
  </w:style>
  <w:style w:type="paragraph" w:styleId="Heading2">
    <w:name w:val="heading 2"/>
    <w:basedOn w:val="Normal"/>
    <w:next w:val="Normal"/>
    <w:link w:val="Heading2Char"/>
    <w:qFormat/>
    <w:rsid w:val="00730980"/>
    <w:pPr>
      <w:keepNext/>
      <w:numPr>
        <w:ilvl w:val="1"/>
        <w:numId w:val="2"/>
      </w:numPr>
      <w:tabs>
        <w:tab w:val="left" w:pos="567"/>
        <w:tab w:val="left" w:pos="851"/>
      </w:tabs>
      <w:spacing w:before="240"/>
      <w:ind w:left="0"/>
      <w:jc w:val="left"/>
      <w:outlineLvl w:val="1"/>
    </w:pPr>
    <w:rPr>
      <w:b/>
      <w:bCs/>
      <w:sz w:val="28"/>
      <w:szCs w:val="28"/>
    </w:rPr>
  </w:style>
  <w:style w:type="paragraph" w:styleId="Heading3">
    <w:name w:val="heading 3"/>
    <w:basedOn w:val="Normal"/>
    <w:next w:val="Normal"/>
    <w:link w:val="Heading3Char"/>
    <w:qFormat/>
    <w:rsid w:val="00730980"/>
    <w:pPr>
      <w:keepNext/>
      <w:numPr>
        <w:ilvl w:val="2"/>
        <w:numId w:val="2"/>
      </w:numPr>
      <w:tabs>
        <w:tab w:val="clear" w:pos="5539"/>
        <w:tab w:val="left" w:pos="369"/>
        <w:tab w:val="num" w:pos="567"/>
      </w:tabs>
      <w:spacing w:before="240"/>
      <w:ind w:left="505" w:hanging="505"/>
      <w:jc w:val="left"/>
      <w:outlineLvl w:val="2"/>
    </w:pPr>
    <w:rPr>
      <w:b/>
      <w:bCs/>
    </w:rPr>
  </w:style>
  <w:style w:type="paragraph" w:styleId="Heading4">
    <w:name w:val="heading 4"/>
    <w:basedOn w:val="Normal"/>
    <w:next w:val="Normal"/>
    <w:qFormat/>
    <w:rsid w:val="000F5ED1"/>
    <w:pPr>
      <w:keepNext/>
      <w:spacing w:before="240"/>
      <w:jc w:val="left"/>
      <w:outlineLvl w:val="3"/>
    </w:pPr>
    <w:rPr>
      <w:b/>
      <w:bCs/>
      <w:i/>
      <w:iCs/>
    </w:rPr>
  </w:style>
  <w:style w:type="paragraph" w:styleId="Heading5">
    <w:name w:val="heading 5"/>
    <w:aliases w:val="Nepoužívaný 5"/>
    <w:basedOn w:val="Normal"/>
    <w:next w:val="Normal"/>
    <w:qFormat/>
    <w:rsid w:val="000F5ED1"/>
    <w:pPr>
      <w:spacing w:before="240"/>
      <w:outlineLvl w:val="4"/>
    </w:pPr>
  </w:style>
  <w:style w:type="paragraph" w:styleId="Heading6">
    <w:name w:val="heading 6"/>
    <w:aliases w:val="Nepoužívaný 6"/>
    <w:basedOn w:val="Normal"/>
    <w:next w:val="Normal"/>
    <w:qFormat/>
    <w:rsid w:val="000F5ED1"/>
    <w:pPr>
      <w:spacing w:before="240" w:after="60"/>
      <w:outlineLvl w:val="5"/>
    </w:pPr>
    <w:rPr>
      <w:i/>
      <w:iCs/>
      <w:sz w:val="22"/>
      <w:szCs w:val="22"/>
    </w:rPr>
  </w:style>
  <w:style w:type="paragraph" w:styleId="Heading7">
    <w:name w:val="heading 7"/>
    <w:aliases w:val="Nepoužívaný 7"/>
    <w:basedOn w:val="Normal"/>
    <w:next w:val="Normal"/>
    <w:qFormat/>
    <w:rsid w:val="000F5ED1"/>
    <w:pPr>
      <w:spacing w:before="240" w:after="60"/>
      <w:outlineLvl w:val="6"/>
    </w:pPr>
  </w:style>
  <w:style w:type="paragraph" w:styleId="Heading8">
    <w:name w:val="heading 8"/>
    <w:aliases w:val="Nepoužívaný 8"/>
    <w:basedOn w:val="Normal"/>
    <w:next w:val="Normal"/>
    <w:qFormat/>
    <w:rsid w:val="000F5ED1"/>
    <w:pPr>
      <w:spacing w:before="240" w:after="60"/>
      <w:outlineLvl w:val="7"/>
    </w:pPr>
    <w:rPr>
      <w:i/>
      <w:iCs/>
    </w:rPr>
  </w:style>
  <w:style w:type="paragraph" w:styleId="Heading9">
    <w:name w:val="heading 9"/>
    <w:aliases w:val="Nepoužívaný 9"/>
    <w:basedOn w:val="Normal"/>
    <w:next w:val="Normal"/>
    <w:qFormat/>
    <w:rsid w:val="000F5ED1"/>
    <w:pPr>
      <w:spacing w:before="240" w:after="60"/>
      <w:outlineLvl w:val="8"/>
    </w:pPr>
    <w:rPr>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pPr>
      <w:spacing w:after="0"/>
      <w:ind w:left="240"/>
      <w:jc w:val="left"/>
    </w:pPr>
    <w:rPr>
      <w:rFonts w:asciiTheme="minorHAnsi" w:hAnsiTheme="minorHAnsi" w:cstheme="minorHAnsi"/>
      <w:smallCaps/>
      <w:sz w:val="20"/>
      <w:szCs w:val="20"/>
    </w:rPr>
  </w:style>
  <w:style w:type="paragraph" w:styleId="TOC1">
    <w:name w:val="toc 1"/>
    <w:basedOn w:val="Normal"/>
    <w:next w:val="Normal"/>
    <w:autoRedefine/>
    <w:uiPriority w:val="39"/>
    <w:rsid w:val="009B42F3"/>
    <w:pPr>
      <w:tabs>
        <w:tab w:val="left" w:pos="480"/>
        <w:tab w:val="right" w:leader="dot" w:pos="8778"/>
      </w:tabs>
      <w:spacing w:before="120" w:after="0"/>
      <w:jc w:val="left"/>
    </w:pPr>
    <w:rPr>
      <w:rFonts w:asciiTheme="minorHAnsi" w:hAnsiTheme="minorHAnsi" w:cstheme="minorHAnsi"/>
      <w:b/>
      <w:bCs/>
      <w:caps/>
      <w:sz w:val="20"/>
      <w:szCs w:val="20"/>
    </w:rPr>
  </w:style>
  <w:style w:type="paragraph" w:styleId="TOC3">
    <w:name w:val="toc 3"/>
    <w:basedOn w:val="Normal"/>
    <w:next w:val="Normal"/>
    <w:autoRedefine/>
    <w:uiPriority w:val="39"/>
    <w:pPr>
      <w:spacing w:after="0"/>
      <w:ind w:left="480"/>
      <w:jc w:val="left"/>
    </w:pPr>
    <w:rPr>
      <w:rFonts w:asciiTheme="minorHAnsi" w:hAnsiTheme="minorHAnsi" w:cstheme="minorHAnsi"/>
      <w:i/>
      <w:iCs/>
      <w:sz w:val="20"/>
      <w:szCs w:val="20"/>
    </w:rPr>
  </w:style>
  <w:style w:type="paragraph" w:styleId="Caption">
    <w:name w:val="caption"/>
    <w:aliases w:val="Obrázek"/>
    <w:basedOn w:val="Literatura"/>
    <w:next w:val="Normal"/>
    <w:qFormat/>
    <w:pPr>
      <w:ind w:firstLine="0"/>
      <w:jc w:val="center"/>
    </w:pPr>
  </w:style>
  <w:style w:type="paragraph" w:customStyle="1" w:styleId="Literatura">
    <w:name w:val="Literatura"/>
    <w:basedOn w:val="Normal"/>
    <w:pPr>
      <w:tabs>
        <w:tab w:val="right" w:pos="709"/>
        <w:tab w:val="left" w:pos="851"/>
      </w:tabs>
      <w:spacing w:before="60" w:after="60"/>
      <w:ind w:left="851" w:hanging="851"/>
    </w:pPr>
  </w:style>
  <w:style w:type="paragraph" w:customStyle="1" w:styleId="Rovnice">
    <w:name w:val="Rovnice"/>
    <w:basedOn w:val="Normal"/>
    <w:pPr>
      <w:tabs>
        <w:tab w:val="center" w:pos="4253"/>
        <w:tab w:val="right" w:pos="8505"/>
      </w:tabs>
    </w:pPr>
    <w:rPr>
      <w:bCs/>
      <w:iCs/>
    </w:rPr>
  </w:style>
  <w:style w:type="paragraph" w:styleId="TableofFigures">
    <w:name w:val="table of figures"/>
    <w:basedOn w:val="Normal"/>
    <w:next w:val="Normal"/>
    <w:semiHidden/>
    <w:pPr>
      <w:tabs>
        <w:tab w:val="right" w:leader="dot" w:pos="8789"/>
      </w:tabs>
      <w:spacing w:after="0"/>
      <w:ind w:left="567" w:right="567" w:hanging="567"/>
    </w:pPr>
    <w:rPr>
      <w:noProof/>
    </w:rPr>
  </w:style>
  <w:style w:type="paragraph" w:customStyle="1" w:styleId="Nadpis">
    <w:name w:val="Nadpis"/>
    <w:basedOn w:val="Normal"/>
    <w:next w:val="Normal"/>
    <w:link w:val="NadpisChar"/>
    <w:pPr>
      <w:pageBreakBefore/>
      <w:jc w:val="left"/>
      <w:outlineLvl w:val="0"/>
    </w:pPr>
    <w:rPr>
      <w:b/>
      <w:bCs/>
      <w:caps/>
      <w:sz w:val="28"/>
      <w:szCs w:val="28"/>
    </w:rPr>
  </w:style>
  <w:style w:type="paragraph" w:customStyle="1" w:styleId="Ploha">
    <w:name w:val="Příloha"/>
    <w:basedOn w:val="Normal"/>
    <w:pPr>
      <w:spacing w:before="60"/>
      <w:ind w:left="851" w:hanging="851"/>
    </w:pPr>
  </w:style>
  <w:style w:type="paragraph" w:customStyle="1" w:styleId="Popisky">
    <w:name w:val="Popisky"/>
    <w:basedOn w:val="Caption"/>
    <w:next w:val="Normal"/>
    <w:pPr>
      <w:tabs>
        <w:tab w:val="clear" w:pos="709"/>
        <w:tab w:val="clear" w:pos="851"/>
      </w:tabs>
      <w:spacing w:before="120" w:after="120"/>
      <w:ind w:hanging="851"/>
    </w:pPr>
    <w:rPr>
      <w:i/>
    </w:rPr>
  </w:style>
  <w:style w:type="paragraph" w:styleId="BodyText">
    <w:name w:val="Body Text"/>
    <w:basedOn w:val="Normal"/>
    <w:semiHidden/>
    <w:pPr>
      <w:spacing w:before="60" w:after="60" w:line="240" w:lineRule="auto"/>
      <w:jc w:val="center"/>
    </w:pPr>
    <w:rPr>
      <w:b/>
      <w:bCs/>
    </w:rPr>
  </w:style>
  <w:style w:type="paragraph" w:styleId="Title">
    <w:name w:val="Title"/>
    <w:basedOn w:val="Normal"/>
    <w:next w:val="Normal"/>
    <w:qFormat/>
    <w:pPr>
      <w:pageBreakBefore/>
      <w:jc w:val="left"/>
    </w:pPr>
    <w:rPr>
      <w:b/>
      <w:bCs/>
      <w:caps/>
      <w:kern w:val="28"/>
      <w:sz w:val="28"/>
      <w:szCs w:val="28"/>
    </w:rPr>
  </w:style>
  <w:style w:type="paragraph" w:customStyle="1" w:styleId="Tabulka">
    <w:name w:val="Tabulka"/>
    <w:basedOn w:val="Caption"/>
    <w:next w:val="Normal"/>
    <w:pPr>
      <w:ind w:left="567" w:hanging="567"/>
      <w:jc w:val="left"/>
    </w:pPr>
  </w:style>
  <w:style w:type="character" w:styleId="Hyperlink">
    <w:name w:val="Hyperlink"/>
    <w:uiPriority w:val="99"/>
    <w:rPr>
      <w:color w:val="auto"/>
      <w:u w:val="none"/>
    </w:rPr>
  </w:style>
  <w:style w:type="paragraph" w:customStyle="1" w:styleId="Bezodstavce">
    <w:name w:val="Bez odstavce"/>
    <w:basedOn w:val="Normal"/>
  </w:style>
  <w:style w:type="paragraph" w:styleId="Header">
    <w:name w:val="header"/>
    <w:basedOn w:val="Normal"/>
    <w:semiHidden/>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paragraph" w:customStyle="1" w:styleId="Program">
    <w:name w:val="Program"/>
    <w:basedOn w:val="Normal"/>
    <w:next w:val="Normal"/>
    <w:pPr>
      <w:numPr>
        <w:numId w:val="1"/>
      </w:numPr>
      <w:spacing w:line="240" w:lineRule="auto"/>
      <w:jc w:val="left"/>
    </w:pPr>
    <w:rPr>
      <w:rFonts w:ascii="Courier New" w:hAnsi="Courier New"/>
      <w:sz w:val="20"/>
    </w:rPr>
  </w:style>
  <w:style w:type="paragraph" w:customStyle="1" w:styleId="st">
    <w:name w:val="Část"/>
    <w:basedOn w:val="Nadpis"/>
    <w:next w:val="Normal"/>
    <w:pPr>
      <w:spacing w:before="6000" w:after="0"/>
      <w:jc w:val="center"/>
    </w:pPr>
    <w:rPr>
      <w:sz w:val="36"/>
    </w:rPr>
  </w:style>
  <w:style w:type="character" w:styleId="Strong">
    <w:name w:val="Strong"/>
    <w:qFormat/>
    <w:rPr>
      <w:b/>
      <w:bCs/>
    </w:rPr>
  </w:style>
  <w:style w:type="character" w:customStyle="1" w:styleId="Zvraznn">
    <w:name w:val="Zvýraznění"/>
    <w:qFormat/>
    <w:rPr>
      <w:i/>
      <w:iCs/>
    </w:rPr>
  </w:style>
  <w:style w:type="paragraph" w:styleId="BodyTextIndent">
    <w:name w:val="Body Text Indent"/>
    <w:basedOn w:val="Normal"/>
    <w:semiHidden/>
  </w:style>
  <w:style w:type="paragraph" w:styleId="TOC4">
    <w:name w:val="toc 4"/>
    <w:basedOn w:val="Normal"/>
    <w:next w:val="Normal"/>
    <w:autoRedefine/>
    <w:semiHidden/>
    <w:pPr>
      <w:spacing w:after="0"/>
      <w:ind w:left="720"/>
      <w:jc w:val="left"/>
    </w:pPr>
    <w:rPr>
      <w:rFonts w:asciiTheme="minorHAnsi" w:hAnsiTheme="minorHAnsi" w:cstheme="minorHAnsi"/>
      <w:sz w:val="18"/>
      <w:szCs w:val="18"/>
    </w:rPr>
  </w:style>
  <w:style w:type="paragraph" w:styleId="TOC5">
    <w:name w:val="toc 5"/>
    <w:basedOn w:val="Normal"/>
    <w:next w:val="Normal"/>
    <w:autoRedefine/>
    <w:semiHidden/>
    <w:pPr>
      <w:spacing w:after="0"/>
      <w:ind w:left="960"/>
      <w:jc w:val="left"/>
    </w:pPr>
    <w:rPr>
      <w:rFonts w:asciiTheme="minorHAnsi" w:hAnsiTheme="minorHAnsi" w:cstheme="minorHAnsi"/>
      <w:sz w:val="18"/>
      <w:szCs w:val="18"/>
    </w:rPr>
  </w:style>
  <w:style w:type="paragraph" w:styleId="TOC6">
    <w:name w:val="toc 6"/>
    <w:basedOn w:val="Normal"/>
    <w:next w:val="Normal"/>
    <w:autoRedefine/>
    <w:semiHidden/>
    <w:pPr>
      <w:spacing w:after="0"/>
      <w:ind w:left="1200"/>
      <w:jc w:val="left"/>
    </w:pPr>
    <w:rPr>
      <w:rFonts w:asciiTheme="minorHAnsi" w:hAnsiTheme="minorHAnsi" w:cstheme="minorHAnsi"/>
      <w:sz w:val="18"/>
      <w:szCs w:val="18"/>
    </w:rPr>
  </w:style>
  <w:style w:type="paragraph" w:styleId="TOC7">
    <w:name w:val="toc 7"/>
    <w:basedOn w:val="Normal"/>
    <w:next w:val="Normal"/>
    <w:autoRedefine/>
    <w:semiHidden/>
    <w:pPr>
      <w:spacing w:after="0"/>
      <w:ind w:left="1440"/>
      <w:jc w:val="left"/>
    </w:pPr>
    <w:rPr>
      <w:rFonts w:asciiTheme="minorHAnsi" w:hAnsiTheme="minorHAnsi" w:cstheme="minorHAnsi"/>
      <w:sz w:val="18"/>
      <w:szCs w:val="18"/>
    </w:rPr>
  </w:style>
  <w:style w:type="paragraph" w:styleId="TOC8">
    <w:name w:val="toc 8"/>
    <w:basedOn w:val="Normal"/>
    <w:next w:val="Normal"/>
    <w:autoRedefine/>
    <w:semiHidden/>
    <w:pPr>
      <w:spacing w:after="0"/>
      <w:ind w:left="1680"/>
      <w:jc w:val="left"/>
    </w:pPr>
    <w:rPr>
      <w:rFonts w:asciiTheme="minorHAnsi" w:hAnsiTheme="minorHAnsi" w:cstheme="minorHAnsi"/>
      <w:sz w:val="18"/>
      <w:szCs w:val="18"/>
    </w:rPr>
  </w:style>
  <w:style w:type="paragraph" w:styleId="TOC9">
    <w:name w:val="toc 9"/>
    <w:basedOn w:val="Normal"/>
    <w:next w:val="Normal"/>
    <w:autoRedefine/>
    <w:semiHidden/>
    <w:pPr>
      <w:spacing w:after="0"/>
      <w:ind w:left="1920"/>
      <w:jc w:val="left"/>
    </w:pPr>
    <w:rPr>
      <w:rFonts w:asciiTheme="minorHAnsi" w:hAnsiTheme="minorHAnsi" w:cstheme="minorHAnsi"/>
      <w:sz w:val="18"/>
      <w:szCs w:val="18"/>
    </w:rPr>
  </w:style>
  <w:style w:type="character" w:styleId="CommentReference">
    <w:name w:val="annotation reference"/>
    <w:semiHidden/>
    <w:rPr>
      <w:sz w:val="16"/>
      <w:szCs w:val="16"/>
    </w:rPr>
  </w:style>
  <w:style w:type="paragraph" w:customStyle="1" w:styleId="Nadpis-Obsah">
    <w:name w:val="Nadpis-Obsah"/>
    <w:basedOn w:val="Nadpis"/>
    <w:next w:val="Normal"/>
    <w:pPr>
      <w:pageBreakBefore w:val="0"/>
    </w:pPr>
  </w:style>
  <w:style w:type="paragraph" w:styleId="CommentText">
    <w:name w:val="annotation text"/>
    <w:basedOn w:val="Normal"/>
    <w:semiHidden/>
    <w:rPr>
      <w:sz w:val="20"/>
      <w:szCs w:val="20"/>
    </w:rPr>
  </w:style>
  <w:style w:type="paragraph" w:customStyle="1" w:styleId="st-slice">
    <w:name w:val="Část-číslice"/>
    <w:basedOn w:val="st"/>
    <w:pPr>
      <w:numPr>
        <w:numId w:val="4"/>
      </w:numPr>
      <w:ind w:left="1804"/>
    </w:pPr>
  </w:style>
  <w:style w:type="paragraph" w:styleId="DocumentMap">
    <w:name w:val="Document Map"/>
    <w:basedOn w:val="Normal"/>
    <w:semiHidden/>
    <w:pPr>
      <w:shd w:val="clear" w:color="auto" w:fill="000080"/>
    </w:pPr>
    <w:rPr>
      <w:rFonts w:ascii="Tahoma" w:hAnsi="Tahoma" w:cs="Tahoma"/>
    </w:rPr>
  </w:style>
  <w:style w:type="character" w:styleId="FollowedHyperlink">
    <w:name w:val="FollowedHyperlink"/>
    <w:semiHidden/>
    <w:rPr>
      <w:color w:val="800080"/>
      <w:u w:val="single"/>
    </w:rPr>
  </w:style>
  <w:style w:type="paragraph" w:styleId="ListContinue">
    <w:name w:val="List Continue"/>
    <w:basedOn w:val="Normal"/>
    <w:semiHidden/>
    <w:pPr>
      <w:ind w:left="283"/>
    </w:pPr>
  </w:style>
  <w:style w:type="paragraph" w:styleId="BodyText2">
    <w:name w:val="Body Text 2"/>
    <w:basedOn w:val="Normal"/>
    <w:semiHidden/>
  </w:style>
  <w:style w:type="character" w:customStyle="1" w:styleId="Pokec">
    <w:name w:val="Pokec"/>
    <w:rPr>
      <w:color w:val="FF0000"/>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BodyText3">
    <w:name w:val="Body Text 3"/>
    <w:basedOn w:val="Normal"/>
    <w:semiHidden/>
    <w:pPr>
      <w:jc w:val="left"/>
    </w:pPr>
    <w:rPr>
      <w:sz w:val="20"/>
    </w:rPr>
  </w:style>
  <w:style w:type="character" w:customStyle="1" w:styleId="NadpisChar">
    <w:name w:val="Nadpis Char"/>
    <w:link w:val="Nadpis"/>
    <w:rsid w:val="00802D4F"/>
    <w:rPr>
      <w:b/>
      <w:bCs/>
      <w:caps/>
      <w:sz w:val="28"/>
      <w:szCs w:val="28"/>
      <w:lang w:val="cs-CZ" w:eastAsia="cs-CZ" w:bidi="ar-SA"/>
    </w:rPr>
  </w:style>
  <w:style w:type="character" w:customStyle="1" w:styleId="Heading3Char">
    <w:name w:val="Heading 3 Char"/>
    <w:link w:val="Heading3"/>
    <w:rsid w:val="00730980"/>
    <w:rPr>
      <w:b/>
      <w:bCs/>
      <w:sz w:val="24"/>
      <w:szCs w:val="24"/>
    </w:rPr>
  </w:style>
  <w:style w:type="character" w:customStyle="1" w:styleId="Heading2Char">
    <w:name w:val="Heading 2 Char"/>
    <w:link w:val="Heading2"/>
    <w:rsid w:val="00730980"/>
    <w:rPr>
      <w:b/>
      <w:bCs/>
      <w:sz w:val="28"/>
      <w:szCs w:val="28"/>
    </w:rPr>
  </w:style>
  <w:style w:type="character" w:customStyle="1" w:styleId="Heading1Char">
    <w:name w:val="Heading 1 Char"/>
    <w:link w:val="Heading1"/>
    <w:rsid w:val="000F5ED1"/>
    <w:rPr>
      <w:b/>
      <w:bCs/>
      <w:caps/>
      <w:kern w:val="28"/>
      <w:sz w:val="28"/>
      <w:szCs w:val="28"/>
    </w:rPr>
  </w:style>
  <w:style w:type="numbering" w:styleId="111111">
    <w:name w:val="Outline List 2"/>
    <w:basedOn w:val="NoList"/>
    <w:rsid w:val="000F5ED1"/>
    <w:pPr>
      <w:numPr>
        <w:numId w:val="7"/>
      </w:numPr>
    </w:pPr>
  </w:style>
  <w:style w:type="character" w:customStyle="1" w:styleId="FooterChar">
    <w:name w:val="Footer Char"/>
    <w:link w:val="Footer"/>
    <w:uiPriority w:val="99"/>
    <w:rsid w:val="008471FB"/>
    <w:rPr>
      <w:sz w:val="24"/>
      <w:szCs w:val="24"/>
    </w:rPr>
  </w:style>
  <w:style w:type="character" w:styleId="IntenseEmphasis">
    <w:name w:val="Intense Emphasis"/>
    <w:uiPriority w:val="21"/>
    <w:qFormat/>
    <w:rsid w:val="001F423D"/>
    <w:rPr>
      <w:i/>
      <w:iCs/>
      <w:color w:val="5B9BD5"/>
    </w:rPr>
  </w:style>
  <w:style w:type="paragraph" w:styleId="ListParagraph">
    <w:name w:val="List Paragraph"/>
    <w:basedOn w:val="Normal"/>
    <w:uiPriority w:val="34"/>
    <w:qFormat/>
    <w:rsid w:val="0070569C"/>
    <w:pPr>
      <w:ind w:left="720"/>
      <w:contextualSpacing/>
    </w:pPr>
  </w:style>
  <w:style w:type="paragraph" w:styleId="TOCHeading">
    <w:name w:val="TOC Heading"/>
    <w:basedOn w:val="Heading1"/>
    <w:next w:val="Normal"/>
    <w:uiPriority w:val="39"/>
    <w:unhideWhenUsed/>
    <w:qFormat/>
    <w:rsid w:val="001E33B9"/>
    <w:pPr>
      <w:keepLines/>
      <w:pageBreakBefore w:val="0"/>
      <w:numPr>
        <w:numId w:val="0"/>
      </w:numPr>
      <w:tabs>
        <w:tab w:val="clear" w:pos="567"/>
      </w:tabs>
      <w:spacing w:before="240" w:after="0" w:line="259" w:lineRule="auto"/>
      <w:outlineLvl w:val="9"/>
    </w:pPr>
    <w:rPr>
      <w:rFonts w:asciiTheme="majorHAnsi" w:eastAsiaTheme="majorEastAsia" w:hAnsiTheme="majorHAnsi" w:cstheme="majorBidi"/>
      <w:b w:val="0"/>
      <w:bCs w:val="0"/>
      <w:caps w:val="0"/>
      <w:color w:val="2E74B5" w:themeColor="accent1" w:themeShade="BF"/>
      <w:kern w:val="0"/>
      <w:sz w:val="32"/>
      <w:szCs w:val="32"/>
      <w:lang w:val="en-US" w:eastAsia="en-US"/>
    </w:rPr>
  </w:style>
  <w:style w:type="paragraph" w:styleId="FootnoteText">
    <w:name w:val="footnote text"/>
    <w:basedOn w:val="Normal"/>
    <w:link w:val="FootnoteTextChar"/>
    <w:uiPriority w:val="99"/>
    <w:semiHidden/>
    <w:unhideWhenUsed/>
    <w:rsid w:val="00B060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0607B"/>
  </w:style>
  <w:style w:type="character" w:styleId="FootnoteReference">
    <w:name w:val="footnote reference"/>
    <w:basedOn w:val="DefaultParagraphFont"/>
    <w:uiPriority w:val="99"/>
    <w:semiHidden/>
    <w:unhideWhenUsed/>
    <w:rsid w:val="00B0607B"/>
    <w:rPr>
      <w:vertAlign w:val="superscript"/>
    </w:rPr>
  </w:style>
  <w:style w:type="character" w:customStyle="1" w:styleId="UnresolvedMention1">
    <w:name w:val="Unresolved Mention1"/>
    <w:basedOn w:val="DefaultParagraphFont"/>
    <w:uiPriority w:val="99"/>
    <w:semiHidden/>
    <w:unhideWhenUsed/>
    <w:rsid w:val="00F930D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3755872">
      <w:bodyDiv w:val="1"/>
      <w:marLeft w:val="0"/>
      <w:marRight w:val="0"/>
      <w:marTop w:val="0"/>
      <w:marBottom w:val="0"/>
      <w:divBdr>
        <w:top w:val="none" w:sz="0" w:space="0" w:color="auto"/>
        <w:left w:val="none" w:sz="0" w:space="0" w:color="auto"/>
        <w:bottom w:val="none" w:sz="0" w:space="0" w:color="auto"/>
        <w:right w:val="none" w:sz="0" w:space="0" w:color="auto"/>
      </w:divBdr>
    </w:div>
    <w:div w:id="1943604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stackoverflow.com/questions/14643735/how-to-generate-a-unique-token-which-expires-after-24-hours%20/" TargetMode="Externa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MP\&#352;ablona-MP.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nas</b:Tag>
    <b:SourceType>InternetSite</b:SourceType>
    <b:Guid>{AD5CE01E-0309-4383-BF33-0E34B6BFC4DD}</b:Guid>
    <b:Author>
      <b:Author>
        <b:NameList>
          <b:Person>
            <b:Last>nasato</b:Last>
            <b:First>Mirko</b:First>
          </b:Person>
        </b:NameList>
      </b:Author>
    </b:Author>
    <b:Title>Ionic 2 by Example: Creating Your First Ionic App</b:Title>
    <b:RefOrder>1</b:RefOrder>
  </b:Source>
</b:Sources>
</file>

<file path=customXml/itemProps1.xml><?xml version="1.0" encoding="utf-8"?>
<ds:datastoreItem xmlns:ds="http://schemas.openxmlformats.org/officeDocument/2006/customXml" ds:itemID="{CB853458-3DE6-4379-8326-9FAC8F904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Šablona-MP</Template>
  <TotalTime>874</TotalTime>
  <Pages>19</Pages>
  <Words>2249</Words>
  <Characters>13274</Characters>
  <Application>Microsoft Office Word</Application>
  <DocSecurity>0</DocSecurity>
  <Lines>110</Lines>
  <Paragraphs>30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šablona MP- SŠIEŘ</vt:lpstr>
      <vt:lpstr>šablona MP- SŠIEŘ</vt:lpstr>
    </vt:vector>
  </TitlesOfParts>
  <Company>SŠIEŘ Rožnov</Company>
  <LinksUpToDate>false</LinksUpToDate>
  <CharactersWithSpaces>15493</CharactersWithSpaces>
  <SharedDoc>false</SharedDoc>
  <HLinks>
    <vt:vector size="48" baseType="variant">
      <vt:variant>
        <vt:i4>1900599</vt:i4>
      </vt:variant>
      <vt:variant>
        <vt:i4>53</vt:i4>
      </vt:variant>
      <vt:variant>
        <vt:i4>0</vt:i4>
      </vt:variant>
      <vt:variant>
        <vt:i4>5</vt:i4>
      </vt:variant>
      <vt:variant>
        <vt:lpwstr/>
      </vt:variant>
      <vt:variant>
        <vt:lpwstr>_Toc370246092</vt:lpwstr>
      </vt:variant>
      <vt:variant>
        <vt:i4>1900599</vt:i4>
      </vt:variant>
      <vt:variant>
        <vt:i4>47</vt:i4>
      </vt:variant>
      <vt:variant>
        <vt:i4>0</vt:i4>
      </vt:variant>
      <vt:variant>
        <vt:i4>5</vt:i4>
      </vt:variant>
      <vt:variant>
        <vt:lpwstr/>
      </vt:variant>
      <vt:variant>
        <vt:lpwstr>_Toc370246091</vt:lpwstr>
      </vt:variant>
      <vt:variant>
        <vt:i4>1900599</vt:i4>
      </vt:variant>
      <vt:variant>
        <vt:i4>41</vt:i4>
      </vt:variant>
      <vt:variant>
        <vt:i4>0</vt:i4>
      </vt:variant>
      <vt:variant>
        <vt:i4>5</vt:i4>
      </vt:variant>
      <vt:variant>
        <vt:lpwstr/>
      </vt:variant>
      <vt:variant>
        <vt:lpwstr>_Toc370246090</vt:lpwstr>
      </vt:variant>
      <vt:variant>
        <vt:i4>1835063</vt:i4>
      </vt:variant>
      <vt:variant>
        <vt:i4>35</vt:i4>
      </vt:variant>
      <vt:variant>
        <vt:i4>0</vt:i4>
      </vt:variant>
      <vt:variant>
        <vt:i4>5</vt:i4>
      </vt:variant>
      <vt:variant>
        <vt:lpwstr/>
      </vt:variant>
      <vt:variant>
        <vt:lpwstr>_Toc370246089</vt:lpwstr>
      </vt:variant>
      <vt:variant>
        <vt:i4>1835063</vt:i4>
      </vt:variant>
      <vt:variant>
        <vt:i4>29</vt:i4>
      </vt:variant>
      <vt:variant>
        <vt:i4>0</vt:i4>
      </vt:variant>
      <vt:variant>
        <vt:i4>5</vt:i4>
      </vt:variant>
      <vt:variant>
        <vt:lpwstr/>
      </vt:variant>
      <vt:variant>
        <vt:lpwstr>_Toc370246088</vt:lpwstr>
      </vt:variant>
      <vt:variant>
        <vt:i4>1835063</vt:i4>
      </vt:variant>
      <vt:variant>
        <vt:i4>23</vt:i4>
      </vt:variant>
      <vt:variant>
        <vt:i4>0</vt:i4>
      </vt:variant>
      <vt:variant>
        <vt:i4>5</vt:i4>
      </vt:variant>
      <vt:variant>
        <vt:lpwstr/>
      </vt:variant>
      <vt:variant>
        <vt:lpwstr>_Toc370246087</vt:lpwstr>
      </vt:variant>
      <vt:variant>
        <vt:i4>1835063</vt:i4>
      </vt:variant>
      <vt:variant>
        <vt:i4>17</vt:i4>
      </vt:variant>
      <vt:variant>
        <vt:i4>0</vt:i4>
      </vt:variant>
      <vt:variant>
        <vt:i4>5</vt:i4>
      </vt:variant>
      <vt:variant>
        <vt:lpwstr/>
      </vt:variant>
      <vt:variant>
        <vt:lpwstr>_Toc370246086</vt:lpwstr>
      </vt:variant>
      <vt:variant>
        <vt:i4>1835063</vt:i4>
      </vt:variant>
      <vt:variant>
        <vt:i4>11</vt:i4>
      </vt:variant>
      <vt:variant>
        <vt:i4>0</vt:i4>
      </vt:variant>
      <vt:variant>
        <vt:i4>5</vt:i4>
      </vt:variant>
      <vt:variant>
        <vt:lpwstr/>
      </vt:variant>
      <vt:variant>
        <vt:lpwstr>_Toc370246085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MP- SŠIEŘ</dc:title>
  <dc:subject/>
  <dc:creator>SŠIEŘ</dc:creator>
  <cp:keywords/>
  <dc:description/>
  <cp:lastModifiedBy>Lukas</cp:lastModifiedBy>
  <cp:revision>360</cp:revision>
  <cp:lastPrinted>2004-11-12T21:05:00Z</cp:lastPrinted>
  <dcterms:created xsi:type="dcterms:W3CDTF">2017-11-13T12:48:00Z</dcterms:created>
  <dcterms:modified xsi:type="dcterms:W3CDTF">2017-12-29T18:50:00Z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